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32602" w14:textId="77777777" w:rsidR="00F422D3" w:rsidRPr="005D6794" w:rsidRDefault="00F422D3" w:rsidP="005D6794">
      <w:pPr>
        <w:pStyle w:val="SoDTitul1"/>
      </w:pPr>
      <w:r w:rsidRPr="005D6794">
        <w:t>S</w:t>
      </w:r>
      <w:r w:rsidR="001906C2">
        <w:t>mlouva o dílo na zhotovení stavby</w:t>
      </w:r>
      <w:r w:rsidR="00FE2EF5">
        <w:t xml:space="preserve"> </w:t>
      </w:r>
    </w:p>
    <w:p w14:paraId="2235E0F0" w14:textId="77777777" w:rsidR="00F422D3" w:rsidRDefault="00F422D3" w:rsidP="00B42F40">
      <w:pPr>
        <w:pStyle w:val="SoDTitul2"/>
      </w:pPr>
      <w:r>
        <w:t>Název zakázky: „</w:t>
      </w:r>
      <w:r w:rsidR="0064121F" w:rsidRPr="0064121F">
        <w:t>Modernizace a dostavba ŽST Praha Masarykovo nádraží</w:t>
      </w:r>
      <w:r>
        <w:t>“</w:t>
      </w:r>
    </w:p>
    <w:p w14:paraId="0803123C" w14:textId="77777777" w:rsidR="00F422D3" w:rsidRPr="00B42F40" w:rsidRDefault="00F422D3" w:rsidP="00003F09">
      <w:pPr>
        <w:pStyle w:val="SoDNadpisbezsl1-2"/>
      </w:pPr>
      <w:r w:rsidRPr="00B42F40">
        <w:t>Smluvní strany:</w:t>
      </w:r>
    </w:p>
    <w:p w14:paraId="78DF405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7B5354F" w14:textId="77777777" w:rsidR="00F422D3" w:rsidRDefault="00F422D3" w:rsidP="00B42F40">
      <w:pPr>
        <w:pStyle w:val="SoDTextbezodsazen"/>
        <w:spacing w:after="0"/>
      </w:pPr>
      <w:r>
        <w:t xml:space="preserve">se sídlem: Dlážděná 1003/7, 110 00 Praha 1 - Nové Město </w:t>
      </w:r>
    </w:p>
    <w:p w14:paraId="6DCAE58C" w14:textId="77777777" w:rsidR="00F422D3" w:rsidRDefault="00F422D3" w:rsidP="00B42F40">
      <w:pPr>
        <w:pStyle w:val="SoDTextbezodsazen"/>
        <w:spacing w:after="0"/>
      </w:pPr>
      <w:r>
        <w:t>IČO: 70994234 DIČ: CZ70994234</w:t>
      </w:r>
    </w:p>
    <w:p w14:paraId="1BD52180" w14:textId="77777777" w:rsidR="00F422D3" w:rsidRDefault="00F422D3" w:rsidP="00B42F40">
      <w:pPr>
        <w:pStyle w:val="SoDTextbezodsazen"/>
        <w:spacing w:after="0"/>
      </w:pPr>
      <w:r>
        <w:t>zapsaná v obchodním rejstříku vedeném Městským soudem v Praze,</w:t>
      </w:r>
    </w:p>
    <w:p w14:paraId="5A72E5DE" w14:textId="77777777" w:rsidR="00F422D3" w:rsidRDefault="00F422D3" w:rsidP="00B42F40">
      <w:pPr>
        <w:pStyle w:val="SoDTextbezodsazen"/>
        <w:spacing w:after="0"/>
      </w:pPr>
      <w:r>
        <w:t>spisová značka A 48384</w:t>
      </w:r>
    </w:p>
    <w:p w14:paraId="04E96299" w14:textId="77777777" w:rsidR="00F422D3" w:rsidRPr="004436DB" w:rsidRDefault="00F422D3" w:rsidP="00B42F40">
      <w:pPr>
        <w:pStyle w:val="SoDTextbezodsazen"/>
        <w:spacing w:after="0"/>
      </w:pPr>
      <w:r w:rsidRPr="004436DB">
        <w:t xml:space="preserve">zastoupena: Ing. Mojmírem Nejezchlebem, náměstkem GŘ pro modernizaci dráhy </w:t>
      </w:r>
    </w:p>
    <w:p w14:paraId="08783F1C" w14:textId="77777777" w:rsidR="00F422D3" w:rsidRDefault="00F422D3" w:rsidP="00B42F40">
      <w:pPr>
        <w:pStyle w:val="SoDTextbezodsazen"/>
      </w:pPr>
      <w:r w:rsidRPr="004436DB">
        <w:t>na základě Pověření č. 2372 ze dne 26. 2. 2018</w:t>
      </w:r>
    </w:p>
    <w:p w14:paraId="0819B924"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5DE054BF"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022005D9" w14:textId="77777777" w:rsidR="004436DB" w:rsidRDefault="004436DB" w:rsidP="004436DB">
      <w:pPr>
        <w:pStyle w:val="Textbezodsazen"/>
        <w:spacing w:after="0" w:line="240" w:lineRule="auto"/>
      </w:pPr>
      <w:r w:rsidRPr="006D465A">
        <w:rPr>
          <w:color w:val="000000" w:themeColor="text1"/>
        </w:rPr>
        <w:t xml:space="preserve">Stavební správa </w:t>
      </w:r>
      <w:r>
        <w:t>západ</w:t>
      </w:r>
    </w:p>
    <w:p w14:paraId="218CFCDF" w14:textId="77777777" w:rsidR="004436DB" w:rsidRDefault="004436DB" w:rsidP="004436DB">
      <w:pPr>
        <w:pStyle w:val="Textbezodsazen"/>
        <w:spacing w:line="240" w:lineRule="auto"/>
      </w:pPr>
      <w:bookmarkStart w:id="0" w:name="_Hlk103680586"/>
      <w:r w:rsidRPr="00F7740E">
        <w:t xml:space="preserve">Budova </w:t>
      </w:r>
      <w:proofErr w:type="spellStart"/>
      <w:r w:rsidRPr="00F7740E">
        <w:t>Diamond</w:t>
      </w:r>
      <w:proofErr w:type="spellEnd"/>
      <w:r w:rsidRPr="00F7740E">
        <w:t xml:space="preserve"> Point, Ke Štvanici 656/3, 186 00 Praha 8 - Karlín</w:t>
      </w:r>
    </w:p>
    <w:bookmarkEnd w:id="0"/>
    <w:p w14:paraId="38CDC2D8" w14:textId="77777777" w:rsidR="00F422D3" w:rsidRDefault="004436DB" w:rsidP="004436DB">
      <w:pPr>
        <w:pStyle w:val="SoDTextbezodsazen"/>
      </w:pPr>
      <w:r>
        <w:t xml:space="preserve"> </w:t>
      </w:r>
      <w:r w:rsidR="00F422D3">
        <w:t>(</w:t>
      </w:r>
      <w:r w:rsidR="00F422D3" w:rsidRPr="00B42F40">
        <w:t>dále</w:t>
      </w:r>
      <w:r w:rsidR="00F422D3">
        <w:t xml:space="preserve"> jen „</w:t>
      </w:r>
      <w:r w:rsidR="00F422D3" w:rsidRPr="00F422D3">
        <w:rPr>
          <w:b/>
        </w:rPr>
        <w:t>Objednatel</w:t>
      </w:r>
      <w:r w:rsidR="00F422D3">
        <w:t>“)</w:t>
      </w:r>
    </w:p>
    <w:p w14:paraId="48B89C0E" w14:textId="77777777" w:rsidR="00F422D3" w:rsidRDefault="00F422D3" w:rsidP="00B42F40">
      <w:pPr>
        <w:pStyle w:val="SoDTextbezodsazen"/>
        <w:spacing w:after="0"/>
      </w:pPr>
      <w:r>
        <w:t>číslo smlouvy: "</w:t>
      </w:r>
      <w:r w:rsidRPr="00F422D3">
        <w:rPr>
          <w:highlight w:val="green"/>
        </w:rPr>
        <w:t>VLOŽÍ OBJEDNATEL</w:t>
      </w:r>
      <w:r>
        <w:t xml:space="preserve">" </w:t>
      </w:r>
    </w:p>
    <w:p w14:paraId="6D4798C7"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EBD065F" w14:textId="77777777" w:rsidR="00F422D3" w:rsidRDefault="00F422D3" w:rsidP="00B42F40">
      <w:pPr>
        <w:pStyle w:val="SoDTextbezodsazen"/>
      </w:pPr>
      <w:r>
        <w:t xml:space="preserve">ISPROFOND: </w:t>
      </w:r>
      <w:r w:rsidR="00B73E43" w:rsidRPr="00B73E43">
        <w:t>5113720005</w:t>
      </w:r>
    </w:p>
    <w:p w14:paraId="64AA62EB" w14:textId="77777777" w:rsidR="00B42F40" w:rsidRDefault="00B42F40" w:rsidP="00B42F40">
      <w:pPr>
        <w:pStyle w:val="SoDTextbezodsazen"/>
      </w:pPr>
    </w:p>
    <w:p w14:paraId="77A1CDAD" w14:textId="77777777" w:rsidR="00F422D3" w:rsidRDefault="00F422D3" w:rsidP="00B42F40">
      <w:pPr>
        <w:pStyle w:val="SoDTextbezodsazen"/>
      </w:pPr>
      <w:r w:rsidRPr="00B42F40">
        <w:t>a</w:t>
      </w:r>
    </w:p>
    <w:p w14:paraId="155C4CCD" w14:textId="77777777" w:rsidR="00CC6517" w:rsidRPr="00B42F40" w:rsidRDefault="00CC6517" w:rsidP="00B42F40">
      <w:pPr>
        <w:pStyle w:val="SoDTextbezodsazen"/>
      </w:pPr>
    </w:p>
    <w:p w14:paraId="10FB1E21"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0CBFA0AC"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2E83A14E"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ACFF75E"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751964E"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40002147"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0096CB2"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649BC293"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46848068"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643EEB0C" w14:textId="77777777" w:rsidR="00F422D3" w:rsidRPr="00B42F40" w:rsidRDefault="00F422D3" w:rsidP="00B42F40">
      <w:pPr>
        <w:pStyle w:val="SoDTextbezodsazen"/>
      </w:pPr>
      <w:r w:rsidRPr="00B42F40">
        <w:t>(dále jen „</w:t>
      </w:r>
      <w:r w:rsidRPr="00B42F40">
        <w:rPr>
          <w:rStyle w:val="Tun"/>
        </w:rPr>
        <w:t>Zhotovitel</w:t>
      </w:r>
      <w:r w:rsidRPr="00B42F40">
        <w:t>“)</w:t>
      </w:r>
    </w:p>
    <w:p w14:paraId="5CCC205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1E00D863"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17A0557" w14:textId="77777777" w:rsidR="00B42F40" w:rsidRDefault="00B42F40" w:rsidP="00B42F40">
      <w:pPr>
        <w:pStyle w:val="SoDTextbezodsazen"/>
      </w:pPr>
    </w:p>
    <w:p w14:paraId="612B96FF" w14:textId="77777777" w:rsidR="00B42F40" w:rsidRDefault="00B42F40" w:rsidP="00B42F40">
      <w:pPr>
        <w:pStyle w:val="SoDTextbezodsazen"/>
      </w:pPr>
    </w:p>
    <w:p w14:paraId="604C9DE9" w14:textId="77777777" w:rsidR="00B42F40" w:rsidRPr="00B42F40" w:rsidRDefault="00B42F40" w:rsidP="00B42F40">
      <w:pPr>
        <w:pStyle w:val="SoDTextbezodsazen"/>
      </w:pPr>
    </w:p>
    <w:p w14:paraId="7652D559" w14:textId="77777777" w:rsidR="00F422D3" w:rsidRDefault="00F422D3" w:rsidP="00B42F40">
      <w:pPr>
        <w:pStyle w:val="SoDTextbezodsazen"/>
      </w:pPr>
      <w:r w:rsidRPr="00B42F40">
        <w:t xml:space="preserve">Objednatel si přeje, aby Dílo </w:t>
      </w:r>
      <w:r w:rsidR="00AF623D">
        <w:t>„</w:t>
      </w:r>
      <w:r w:rsidR="00AF623D" w:rsidRPr="00AF623D">
        <w:rPr>
          <w:b/>
        </w:rPr>
        <w:t>Modernizace a dostavba ŽST Praha Masarykovo nádraží</w:t>
      </w:r>
      <w:r w:rsidR="00AF623D">
        <w:rPr>
          <w:b/>
        </w:rPr>
        <w:t>“</w:t>
      </w:r>
      <w:r w:rsidR="00AF623D" w:rsidRPr="00AF623D">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2CFB223"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4F1DDD4"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DD7E42F"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3E59B491"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1271022F"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46D80F2"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47F87C69"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22C9A056" w14:textId="77777777" w:rsidR="00F422D3" w:rsidRPr="0045180B" w:rsidRDefault="00F422D3" w:rsidP="00F54F3E">
      <w:pPr>
        <w:pStyle w:val="SoDslseznam-2"/>
      </w:pPr>
      <w:r w:rsidRPr="00C50C28">
        <w:t>Technická specifikace</w:t>
      </w:r>
      <w:r w:rsidR="007A0E0E">
        <w:t xml:space="preserve"> </w:t>
      </w:r>
      <w:r w:rsidR="007A0E0E" w:rsidRPr="0045180B">
        <w:t>(VTP</w:t>
      </w:r>
      <w:r w:rsidR="00CC5BEB" w:rsidRPr="00A00B82">
        <w:t>/</w:t>
      </w:r>
      <w:r w:rsidR="00540B0B" w:rsidRPr="00A00B82">
        <w:t>R</w:t>
      </w:r>
      <w:r w:rsidR="00B27F8B" w:rsidRPr="00A00B82">
        <w:t>-F</w:t>
      </w:r>
      <w:r w:rsidR="00540B0B" w:rsidRPr="00A00B82">
        <w:t>/</w:t>
      </w:r>
      <w:r w:rsidR="00A00B82" w:rsidRPr="00A00B82">
        <w:t>14/22</w:t>
      </w:r>
      <w:r w:rsidR="007A0E0E" w:rsidRPr="00A00B82">
        <w:t>,</w:t>
      </w:r>
      <w:r w:rsidR="007A0E0E" w:rsidRPr="0045180B">
        <w:t xml:space="preserve"> </w:t>
      </w:r>
      <w:r w:rsidR="007A0E0E" w:rsidRPr="004723CE">
        <w:t>ZTP</w:t>
      </w:r>
      <w:r w:rsidR="00A32963" w:rsidRPr="004723CE">
        <w:t xml:space="preserve"> </w:t>
      </w:r>
      <w:r w:rsidR="004723CE" w:rsidRPr="004723CE">
        <w:t xml:space="preserve">ze </w:t>
      </w:r>
      <w:r w:rsidR="004723CE" w:rsidRPr="00863F2B">
        <w:t>dne 9.5.2023</w:t>
      </w:r>
      <w:r w:rsidR="007A0E0E" w:rsidRPr="00863F2B">
        <w:t xml:space="preserve"> a další</w:t>
      </w:r>
      <w:r w:rsidR="007A0E0E" w:rsidRPr="0045180B">
        <w:t xml:space="preserve"> dle Pod-článku 1.1.1.5 Smluvních podmínek)</w:t>
      </w:r>
      <w:r w:rsidR="00AC383E">
        <w:t>,</w:t>
      </w:r>
    </w:p>
    <w:p w14:paraId="2C18D511" w14:textId="77777777" w:rsidR="00F422D3" w:rsidRPr="00C50C28" w:rsidRDefault="00F422D3" w:rsidP="00F54F3E">
      <w:pPr>
        <w:pStyle w:val="SoDslseznam-2"/>
      </w:pPr>
      <w:r w:rsidRPr="00C50C28">
        <w:t>Výkresy</w:t>
      </w:r>
      <w:r w:rsidR="00AC383E">
        <w:t>,</w:t>
      </w:r>
    </w:p>
    <w:p w14:paraId="4FB2AE23" w14:textId="77777777" w:rsidR="00F422D3" w:rsidRPr="00C50C28" w:rsidRDefault="00F422D3" w:rsidP="00F54F3E">
      <w:pPr>
        <w:pStyle w:val="SoDslseznam-2"/>
      </w:pPr>
      <w:r w:rsidRPr="00C50C28">
        <w:t xml:space="preserve">Formuláře:  </w:t>
      </w:r>
    </w:p>
    <w:p w14:paraId="14CF6110" w14:textId="77777777" w:rsidR="00AF4E73" w:rsidRDefault="00F422D3" w:rsidP="00AF4E73">
      <w:pPr>
        <w:pStyle w:val="SoDslseznam-3"/>
      </w:pPr>
      <w:r w:rsidRPr="00C50C28">
        <w:t>Soupis p</w:t>
      </w:r>
      <w:r w:rsidRPr="004723CE">
        <w:t>rací,</w:t>
      </w:r>
    </w:p>
    <w:p w14:paraId="72CB6F50" w14:textId="77777777" w:rsidR="000B64DC" w:rsidRPr="00AF4E73" w:rsidRDefault="000B64DC" w:rsidP="00AF4E73">
      <w:pPr>
        <w:pStyle w:val="SoDslseznam-3"/>
      </w:pPr>
      <w:r w:rsidRPr="00AF4E73">
        <w:rPr>
          <w:szCs w:val="18"/>
          <w:highlight w:val="green"/>
        </w:rPr>
        <w:t>event. další</w:t>
      </w:r>
      <w:r w:rsidRPr="00AF4E73">
        <w:rPr>
          <w:szCs w:val="18"/>
        </w:rPr>
        <w:t xml:space="preserve"> </w:t>
      </w:r>
      <w:r w:rsidRPr="00AF4E73">
        <w:rPr>
          <w:szCs w:val="18"/>
          <w:highlight w:val="green"/>
        </w:rPr>
        <w:t>VLOŽÍ OBJEDNATEL</w:t>
      </w:r>
    </w:p>
    <w:p w14:paraId="017A3B5D"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9441675"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541E5EC5"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2C268FD2"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E68467A"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61649255"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6A4EA2D0"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5C900E4"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6B342A47" w14:textId="77777777" w:rsidR="00F422D3" w:rsidRPr="00146B8C" w:rsidRDefault="00F422D3" w:rsidP="00F54F3E">
      <w:pPr>
        <w:pStyle w:val="SoDslseznam-2"/>
      </w:pPr>
      <w:r w:rsidRPr="002D4801">
        <w:lastRenderedPageBreak/>
        <w:t>Faktura</w:t>
      </w:r>
      <w:r w:rsidRPr="00146B8C">
        <w:t>,</w:t>
      </w:r>
    </w:p>
    <w:p w14:paraId="4B46E4DF" w14:textId="77777777" w:rsidR="00F422D3" w:rsidRPr="00146B8C" w:rsidRDefault="00F422D3" w:rsidP="00F54F3E">
      <w:pPr>
        <w:pStyle w:val="SoDslseznam-2"/>
      </w:pPr>
      <w:r w:rsidRPr="00146B8C">
        <w:t>soupis zjišťovacích protokolů,</w:t>
      </w:r>
    </w:p>
    <w:p w14:paraId="79C71B3F" w14:textId="77777777" w:rsidR="00F422D3" w:rsidRDefault="00E46737" w:rsidP="00F54F3E">
      <w:pPr>
        <w:pStyle w:val="SoDslseznam-2"/>
      </w:pPr>
      <w:r w:rsidRPr="00146B8C">
        <w:t>zjišťovací</w:t>
      </w:r>
      <w:r>
        <w:t xml:space="preserve"> protokoly.</w:t>
      </w:r>
    </w:p>
    <w:p w14:paraId="666D30BA" w14:textId="77777777" w:rsidR="00F422D3" w:rsidRDefault="00F422D3" w:rsidP="00F54F3E">
      <w:pPr>
        <w:pStyle w:val="SoDslseznam-1"/>
      </w:pPr>
      <w:r w:rsidRPr="00222886">
        <w:t>Rekapitulace ceny je uvedena v příloze č. 1 této Smlouvy o dílo.</w:t>
      </w:r>
    </w:p>
    <w:p w14:paraId="05F33EB1" w14:textId="77777777" w:rsidR="002D7BAE" w:rsidRPr="00FA237E" w:rsidRDefault="002D7BAE" w:rsidP="00FC27A9">
      <w:pPr>
        <w:pStyle w:val="SoDslseznam-1"/>
        <w:keepNext/>
        <w:rPr>
          <w:i/>
          <w:color w:val="00B050"/>
        </w:rPr>
      </w:pPr>
      <w:r w:rsidRPr="002C6663">
        <w:t xml:space="preserve">Sociálně a environmentálně odpovědné </w:t>
      </w:r>
      <w:r w:rsidRPr="004161D9">
        <w:t>zadávání</w:t>
      </w:r>
      <w:r w:rsidR="00143682" w:rsidRPr="004161D9">
        <w:t>, inovace</w:t>
      </w:r>
    </w:p>
    <w:p w14:paraId="5FB8CE16"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FC70E43" w14:textId="77777777" w:rsidR="00C81A30" w:rsidRPr="002C6663" w:rsidRDefault="00C74AE9" w:rsidP="005925DB">
      <w:pPr>
        <w:pStyle w:val="SoDTextbezslovn"/>
      </w:pPr>
      <w:r w:rsidRPr="002C6663">
        <w:t>V rámci plnění Díla jde o dále uvedené požadavky:</w:t>
      </w:r>
    </w:p>
    <w:p w14:paraId="227B0C3D" w14:textId="77777777" w:rsidR="00C74AE9" w:rsidRPr="002C6663" w:rsidRDefault="00C74AE9" w:rsidP="002C03C9">
      <w:pPr>
        <w:pStyle w:val="SoDodraka-1"/>
      </w:pPr>
      <w:r w:rsidRPr="005925DB">
        <w:t>rovnocenné</w:t>
      </w:r>
      <w:r w:rsidRPr="002C6663">
        <w:t xml:space="preserve"> platební podmínky v rámci dodavatelského řetězce,</w:t>
      </w:r>
    </w:p>
    <w:p w14:paraId="65914937" w14:textId="77777777" w:rsidR="00C74AE9" w:rsidRPr="002C6663" w:rsidRDefault="00C74AE9" w:rsidP="002C03C9">
      <w:pPr>
        <w:pStyle w:val="SoDodraka-1"/>
      </w:pPr>
      <w:r w:rsidRPr="002C6663">
        <w:t>jednání vedená primárně distančním způsobem,</w:t>
      </w:r>
    </w:p>
    <w:p w14:paraId="11B2A0A5" w14:textId="77777777" w:rsidR="00C74AE9" w:rsidRPr="002C6663" w:rsidRDefault="00C74AE9" w:rsidP="002C03C9">
      <w:pPr>
        <w:pStyle w:val="SoDodraka-1"/>
      </w:pPr>
      <w:r w:rsidRPr="002C6663">
        <w:t>studentské exkurze,</w:t>
      </w:r>
    </w:p>
    <w:p w14:paraId="0CC98F5E" w14:textId="3C895089" w:rsidR="00C74AE9" w:rsidRDefault="00C74AE9" w:rsidP="002C03C9">
      <w:pPr>
        <w:pStyle w:val="SoDodraka-1"/>
      </w:pPr>
      <w:r w:rsidRPr="002C6663">
        <w:t>recyklace kameniva vyzískávaného z kolejového lože,</w:t>
      </w:r>
    </w:p>
    <w:p w14:paraId="7AE362EB" w14:textId="40DFF460" w:rsidR="000813C6" w:rsidRPr="005925DB" w:rsidRDefault="000813C6" w:rsidP="000813C6">
      <w:pPr>
        <w:pStyle w:val="Seznamsodrkami"/>
      </w:pPr>
      <w:r>
        <w:t>majetkoprávní vypořádání vedené v majetkoprávní aplikaci,</w:t>
      </w:r>
    </w:p>
    <w:p w14:paraId="2B8DD02F" w14:textId="77777777" w:rsidR="00FE2EF5" w:rsidRPr="00146B8C" w:rsidRDefault="00FE2EF5" w:rsidP="002C03C9">
      <w:pPr>
        <w:pStyle w:val="SoDodraka-1"/>
      </w:pPr>
      <w:r w:rsidRPr="005925DB">
        <w:t>využití metody BIM jako souhrnu všech dokumentů zahrnujících grafické a negrafické informace vztahující se k Dílu, v digitální podobě pořízených prostřednictvím systémů a</w:t>
      </w:r>
      <w:r w:rsidR="00EA056C" w:rsidRPr="005925DB">
        <w:t> </w:t>
      </w:r>
      <w:r w:rsidRPr="005925DB">
        <w:t xml:space="preserve">dalších softwarových nástrojů, organizovaných tak, aby reprezentovaly předmět </w:t>
      </w:r>
      <w:r w:rsidRPr="002C6663">
        <w:t xml:space="preserve">Díla. </w:t>
      </w:r>
    </w:p>
    <w:p w14:paraId="7A78560A"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589BBF5"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3FFCAFCC" w14:textId="77777777" w:rsidR="00F422D3" w:rsidRDefault="00F422D3" w:rsidP="00F54F3E">
      <w:pPr>
        <w:pStyle w:val="SoDslseznam-1"/>
      </w:pPr>
      <w:r w:rsidRPr="002D7BAE">
        <w:t>Strany se dohodly, že stane-li se Zhotovitel nespolehlivým plátcem ve smyslu §</w:t>
      </w:r>
      <w:r w:rsidR="002E4514" w:rsidRPr="002D7BAE">
        <w:t> </w:t>
      </w:r>
      <w:proofErr w:type="gramStart"/>
      <w:r w:rsidRPr="002D7BAE">
        <w:t>106a</w:t>
      </w:r>
      <w:proofErr w:type="gram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BF10072"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47AAFF5D" w14:textId="77777777" w:rsidR="00F422D3" w:rsidRPr="00CE1420" w:rsidRDefault="00F422D3" w:rsidP="00EA5430">
      <w:pPr>
        <w:pStyle w:val="SoDslseznam-1"/>
        <w:rPr>
          <w:i/>
          <w:color w:val="00B050"/>
          <w:szCs w:val="18"/>
        </w:rPr>
      </w:pPr>
      <w:r w:rsidRPr="00CE1420">
        <w:rPr>
          <w:i/>
          <w:szCs w:val="18"/>
        </w:rPr>
        <w:t>NEOBSAZENO</w:t>
      </w:r>
      <w:r w:rsidRPr="00CE1420">
        <w:rPr>
          <w:i/>
          <w:color w:val="00B050"/>
          <w:szCs w:val="18"/>
        </w:rPr>
        <w:t>.</w:t>
      </w:r>
    </w:p>
    <w:p w14:paraId="0613667C"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14F5267"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w:t>
      </w:r>
      <w:r w:rsidRPr="00C50C28">
        <w:lastRenderedPageBreak/>
        <w:t>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B190B77" w14:textId="77777777" w:rsidR="00F422D3" w:rsidRPr="00C50C28" w:rsidRDefault="00F422D3" w:rsidP="00FC27A9">
      <w:pPr>
        <w:pStyle w:val="SoDslseznam-1"/>
        <w:keepNext/>
      </w:pPr>
      <w:r w:rsidRPr="00C50C28">
        <w:t>Objednatel si vyhrazuje:</w:t>
      </w:r>
    </w:p>
    <w:p w14:paraId="1AD9AA1A" w14:textId="27C666ED"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6EBDBE4B" w14:textId="77777777" w:rsidR="00C8544D" w:rsidRDefault="00C8544D" w:rsidP="00C8544D">
      <w:pPr>
        <w:pStyle w:val="Odrka1-1"/>
        <w:tabs>
          <w:tab w:val="clear" w:pos="1077"/>
        </w:tabs>
        <w:ind w:firstLine="0"/>
      </w:pPr>
      <w:r>
        <w:t xml:space="preserve">SO 11-10-01 </w:t>
      </w:r>
      <w:r w:rsidRPr="00D575B5">
        <w:t>ŽST Praha Masarykovo nádraží, železniční svršek</w:t>
      </w:r>
    </w:p>
    <w:p w14:paraId="003A45ED" w14:textId="77777777" w:rsidR="00C8544D" w:rsidRDefault="00C8544D" w:rsidP="00C8544D">
      <w:pPr>
        <w:pStyle w:val="Odrka1-1"/>
        <w:tabs>
          <w:tab w:val="clear" w:pos="1077"/>
        </w:tabs>
        <w:ind w:firstLine="0"/>
      </w:pPr>
      <w:r>
        <w:t xml:space="preserve">SO 11-22-01 </w:t>
      </w:r>
      <w:r w:rsidRPr="000F34C5">
        <w:t>ŽST Praha Masarykovo nádraží, platforma zastřešení</w:t>
      </w:r>
      <w:r>
        <w:t xml:space="preserve"> </w:t>
      </w:r>
    </w:p>
    <w:p w14:paraId="50400F8F" w14:textId="77777777" w:rsidR="00C8544D" w:rsidRPr="00670815" w:rsidRDefault="00C8544D" w:rsidP="00C8544D">
      <w:pPr>
        <w:pStyle w:val="Odrka1-1"/>
        <w:tabs>
          <w:tab w:val="clear" w:pos="1077"/>
        </w:tabs>
        <w:ind w:left="1276" w:firstLine="0"/>
        <w:rPr>
          <w:sz w:val="16"/>
          <w:szCs w:val="16"/>
        </w:rPr>
      </w:pPr>
      <w:r>
        <w:rPr>
          <w:sz w:val="16"/>
          <w:szCs w:val="16"/>
        </w:rPr>
        <w:t xml:space="preserve">Položka č. </w:t>
      </w:r>
      <w:r w:rsidRPr="00670815">
        <w:rPr>
          <w:sz w:val="16"/>
          <w:szCs w:val="16"/>
        </w:rPr>
        <w:t>18      ZÁKLADY ZE ŽELEZOBETONU DO C30/37</w:t>
      </w:r>
    </w:p>
    <w:p w14:paraId="44A1C9EC" w14:textId="77777777" w:rsidR="00C8544D" w:rsidRPr="00670815" w:rsidRDefault="00C8544D" w:rsidP="00C8544D">
      <w:pPr>
        <w:pStyle w:val="Odrka1-1"/>
        <w:tabs>
          <w:tab w:val="clear" w:pos="1077"/>
        </w:tabs>
        <w:ind w:left="1276" w:firstLine="0"/>
        <w:rPr>
          <w:sz w:val="16"/>
          <w:szCs w:val="16"/>
        </w:rPr>
      </w:pPr>
      <w:r>
        <w:rPr>
          <w:sz w:val="16"/>
          <w:szCs w:val="16"/>
        </w:rPr>
        <w:t xml:space="preserve">Položka č. </w:t>
      </w:r>
      <w:r w:rsidRPr="00670815">
        <w:rPr>
          <w:sz w:val="16"/>
          <w:szCs w:val="16"/>
        </w:rPr>
        <w:t>21      ZDI A STĚNY PODP A VOL ZE ŽELEZOBET DO C35/45</w:t>
      </w:r>
    </w:p>
    <w:p w14:paraId="0DCC4EEF" w14:textId="77777777" w:rsidR="00C8544D" w:rsidRPr="00670815" w:rsidRDefault="00C8544D" w:rsidP="00C8544D">
      <w:pPr>
        <w:pStyle w:val="Odrka1-1"/>
        <w:tabs>
          <w:tab w:val="clear" w:pos="1077"/>
        </w:tabs>
        <w:ind w:left="1276" w:firstLine="0"/>
        <w:rPr>
          <w:sz w:val="16"/>
          <w:szCs w:val="16"/>
        </w:rPr>
      </w:pPr>
      <w:r>
        <w:rPr>
          <w:sz w:val="16"/>
          <w:szCs w:val="16"/>
        </w:rPr>
        <w:t xml:space="preserve">Položka č. </w:t>
      </w:r>
      <w:r w:rsidRPr="00670815">
        <w:rPr>
          <w:sz w:val="16"/>
          <w:szCs w:val="16"/>
        </w:rPr>
        <w:t>27      MOSTNÍ NOSNÉ DESKOVÉ KONSTRUKCE ZE ŽELEZOBETONU C35/45</w:t>
      </w:r>
    </w:p>
    <w:p w14:paraId="71FCE563" w14:textId="77777777" w:rsidR="00C8544D" w:rsidRPr="00670815" w:rsidRDefault="00C8544D" w:rsidP="00C8544D">
      <w:pPr>
        <w:pStyle w:val="Odrka1-1"/>
        <w:tabs>
          <w:tab w:val="clear" w:pos="1077"/>
        </w:tabs>
        <w:ind w:left="1276" w:firstLine="0"/>
        <w:rPr>
          <w:sz w:val="16"/>
          <w:szCs w:val="16"/>
        </w:rPr>
      </w:pPr>
      <w:r>
        <w:rPr>
          <w:sz w:val="16"/>
          <w:szCs w:val="16"/>
        </w:rPr>
        <w:t xml:space="preserve">Položka č. </w:t>
      </w:r>
      <w:r w:rsidRPr="00670815">
        <w:rPr>
          <w:sz w:val="16"/>
          <w:szCs w:val="16"/>
        </w:rPr>
        <w:t>33      SCHODIŠŤ KONSTR Z DÍLCŮ ŽELEZOBETON DO C30/40</w:t>
      </w:r>
    </w:p>
    <w:p w14:paraId="0DF8FA82" w14:textId="77777777" w:rsidR="00C8544D" w:rsidRPr="00670815" w:rsidRDefault="00C8544D" w:rsidP="00C8544D">
      <w:pPr>
        <w:pStyle w:val="Odrka1-1"/>
        <w:tabs>
          <w:tab w:val="clear" w:pos="1077"/>
        </w:tabs>
        <w:ind w:left="1276" w:firstLine="0"/>
        <w:rPr>
          <w:sz w:val="16"/>
          <w:szCs w:val="16"/>
        </w:rPr>
      </w:pPr>
      <w:r>
        <w:rPr>
          <w:sz w:val="16"/>
          <w:szCs w:val="16"/>
        </w:rPr>
        <w:t xml:space="preserve">Položka č. </w:t>
      </w:r>
      <w:r w:rsidRPr="00670815">
        <w:rPr>
          <w:sz w:val="16"/>
          <w:szCs w:val="16"/>
        </w:rPr>
        <w:t>34      SCHODIŠŤ KONSTR ZE ŽELEZOBETONU DO C35/45</w:t>
      </w:r>
    </w:p>
    <w:p w14:paraId="0C44C4DC" w14:textId="77777777" w:rsidR="00C8544D" w:rsidRDefault="00C8544D" w:rsidP="00C8544D">
      <w:pPr>
        <w:pStyle w:val="Odrka1-1"/>
        <w:tabs>
          <w:tab w:val="clear" w:pos="1077"/>
        </w:tabs>
        <w:ind w:firstLine="0"/>
      </w:pPr>
      <w:r w:rsidRPr="0083056A">
        <w:t>SO 11-81-01</w:t>
      </w:r>
      <w:r>
        <w:t xml:space="preserve"> </w:t>
      </w:r>
      <w:r w:rsidRPr="0083056A">
        <w:t>ŽST Praha Masarykovo nádraží, úprava TV</w:t>
      </w:r>
    </w:p>
    <w:p w14:paraId="3D0812D6" w14:textId="77777777" w:rsidR="00B16FC9" w:rsidRPr="005925DB" w:rsidRDefault="00B16FC9" w:rsidP="005651C5">
      <w:pPr>
        <w:pStyle w:val="SoDTextbezodsazen"/>
        <w:ind w:left="312" w:firstLine="709"/>
      </w:pPr>
      <w:r w:rsidRPr="005925DB">
        <w:t>s výjimkou speciálních činností nebo zařízení uvedených v Příloze k nabídce.</w:t>
      </w:r>
    </w:p>
    <w:p w14:paraId="79C779A0"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7491DFD0" w14:textId="77777777" w:rsidR="006467C2" w:rsidRPr="001B325A" w:rsidRDefault="006467C2" w:rsidP="00B111A6">
      <w:pPr>
        <w:pStyle w:val="SoDslseznam-2"/>
      </w:pPr>
      <w:r w:rsidRPr="002C6663">
        <w:t>v souladu s § 100 odst.</w:t>
      </w:r>
      <w:r w:rsidR="000A2358">
        <w:t> </w:t>
      </w:r>
      <w:r w:rsidRPr="002C6663">
        <w:t xml:space="preserve">1 ZZVZ </w:t>
      </w:r>
      <w:r w:rsidR="00713432" w:rsidRPr="002C6663">
        <w:t xml:space="preserve">provedení činností </w:t>
      </w:r>
      <w:r w:rsidRPr="002C6663">
        <w:t xml:space="preserve">v souvislosti s publicitou Stavby spolufinancované Evropskou unií podle platných pravidel pro </w:t>
      </w:r>
      <w:r w:rsidR="005C0BBF" w:rsidRPr="0041760B">
        <w:rPr>
          <w:b/>
          <w:szCs w:val="18"/>
        </w:rPr>
        <w:t>Nástroje pro propojení Evropy (CEF)</w:t>
      </w:r>
      <w:r w:rsidR="00973C20">
        <w:t xml:space="preserve">. </w:t>
      </w:r>
      <w:r w:rsidRPr="002C6663">
        <w:t xml:space="preserve">Specifikace činností a podmínky pro jejich provedení jsou uvedeny v Technické specifikaci </w:t>
      </w:r>
      <w:r w:rsidR="00222886" w:rsidRPr="002C6663">
        <w:t>–</w:t>
      </w:r>
      <w:r w:rsidRPr="002C6663">
        <w:t xml:space="preserve"> </w:t>
      </w:r>
      <w:r w:rsidR="00222886" w:rsidRPr="002C6663">
        <w:t>Zvláštní technické podmínky</w:t>
      </w:r>
      <w:r w:rsidRPr="002C6663">
        <w:t xml:space="preserve">. V případě, že tato veřejná zakázka nebude spolufinancovaná z prostředků Evropské unie, zajištění publicity Stavby nebude Zhotovitelem provedeno. Zhotoviteli bude uhrazen jen skutečně provedený rozsah tohoto </w:t>
      </w:r>
      <w:r w:rsidRPr="001B325A">
        <w:t xml:space="preserve">plnění. </w:t>
      </w:r>
    </w:p>
    <w:p w14:paraId="1B4435F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2D6DA89"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278A8E24"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776978B5" w14:textId="72FE6567" w:rsidR="006876D2" w:rsidRPr="006B198C" w:rsidRDefault="006876D2" w:rsidP="006876D2">
      <w:pPr>
        <w:pStyle w:val="SoDslseznam-1"/>
      </w:pPr>
      <w:r w:rsidRPr="006B198C">
        <w:lastRenderedPageBreak/>
        <w:t xml:space="preserve">Součástí dodávky na zhotovení Díla nejsou prvky mobiliáře včetně instalace, které jsou součástí SO </w:t>
      </w:r>
      <w:r w:rsidR="0045240F">
        <w:t>11</w:t>
      </w:r>
      <w:r w:rsidR="00240EE0">
        <w:t>-79-02</w:t>
      </w:r>
      <w:r w:rsidRPr="006B198C">
        <w:t xml:space="preserve"> dle technické specifikace v Soupisu prací jednotlivých položek.</w:t>
      </w:r>
    </w:p>
    <w:p w14:paraId="6BEC6C56" w14:textId="77777777" w:rsidR="00CB337C" w:rsidRPr="000A2358" w:rsidRDefault="00CB337C" w:rsidP="00C648D1">
      <w:pPr>
        <w:pStyle w:val="SoDslseznam-1"/>
      </w:pPr>
      <w:r w:rsidRPr="00C648D1">
        <w:rPr>
          <w:i/>
        </w:rPr>
        <w:t>NEOBSAZENO</w:t>
      </w:r>
      <w:r w:rsidRPr="000A2358">
        <w:t>.</w:t>
      </w:r>
    </w:p>
    <w:p w14:paraId="68051ED8"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277D2B32"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7EEF821"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75B1D118"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1AF6E05"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021C89AA"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1BD9FC0D"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14A74888"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709650A9"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51A159A1" w14:textId="77777777" w:rsidR="007A08B0" w:rsidRPr="007A08B0" w:rsidRDefault="007A08B0" w:rsidP="00676F5B">
      <w:pPr>
        <w:pStyle w:val="SoDslseznam-1"/>
        <w:keepNext/>
      </w:pPr>
      <w:r w:rsidRPr="007A08B0">
        <w:t xml:space="preserve">Mezinárodní sankce </w:t>
      </w:r>
    </w:p>
    <w:p w14:paraId="35F8679B" w14:textId="77777777" w:rsidR="007A08B0" w:rsidRPr="007A08B0" w:rsidRDefault="007A08B0" w:rsidP="00676F5B">
      <w:pPr>
        <w:pStyle w:val="SoDslseznam-2"/>
        <w:keepNext/>
      </w:pPr>
      <w:r w:rsidRPr="007A08B0">
        <w:t xml:space="preserve">Zhotovitel prohlašuje, že: </w:t>
      </w:r>
    </w:p>
    <w:p w14:paraId="15AB714A" w14:textId="7C65C276" w:rsidR="007A08B0" w:rsidRPr="00F54F3E" w:rsidRDefault="007A08B0" w:rsidP="00956D52">
      <w:pPr>
        <w:pStyle w:val="SODslseznam-2a"/>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w:t>
      </w:r>
      <w:r w:rsidR="00B93E4E">
        <w:t>)</w:t>
      </w:r>
      <w:r w:rsidRPr="00F54F3E">
        <w:t xml:space="preserve"> až i), článků 29 a 30 směrnice 2014/25/EU a čl. 13 písm. a) až d), f) až h) a j) směrnice 2009/81/E</w:t>
      </w:r>
      <w:r w:rsidR="00B93E4E">
        <w:t>S a hlavy VII nařízení Evropského parlamentu Rady (EU, Euratom) 2018/1046</w:t>
      </w:r>
      <w:r w:rsidRPr="00F54F3E">
        <w:t>,</w:t>
      </w:r>
    </w:p>
    <w:p w14:paraId="6D25DE66" w14:textId="77777777" w:rsidR="007A08B0" w:rsidRPr="007A08B0" w:rsidRDefault="007A08B0" w:rsidP="00956D52">
      <w:pPr>
        <w:pStyle w:val="SODslseznam-2a"/>
      </w:pPr>
      <w:r w:rsidRPr="007A08B0">
        <w:lastRenderedPageBreak/>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60D1E9EF"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700871D4"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0F03C376"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1E6E39A5"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5A63621"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54773288" w14:textId="77777777" w:rsidR="007A08B0" w:rsidRPr="007A08B0" w:rsidRDefault="007A08B0" w:rsidP="00FC27A9">
      <w:pPr>
        <w:pStyle w:val="SoDslseznam-1"/>
        <w:keepNext/>
      </w:pPr>
      <w:r w:rsidRPr="007A08B0">
        <w:t>Požadavek na Poddodavatele</w:t>
      </w:r>
    </w:p>
    <w:p w14:paraId="7BDA5B20"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2E6E506"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 xml:space="preserve">.1 této Smlouvy, oznámí Zhotovitel tuto </w:t>
      </w:r>
      <w:r w:rsidRPr="007A08B0">
        <w:lastRenderedPageBreak/>
        <w:t>skutečnost bez zbytečného odkladu, nejpozději však do 3 pracovních dnů ode dne, kdy Poddodavatel přestal splňovat výše uvedené podmínky, Objednateli.</w:t>
      </w:r>
    </w:p>
    <w:p w14:paraId="6EECB72C"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0A3C0255"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3B323E49" w14:textId="77777777" w:rsidR="00713432" w:rsidRPr="002C6663" w:rsidRDefault="00713432" w:rsidP="0031752B">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118C5455" w14:textId="77777777" w:rsidR="00973C20" w:rsidRDefault="00F422D3" w:rsidP="00956D52">
      <w:pPr>
        <w:pStyle w:val="SoDslseznam-1"/>
      </w:pPr>
      <w:r w:rsidRPr="00C50C28">
        <w:t>Přílohy, které tvoří nedílnou součást této Smlouvy o dílo</w:t>
      </w:r>
      <w:r w:rsidRPr="005C06CE">
        <w:t xml:space="preserve">: </w:t>
      </w:r>
    </w:p>
    <w:p w14:paraId="4F8C043D" w14:textId="77777777" w:rsidR="00F422D3" w:rsidRPr="00C50C28" w:rsidRDefault="00F422D3" w:rsidP="005925DB">
      <w:pPr>
        <w:pStyle w:val="SoDTextbezslovn"/>
      </w:pPr>
      <w:r w:rsidRPr="00C50C28">
        <w:t>Příloha č. 1</w:t>
      </w:r>
      <w:r w:rsidRPr="00C50C28">
        <w:tab/>
        <w:t xml:space="preserve">Rekapitulace ceny dle Dopisu nabídky </w:t>
      </w:r>
    </w:p>
    <w:p w14:paraId="498B7D50" w14:textId="77777777" w:rsidR="00F422D3" w:rsidRPr="00C50C28" w:rsidRDefault="00F422D3" w:rsidP="005925DB">
      <w:pPr>
        <w:pStyle w:val="SoDTextbezslovn"/>
      </w:pPr>
      <w:r w:rsidRPr="00C50C28">
        <w:t>Příloha č. 2</w:t>
      </w:r>
      <w:r w:rsidRPr="00C50C28">
        <w:tab/>
        <w:t>Oprávněné osoby</w:t>
      </w:r>
    </w:p>
    <w:p w14:paraId="07534826" w14:textId="77777777" w:rsidR="00F422D3" w:rsidRPr="00C50C28" w:rsidRDefault="00F422D3" w:rsidP="005925DB">
      <w:pPr>
        <w:pStyle w:val="SoDTextbezslovn"/>
      </w:pPr>
      <w:r w:rsidRPr="00C50C28">
        <w:t>Příloha č. 3</w:t>
      </w:r>
      <w:r w:rsidRPr="00C50C28">
        <w:tab/>
        <w:t>Seznam poddodavatelů</w:t>
      </w:r>
    </w:p>
    <w:p w14:paraId="2103845E" w14:textId="77777777" w:rsidR="00F422D3" w:rsidRPr="00C50C28" w:rsidRDefault="00F422D3" w:rsidP="005925DB">
      <w:pPr>
        <w:pStyle w:val="SoDTextbezslovn"/>
      </w:pPr>
      <w:r w:rsidRPr="000E03DC">
        <w:t>Příloha č. 4</w:t>
      </w:r>
      <w:r w:rsidRPr="000E03DC">
        <w:tab/>
      </w:r>
      <w:r w:rsidR="000E03DC">
        <w:t>NEOBSAZENO</w:t>
      </w:r>
    </w:p>
    <w:p w14:paraId="1EF9C438" w14:textId="77777777" w:rsidR="00F422D3" w:rsidRPr="00C50C28" w:rsidRDefault="00F422D3" w:rsidP="005925DB">
      <w:pPr>
        <w:pStyle w:val="SoDTextbezslovn"/>
      </w:pPr>
      <w:r w:rsidRPr="00C50C28">
        <w:t>Příloha č. 5</w:t>
      </w:r>
      <w:r w:rsidRPr="00C50C28">
        <w:tab/>
        <w:t>Smlouva o zpracování osobních údajů</w:t>
      </w:r>
    </w:p>
    <w:p w14:paraId="6EE9696A" w14:textId="77777777" w:rsidR="00F465D8" w:rsidRPr="00C50C28" w:rsidRDefault="00F465D8" w:rsidP="000B687A">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0B7DF5E1" w14:textId="77777777" w:rsidR="000E03DC" w:rsidRDefault="00F465D8" w:rsidP="00E328ED">
      <w:pPr>
        <w:pStyle w:val="SoDTextbezslovn"/>
        <w:ind w:left="2127" w:hanging="1673"/>
      </w:pPr>
      <w:r w:rsidRPr="00047AA6">
        <w:t>Příloha č. 7</w:t>
      </w:r>
      <w:r w:rsidRPr="00C50C28">
        <w:tab/>
      </w:r>
      <w:r w:rsidR="00047AA6" w:rsidRPr="00604936">
        <w:rPr>
          <w:highlight w:val="yellow"/>
        </w:rPr>
        <w:t>Zmocnění Vedoucího zhotovitele</w:t>
      </w:r>
      <w:r w:rsidR="00047AA6" w:rsidRPr="00604936">
        <w:rPr>
          <w:i/>
          <w:highlight w:val="yellow"/>
        </w:rPr>
        <w:t>;</w:t>
      </w:r>
      <w:r w:rsidR="00047AA6" w:rsidRPr="00604936">
        <w:rPr>
          <w:highlight w:val="yellow"/>
        </w:rPr>
        <w:t xml:space="preserve"> Rozsah participace na plnění předmětu Smlouvy o dílo</w:t>
      </w:r>
      <w:r w:rsidR="00047AA6" w:rsidRPr="00C50C28">
        <w:t xml:space="preserve"> </w:t>
      </w:r>
    </w:p>
    <w:p w14:paraId="7A4E81A4" w14:textId="77777777" w:rsidR="000E03DC" w:rsidRDefault="00F422D3" w:rsidP="005925DB">
      <w:pPr>
        <w:pStyle w:val="SoDTextbezslovn"/>
        <w:rPr>
          <w:color w:val="00B050"/>
        </w:rPr>
      </w:pPr>
      <w:r w:rsidRPr="00C96CA3">
        <w:t>Příloha č.</w:t>
      </w:r>
      <w:r w:rsidR="00973C20" w:rsidRPr="00C96CA3">
        <w:t xml:space="preserve"> </w:t>
      </w:r>
      <w:r w:rsidR="00F465D8" w:rsidRPr="00C96CA3">
        <w:t>8</w:t>
      </w:r>
      <w:r w:rsidR="00973C20" w:rsidRPr="00C96CA3">
        <w:tab/>
      </w:r>
      <w:r w:rsidR="000447E2" w:rsidRPr="00C96CA3">
        <w:t>NEOBSAZENO</w:t>
      </w:r>
    </w:p>
    <w:p w14:paraId="30D066AB" w14:textId="77777777" w:rsidR="000E03DC" w:rsidRDefault="00F422D3" w:rsidP="005925DB">
      <w:pPr>
        <w:pStyle w:val="SoDTextbezslovn"/>
        <w:rPr>
          <w:color w:val="00B050"/>
        </w:rPr>
      </w:pPr>
      <w:r w:rsidRPr="00F052C3">
        <w:t>Příloha č.</w:t>
      </w:r>
      <w:r w:rsidR="00F465D8" w:rsidRPr="00F052C3">
        <w:t xml:space="preserve"> 9</w:t>
      </w:r>
      <w:r w:rsidRPr="00F052C3">
        <w:tab/>
        <w:t xml:space="preserve">Žádost o poskytnutí zálohové platby </w:t>
      </w:r>
      <w:r w:rsidR="005C06CE">
        <w:rPr>
          <w:color w:val="00B050"/>
        </w:rPr>
        <w:t xml:space="preserve"> </w:t>
      </w:r>
    </w:p>
    <w:p w14:paraId="45FF6BC9" w14:textId="77777777" w:rsidR="000E03DC" w:rsidRDefault="00077CE2" w:rsidP="005925DB">
      <w:pPr>
        <w:pStyle w:val="SoDTextbezslovn"/>
      </w:pPr>
      <w:r w:rsidRPr="0062207C">
        <w:t>Příloha č.</w:t>
      </w:r>
      <w:r w:rsidR="000E03DC" w:rsidRPr="0062207C">
        <w:t xml:space="preserve"> </w:t>
      </w:r>
      <w:r w:rsidRPr="0062207C">
        <w:t>10</w:t>
      </w:r>
      <w:r w:rsidRPr="0062207C">
        <w:tab/>
        <w:t>BIM Protokol</w:t>
      </w:r>
      <w:r w:rsidRPr="00DA5988">
        <w:t xml:space="preserve"> </w:t>
      </w:r>
    </w:p>
    <w:p w14:paraId="588125AC" w14:textId="6C3DD657" w:rsidR="00312FF8" w:rsidRPr="008941D9" w:rsidRDefault="00DA5988" w:rsidP="00835D41">
      <w:pPr>
        <w:pStyle w:val="Textbezslovn"/>
        <w:ind w:left="2127" w:hanging="1701"/>
        <w:rPr>
          <w:color w:val="000000" w:themeColor="text1"/>
        </w:rPr>
      </w:pPr>
      <w:r>
        <w:t>Příloha č.</w:t>
      </w:r>
      <w:r w:rsidR="000E03DC">
        <w:t xml:space="preserve"> </w:t>
      </w:r>
      <w:r>
        <w:t>11</w:t>
      </w:r>
      <w:r w:rsidR="000E03DC">
        <w:tab/>
      </w:r>
      <w:r w:rsidR="00077CE2" w:rsidRPr="00DA5988">
        <w:t>Osvědčení</w:t>
      </w:r>
      <w:r>
        <w:t xml:space="preserve"> o řádném plnění veřejné zakázky </w:t>
      </w:r>
      <w:r w:rsidR="00312FF8" w:rsidRPr="00D70DE8">
        <w:t xml:space="preserve">(Osvědčení Správy železnic, státní organizace o řádném poskytnutí a dokončení stavebních prací) </w:t>
      </w:r>
    </w:p>
    <w:p w14:paraId="39F56422" w14:textId="77777777" w:rsidR="00F422D3" w:rsidRPr="00C50C28" w:rsidRDefault="00F422D3" w:rsidP="00F440A1">
      <w:pPr>
        <w:pStyle w:val="slovanseznam"/>
        <w:numPr>
          <w:ilvl w:val="0"/>
          <w:numId w:val="0"/>
        </w:numPr>
      </w:pPr>
    </w:p>
    <w:p w14:paraId="160F473E"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B761ADF" w14:textId="77777777" w:rsidR="00F422D3" w:rsidRPr="00C50C28" w:rsidRDefault="00F422D3" w:rsidP="009F0867">
      <w:pPr>
        <w:pStyle w:val="SoDTextbezodsazen"/>
      </w:pPr>
    </w:p>
    <w:p w14:paraId="1CF19510"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7AF03531" w14:textId="77777777" w:rsidR="00F422D3" w:rsidRPr="00C50C28" w:rsidRDefault="00F422D3" w:rsidP="009F0867">
      <w:pPr>
        <w:pStyle w:val="SoDTextbezodsazen"/>
      </w:pPr>
    </w:p>
    <w:p w14:paraId="6C358359" w14:textId="77777777" w:rsidR="00F422D3" w:rsidRPr="00C50C28" w:rsidRDefault="00F422D3" w:rsidP="009F0867">
      <w:pPr>
        <w:pStyle w:val="SoDTextbezodsazen"/>
      </w:pPr>
    </w:p>
    <w:p w14:paraId="5BFCD28F"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350A9F7E" w14:textId="77777777" w:rsidR="00765C2D" w:rsidRPr="00F43D42" w:rsidRDefault="00765C2D" w:rsidP="00765C2D">
      <w:pPr>
        <w:pStyle w:val="Textbezodsazen"/>
        <w:rPr>
          <w:b/>
        </w:rPr>
      </w:pPr>
      <w:r>
        <w:rPr>
          <w:b/>
        </w:rPr>
        <w:t xml:space="preserve">     </w:t>
      </w: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9575EB" w14:textId="77777777" w:rsidR="00765C2D" w:rsidRDefault="00765C2D" w:rsidP="00765C2D">
      <w:pPr>
        <w:pStyle w:val="Textbezodsazen"/>
        <w:spacing w:after="0"/>
      </w:pPr>
      <w:r>
        <w:t>náměstek GŘ pro modernizaci dráhy</w:t>
      </w:r>
      <w:r>
        <w:tab/>
      </w:r>
      <w:r>
        <w:tab/>
      </w:r>
      <w:r>
        <w:tab/>
      </w:r>
    </w:p>
    <w:p w14:paraId="47D9ADB5" w14:textId="77777777" w:rsidR="00765C2D" w:rsidRDefault="00765C2D" w:rsidP="00765C2D">
      <w:pPr>
        <w:pStyle w:val="Textbezodsazen"/>
        <w:spacing w:after="0"/>
      </w:pPr>
      <w:r>
        <w:t xml:space="preserve">  </w:t>
      </w:r>
      <w:r w:rsidRPr="000C2B01">
        <w:t>Správa železnic</w:t>
      </w:r>
      <w:r>
        <w:t>, státní organizace</w:t>
      </w:r>
    </w:p>
    <w:p w14:paraId="3A91882C" w14:textId="3351BD7C" w:rsidR="00CB4F6D" w:rsidRPr="00C50C28" w:rsidRDefault="00765C2D" w:rsidP="003543C0">
      <w:pPr>
        <w:pStyle w:val="SoDTextbezodsazen"/>
      </w:pPr>
      <w:r>
        <w:t xml:space="preserve">        (podepsáno elektronicky)</w:t>
      </w:r>
      <w:r w:rsidR="00CB4F6D" w:rsidRPr="00C50C28">
        <w:br w:type="page"/>
      </w:r>
    </w:p>
    <w:p w14:paraId="7C21CDE8"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7E539E3" w14:textId="77777777" w:rsidR="00CB4F6D" w:rsidRPr="005925DB" w:rsidRDefault="00CB4F6D" w:rsidP="005925DB">
      <w:pPr>
        <w:pStyle w:val="SoDNadpisbezsl1"/>
      </w:pPr>
      <w:r w:rsidRPr="005925DB">
        <w:lastRenderedPageBreak/>
        <w:t>Příloha č. 1</w:t>
      </w:r>
    </w:p>
    <w:p w14:paraId="6FEA9600" w14:textId="77777777" w:rsidR="00CB4F6D" w:rsidRPr="00F762A8" w:rsidRDefault="00CB4F6D" w:rsidP="00F762A8">
      <w:pPr>
        <w:pStyle w:val="SoDNadpisbezsl1-2"/>
      </w:pPr>
      <w:r w:rsidRPr="00F762A8">
        <w:t xml:space="preserve">Rekapitulace ceny dle Dopisu nabídky </w:t>
      </w:r>
    </w:p>
    <w:p w14:paraId="1589645B" w14:textId="77777777" w:rsidR="00B51939" w:rsidRPr="001F518E" w:rsidRDefault="00B51939" w:rsidP="00B51939">
      <w:pPr>
        <w:pStyle w:val="SoDTextbezodsazen"/>
      </w:pPr>
    </w:p>
    <w:p w14:paraId="52DBAF54"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0E2132A"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0C061072" w14:textId="77777777" w:rsidR="00B51939" w:rsidRPr="00A0271B" w:rsidRDefault="00B51939" w:rsidP="00747C0A">
      <w:pPr>
        <w:pStyle w:val="SoDTextbezodsazen"/>
      </w:pPr>
    </w:p>
    <w:p w14:paraId="5FB1A540" w14:textId="77777777" w:rsidR="007145F3" w:rsidRDefault="007145F3" w:rsidP="00CB4F6D">
      <w:pPr>
        <w:pStyle w:val="SoDTextbezodsazen"/>
      </w:pPr>
    </w:p>
    <w:p w14:paraId="3D1D7F29" w14:textId="77777777" w:rsidR="007145F3" w:rsidRDefault="007145F3" w:rsidP="00CB4F6D">
      <w:pPr>
        <w:pStyle w:val="SoDTextbezodsazen"/>
      </w:pPr>
    </w:p>
    <w:p w14:paraId="2FA42BDA" w14:textId="77777777" w:rsidR="00747C0A" w:rsidRDefault="00747C0A" w:rsidP="00CB4F6D">
      <w:pPr>
        <w:pStyle w:val="SoDTextbezodsazen"/>
      </w:pPr>
    </w:p>
    <w:p w14:paraId="48330982" w14:textId="77777777" w:rsidR="00747C0A" w:rsidRDefault="00747C0A" w:rsidP="00CB4F6D">
      <w:pPr>
        <w:pStyle w:val="SoDTextbezodsazen"/>
      </w:pPr>
    </w:p>
    <w:p w14:paraId="6900ACB8"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59EF0FA5" w14:textId="77777777" w:rsidR="00502690" w:rsidRPr="00B26902" w:rsidRDefault="00502690" w:rsidP="001B325A">
      <w:pPr>
        <w:pStyle w:val="SoDNadpisbezsl1"/>
      </w:pPr>
      <w:r w:rsidRPr="00B26902">
        <w:lastRenderedPageBreak/>
        <w:t>Příloha č. 2</w:t>
      </w:r>
    </w:p>
    <w:p w14:paraId="43380FFF"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58CA886B" w14:textId="77777777" w:rsidR="00CA52F9" w:rsidRPr="00CA52F9" w:rsidRDefault="00CA52F9" w:rsidP="005925DB">
      <w:pPr>
        <w:pStyle w:val="SoDTextbezodsazen"/>
      </w:pPr>
      <w:r>
        <w:t>(Pod-článek 6.9 Smluvních podmínek)</w:t>
      </w:r>
    </w:p>
    <w:p w14:paraId="6CE06874"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78142672"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38F7CE8A"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13CA71" w14:textId="77777777" w:rsidR="00502690" w:rsidRPr="00003F09" w:rsidRDefault="002038D5" w:rsidP="00003F09">
            <w:pPr>
              <w:pStyle w:val="SoDTabulka-Tun"/>
            </w:pPr>
            <w:r w:rsidRPr="00003F09">
              <w:t>Jméno a příjmení</w:t>
            </w:r>
          </w:p>
        </w:tc>
        <w:tc>
          <w:tcPr>
            <w:tcW w:w="5733" w:type="dxa"/>
          </w:tcPr>
          <w:p w14:paraId="6A4A2199"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36BABD1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BB4373" w14:textId="77777777" w:rsidR="00502690" w:rsidRPr="00F95FBD" w:rsidRDefault="002038D5" w:rsidP="002038D5">
            <w:pPr>
              <w:pStyle w:val="SoDTabulka"/>
            </w:pPr>
            <w:r w:rsidRPr="00F95FBD">
              <w:t>Adresa</w:t>
            </w:r>
          </w:p>
        </w:tc>
        <w:tc>
          <w:tcPr>
            <w:tcW w:w="5733" w:type="dxa"/>
          </w:tcPr>
          <w:p w14:paraId="4C1758E9"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AA4BA6"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F4B1AF" w14:textId="77777777" w:rsidR="002038D5" w:rsidRPr="00F95FBD" w:rsidRDefault="002038D5" w:rsidP="002038D5">
            <w:pPr>
              <w:pStyle w:val="SoDTabulka"/>
            </w:pPr>
            <w:r w:rsidRPr="00F95FBD">
              <w:t>E-mail</w:t>
            </w:r>
          </w:p>
        </w:tc>
        <w:tc>
          <w:tcPr>
            <w:tcW w:w="5733" w:type="dxa"/>
          </w:tcPr>
          <w:p w14:paraId="2A51655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46319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24CEE3" w14:textId="77777777" w:rsidR="002038D5" w:rsidRPr="00F95FBD" w:rsidRDefault="002038D5" w:rsidP="002038D5">
            <w:pPr>
              <w:pStyle w:val="SoDTabulka"/>
            </w:pPr>
            <w:r w:rsidRPr="00F95FBD">
              <w:t>Telefon</w:t>
            </w:r>
          </w:p>
        </w:tc>
        <w:tc>
          <w:tcPr>
            <w:tcW w:w="5733" w:type="dxa"/>
          </w:tcPr>
          <w:p w14:paraId="06219B0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E94EF6" w14:textId="77777777" w:rsidR="002038D5" w:rsidRPr="00F95FBD" w:rsidRDefault="002038D5" w:rsidP="00502690">
      <w:pPr>
        <w:pStyle w:val="SoDTextbezodsazen"/>
      </w:pPr>
    </w:p>
    <w:p w14:paraId="36871CC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75D20F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686106" w14:textId="77777777" w:rsidR="002038D5" w:rsidRPr="00003F09" w:rsidRDefault="002038D5" w:rsidP="00003F09">
            <w:pPr>
              <w:pStyle w:val="SoDTabulka-Tun"/>
            </w:pPr>
            <w:r w:rsidRPr="00003F09">
              <w:t>Jméno a příjmení</w:t>
            </w:r>
          </w:p>
        </w:tc>
        <w:tc>
          <w:tcPr>
            <w:tcW w:w="5733" w:type="dxa"/>
          </w:tcPr>
          <w:p w14:paraId="575F15B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66FD2C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6B84698" w14:textId="77777777" w:rsidR="002038D5" w:rsidRPr="00F95FBD" w:rsidRDefault="002038D5" w:rsidP="002038D5">
            <w:pPr>
              <w:pStyle w:val="SoDTabulka"/>
            </w:pPr>
            <w:r w:rsidRPr="00F95FBD">
              <w:t>Adresa</w:t>
            </w:r>
          </w:p>
        </w:tc>
        <w:tc>
          <w:tcPr>
            <w:tcW w:w="5733" w:type="dxa"/>
          </w:tcPr>
          <w:p w14:paraId="3678E18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99229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F4F521" w14:textId="77777777" w:rsidR="002038D5" w:rsidRPr="00F95FBD" w:rsidRDefault="002038D5" w:rsidP="002038D5">
            <w:pPr>
              <w:pStyle w:val="SoDTabulka"/>
            </w:pPr>
            <w:r w:rsidRPr="00F95FBD">
              <w:t>E-mail</w:t>
            </w:r>
          </w:p>
        </w:tc>
        <w:tc>
          <w:tcPr>
            <w:tcW w:w="5733" w:type="dxa"/>
          </w:tcPr>
          <w:p w14:paraId="426CC39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C959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D102C6" w14:textId="77777777" w:rsidR="002038D5" w:rsidRPr="00F95FBD" w:rsidRDefault="002038D5" w:rsidP="002038D5">
            <w:pPr>
              <w:pStyle w:val="SoDTabulka"/>
            </w:pPr>
            <w:r w:rsidRPr="00F95FBD">
              <w:t>Telefon</w:t>
            </w:r>
          </w:p>
        </w:tc>
        <w:tc>
          <w:tcPr>
            <w:tcW w:w="5733" w:type="dxa"/>
          </w:tcPr>
          <w:p w14:paraId="4F6452C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771FC8" w14:textId="77777777" w:rsidR="002038D5" w:rsidRPr="00F95FBD" w:rsidRDefault="002038D5" w:rsidP="002038D5">
      <w:pPr>
        <w:pStyle w:val="SoDTextbezodsazen"/>
      </w:pPr>
    </w:p>
    <w:p w14:paraId="460AF5F3"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1C5CF9B8"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2D8A5142" w14:textId="77777777" w:rsidR="002038D5" w:rsidRPr="00003F09" w:rsidRDefault="002038D5" w:rsidP="00003F09">
            <w:pPr>
              <w:pStyle w:val="SoDTabulka-Tun"/>
              <w:rPr>
                <w:b/>
              </w:rPr>
            </w:pPr>
            <w:r w:rsidRPr="00003F09">
              <w:rPr>
                <w:b/>
              </w:rPr>
              <w:t>Jméno a příjmení</w:t>
            </w:r>
          </w:p>
        </w:tc>
        <w:tc>
          <w:tcPr>
            <w:tcW w:w="5733" w:type="dxa"/>
          </w:tcPr>
          <w:p w14:paraId="2E5C0C9F"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7A3A509E" w14:textId="77777777" w:rsidTr="005925DB">
        <w:tc>
          <w:tcPr>
            <w:tcW w:w="3056" w:type="dxa"/>
          </w:tcPr>
          <w:p w14:paraId="35E4C609" w14:textId="77777777" w:rsidR="002038D5" w:rsidRPr="00F95FBD" w:rsidRDefault="002038D5" w:rsidP="002038D5">
            <w:pPr>
              <w:pStyle w:val="SoDTabulka"/>
            </w:pPr>
            <w:r w:rsidRPr="00F95FBD">
              <w:t>Adresa</w:t>
            </w:r>
          </w:p>
        </w:tc>
        <w:tc>
          <w:tcPr>
            <w:tcW w:w="5733" w:type="dxa"/>
          </w:tcPr>
          <w:p w14:paraId="248E17F8" w14:textId="77777777" w:rsidR="002038D5" w:rsidRPr="00F95FBD" w:rsidRDefault="002038D5" w:rsidP="002038D5">
            <w:pPr>
              <w:pStyle w:val="SoDTabulka"/>
            </w:pPr>
            <w:r w:rsidRPr="00F95FBD">
              <w:rPr>
                <w:highlight w:val="yellow"/>
              </w:rPr>
              <w:t>[VLOŽÍ ZHOTOVITEL]</w:t>
            </w:r>
          </w:p>
        </w:tc>
      </w:tr>
      <w:tr w:rsidR="002038D5" w:rsidRPr="00F95FBD" w14:paraId="508BD769" w14:textId="77777777" w:rsidTr="005925DB">
        <w:tc>
          <w:tcPr>
            <w:tcW w:w="3056" w:type="dxa"/>
          </w:tcPr>
          <w:p w14:paraId="2A33C133" w14:textId="77777777" w:rsidR="002038D5" w:rsidRPr="00F95FBD" w:rsidRDefault="002038D5" w:rsidP="002038D5">
            <w:pPr>
              <w:pStyle w:val="SoDTabulka"/>
            </w:pPr>
            <w:r w:rsidRPr="00F95FBD">
              <w:t>E-mail</w:t>
            </w:r>
          </w:p>
        </w:tc>
        <w:tc>
          <w:tcPr>
            <w:tcW w:w="5733" w:type="dxa"/>
          </w:tcPr>
          <w:p w14:paraId="1E87887D" w14:textId="77777777" w:rsidR="002038D5" w:rsidRPr="00F95FBD" w:rsidRDefault="002038D5" w:rsidP="002038D5">
            <w:pPr>
              <w:pStyle w:val="SoDTabulka"/>
            </w:pPr>
            <w:r w:rsidRPr="00F95FBD">
              <w:rPr>
                <w:highlight w:val="yellow"/>
              </w:rPr>
              <w:t>[VLOŽÍ ZHOTOVITEL]</w:t>
            </w:r>
          </w:p>
        </w:tc>
      </w:tr>
      <w:tr w:rsidR="002038D5" w:rsidRPr="00F95FBD" w14:paraId="00F8F775" w14:textId="77777777" w:rsidTr="005925DB">
        <w:tc>
          <w:tcPr>
            <w:tcW w:w="3056" w:type="dxa"/>
          </w:tcPr>
          <w:p w14:paraId="1FD3B33C" w14:textId="77777777" w:rsidR="002038D5" w:rsidRPr="00F95FBD" w:rsidRDefault="002038D5" w:rsidP="002038D5">
            <w:pPr>
              <w:pStyle w:val="SoDTabulka"/>
            </w:pPr>
            <w:r w:rsidRPr="00F95FBD">
              <w:t>Telefon</w:t>
            </w:r>
          </w:p>
        </w:tc>
        <w:tc>
          <w:tcPr>
            <w:tcW w:w="5733" w:type="dxa"/>
          </w:tcPr>
          <w:p w14:paraId="178FC157" w14:textId="77777777" w:rsidR="002038D5" w:rsidRPr="00F95FBD" w:rsidRDefault="002038D5" w:rsidP="002038D5">
            <w:pPr>
              <w:pStyle w:val="SoDTabulka"/>
            </w:pPr>
            <w:r w:rsidRPr="00F95FBD">
              <w:rPr>
                <w:highlight w:val="yellow"/>
              </w:rPr>
              <w:t>[VLOŽÍ ZHOTOVITEL]</w:t>
            </w:r>
          </w:p>
        </w:tc>
      </w:tr>
    </w:tbl>
    <w:p w14:paraId="6A39F69A" w14:textId="77777777" w:rsidR="002038D5" w:rsidRDefault="002038D5" w:rsidP="002038D5">
      <w:pPr>
        <w:pStyle w:val="SoDTextbezodsazen"/>
      </w:pPr>
    </w:p>
    <w:p w14:paraId="4CB66D8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0D93C0F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6E9C8FF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5E61B3" w14:textId="77777777" w:rsidR="002038D5" w:rsidRPr="00003F09" w:rsidRDefault="002038D5" w:rsidP="00003F09">
            <w:pPr>
              <w:pStyle w:val="SoDTabulka-Tun"/>
            </w:pPr>
            <w:r w:rsidRPr="00003F09">
              <w:t>Jméno a příjmení</w:t>
            </w:r>
          </w:p>
        </w:tc>
        <w:tc>
          <w:tcPr>
            <w:tcW w:w="5733" w:type="dxa"/>
          </w:tcPr>
          <w:p w14:paraId="57D7030B"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00E4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4AED51" w14:textId="77777777" w:rsidR="002038D5" w:rsidRPr="00F95FBD" w:rsidRDefault="002038D5" w:rsidP="002038D5">
            <w:pPr>
              <w:pStyle w:val="SoDTabulka"/>
            </w:pPr>
            <w:r w:rsidRPr="00F95FBD">
              <w:t>Adresa</w:t>
            </w:r>
          </w:p>
        </w:tc>
        <w:tc>
          <w:tcPr>
            <w:tcW w:w="5733" w:type="dxa"/>
          </w:tcPr>
          <w:p w14:paraId="607EEB1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A6514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5AFB3E" w14:textId="77777777" w:rsidR="002038D5" w:rsidRPr="00F95FBD" w:rsidRDefault="002038D5" w:rsidP="002038D5">
            <w:pPr>
              <w:pStyle w:val="SoDTabulka"/>
            </w:pPr>
            <w:r w:rsidRPr="00F95FBD">
              <w:t>E-mail</w:t>
            </w:r>
          </w:p>
        </w:tc>
        <w:tc>
          <w:tcPr>
            <w:tcW w:w="5733" w:type="dxa"/>
          </w:tcPr>
          <w:p w14:paraId="2065562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37EE2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8A2050" w14:textId="77777777" w:rsidR="002038D5" w:rsidRPr="00F95FBD" w:rsidRDefault="002038D5" w:rsidP="002038D5">
            <w:pPr>
              <w:pStyle w:val="SoDTabulka"/>
            </w:pPr>
            <w:r w:rsidRPr="00F95FBD">
              <w:t>Telefon</w:t>
            </w:r>
          </w:p>
        </w:tc>
        <w:tc>
          <w:tcPr>
            <w:tcW w:w="5733" w:type="dxa"/>
          </w:tcPr>
          <w:p w14:paraId="1306640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B936CC" w14:textId="77777777" w:rsidR="002038D5" w:rsidRPr="00F95FBD" w:rsidRDefault="002038D5" w:rsidP="002038D5">
      <w:pPr>
        <w:pStyle w:val="SoDTextbezodsazen"/>
      </w:pPr>
    </w:p>
    <w:p w14:paraId="57781317"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7CF27E1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81312C"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5B483A54"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35C6E3C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DBD619" w14:textId="77777777" w:rsidR="002038D5" w:rsidRPr="00F95FBD" w:rsidRDefault="002038D5" w:rsidP="002038D5">
            <w:pPr>
              <w:pStyle w:val="SoDTabulka"/>
            </w:pPr>
            <w:r w:rsidRPr="00F95FBD">
              <w:t>Adresa</w:t>
            </w:r>
          </w:p>
        </w:tc>
        <w:tc>
          <w:tcPr>
            <w:tcW w:w="5733" w:type="dxa"/>
          </w:tcPr>
          <w:p w14:paraId="75B181A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7477BC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1CADCC" w14:textId="77777777" w:rsidR="002038D5" w:rsidRPr="00F95FBD" w:rsidRDefault="002038D5" w:rsidP="002038D5">
            <w:pPr>
              <w:pStyle w:val="SoDTabulka"/>
            </w:pPr>
            <w:r w:rsidRPr="00F95FBD">
              <w:t>E-mail</w:t>
            </w:r>
          </w:p>
        </w:tc>
        <w:tc>
          <w:tcPr>
            <w:tcW w:w="5733" w:type="dxa"/>
          </w:tcPr>
          <w:p w14:paraId="29442B8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B12B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64DDBB" w14:textId="77777777" w:rsidR="002038D5" w:rsidRPr="00F95FBD" w:rsidRDefault="002038D5" w:rsidP="002038D5">
            <w:pPr>
              <w:pStyle w:val="SoDTabulka"/>
            </w:pPr>
            <w:r w:rsidRPr="00F95FBD">
              <w:t>Telefon</w:t>
            </w:r>
          </w:p>
        </w:tc>
        <w:tc>
          <w:tcPr>
            <w:tcW w:w="5733" w:type="dxa"/>
          </w:tcPr>
          <w:p w14:paraId="549B379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F1A4AF" w14:textId="77777777" w:rsidR="002038D5" w:rsidRPr="00F95FBD" w:rsidRDefault="002038D5" w:rsidP="002038D5">
      <w:pPr>
        <w:pStyle w:val="SoDTextbezodsazen"/>
      </w:pPr>
    </w:p>
    <w:p w14:paraId="2547BF9E" w14:textId="77777777"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2905822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8ED568" w14:textId="77777777" w:rsidR="002038D5" w:rsidRPr="00003F09" w:rsidRDefault="002038D5" w:rsidP="00B44265">
            <w:pPr>
              <w:pStyle w:val="SoDTabulka-Tun"/>
            </w:pPr>
            <w:r w:rsidRPr="00003F09">
              <w:t>Jméno a příjmení</w:t>
            </w:r>
          </w:p>
        </w:tc>
        <w:tc>
          <w:tcPr>
            <w:tcW w:w="5733" w:type="dxa"/>
          </w:tcPr>
          <w:p w14:paraId="1E9DDBC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18F3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5F5E6C" w14:textId="77777777" w:rsidR="002038D5" w:rsidRPr="00F95FBD" w:rsidRDefault="002038D5" w:rsidP="00F762A8">
            <w:pPr>
              <w:pStyle w:val="SoDTabulka"/>
              <w:keepNext/>
            </w:pPr>
            <w:r w:rsidRPr="00F95FBD">
              <w:t>Adresa</w:t>
            </w:r>
          </w:p>
        </w:tc>
        <w:tc>
          <w:tcPr>
            <w:tcW w:w="5733" w:type="dxa"/>
          </w:tcPr>
          <w:p w14:paraId="0CB634EC"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E300F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41CD43" w14:textId="77777777" w:rsidR="002038D5" w:rsidRPr="00F95FBD" w:rsidRDefault="002038D5" w:rsidP="00F762A8">
            <w:pPr>
              <w:pStyle w:val="SoDTabulka"/>
              <w:keepNext/>
            </w:pPr>
            <w:r w:rsidRPr="00F95FBD">
              <w:t>E-mail</w:t>
            </w:r>
          </w:p>
        </w:tc>
        <w:tc>
          <w:tcPr>
            <w:tcW w:w="5733" w:type="dxa"/>
          </w:tcPr>
          <w:p w14:paraId="1C6C6EC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F96F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A9E04C" w14:textId="77777777" w:rsidR="002038D5" w:rsidRPr="00F95FBD" w:rsidRDefault="002038D5" w:rsidP="00165977">
            <w:pPr>
              <w:pStyle w:val="SoDTabulka"/>
            </w:pPr>
            <w:r w:rsidRPr="00F95FBD">
              <w:t>Telefon</w:t>
            </w:r>
          </w:p>
        </w:tc>
        <w:tc>
          <w:tcPr>
            <w:tcW w:w="5733" w:type="dxa"/>
          </w:tcPr>
          <w:p w14:paraId="090E9D2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3F6B9B" w14:textId="77777777" w:rsidR="002038D5" w:rsidRPr="00F95FBD" w:rsidRDefault="002038D5" w:rsidP="00165977">
      <w:pPr>
        <w:pStyle w:val="SoDTabulka"/>
      </w:pPr>
    </w:p>
    <w:p w14:paraId="0B0FE60A" w14:textId="77777777" w:rsidR="002038D5" w:rsidRPr="00F95FBD" w:rsidRDefault="00165977" w:rsidP="00165977">
      <w:pPr>
        <w:pStyle w:val="SoDNadpistabulky"/>
        <w:rPr>
          <w:sz w:val="18"/>
          <w:szCs w:val="18"/>
        </w:rPr>
      </w:pPr>
      <w:r w:rsidRPr="00F95FBD">
        <w:rPr>
          <w:sz w:val="18"/>
          <w:szCs w:val="18"/>
        </w:rPr>
        <w:t xml:space="preserve">Specialista (vedoucí prací) na </w:t>
      </w:r>
      <w:r w:rsidR="009F0670">
        <w:rPr>
          <w:sz w:val="18"/>
          <w:szCs w:val="18"/>
        </w:rPr>
        <w:t>železniční</w:t>
      </w:r>
      <w:r w:rsidR="009F0670" w:rsidRPr="00F95FBD">
        <w:rPr>
          <w:sz w:val="18"/>
          <w:szCs w:val="18"/>
        </w:rPr>
        <w:t xml:space="preserve"> spodek</w:t>
      </w:r>
    </w:p>
    <w:tbl>
      <w:tblPr>
        <w:tblStyle w:val="TabulkaS-zahlzap"/>
        <w:tblW w:w="8789" w:type="dxa"/>
        <w:tblLook w:val="04A0" w:firstRow="1" w:lastRow="0" w:firstColumn="1" w:lastColumn="0" w:noHBand="0" w:noVBand="1"/>
      </w:tblPr>
      <w:tblGrid>
        <w:gridCol w:w="3056"/>
        <w:gridCol w:w="5733"/>
      </w:tblGrid>
      <w:tr w:rsidR="002038D5" w:rsidRPr="00003F09" w14:paraId="7299D80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F8C11B" w14:textId="77777777" w:rsidR="002038D5" w:rsidRPr="00003F09" w:rsidRDefault="002038D5" w:rsidP="00B44265">
            <w:pPr>
              <w:pStyle w:val="SoDTabulka-Tun"/>
            </w:pPr>
            <w:r w:rsidRPr="00003F09">
              <w:t>Jméno a příjmení</w:t>
            </w:r>
          </w:p>
        </w:tc>
        <w:tc>
          <w:tcPr>
            <w:tcW w:w="5733" w:type="dxa"/>
          </w:tcPr>
          <w:p w14:paraId="111520D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41DAC1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00A0E4" w14:textId="77777777" w:rsidR="002038D5" w:rsidRPr="00F95FBD" w:rsidRDefault="002038D5" w:rsidP="00165977">
            <w:pPr>
              <w:pStyle w:val="SoDTabulka"/>
            </w:pPr>
            <w:r w:rsidRPr="00F95FBD">
              <w:t>Adresa</w:t>
            </w:r>
          </w:p>
        </w:tc>
        <w:tc>
          <w:tcPr>
            <w:tcW w:w="5733" w:type="dxa"/>
          </w:tcPr>
          <w:p w14:paraId="1A290E7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93061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5F267F" w14:textId="77777777" w:rsidR="002038D5" w:rsidRPr="00F95FBD" w:rsidRDefault="002038D5" w:rsidP="00165977">
            <w:pPr>
              <w:pStyle w:val="SoDTabulka"/>
            </w:pPr>
            <w:r w:rsidRPr="00F95FBD">
              <w:t>E-mail</w:t>
            </w:r>
          </w:p>
        </w:tc>
        <w:tc>
          <w:tcPr>
            <w:tcW w:w="5733" w:type="dxa"/>
          </w:tcPr>
          <w:p w14:paraId="6A54CEE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01034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5D1F01" w14:textId="77777777" w:rsidR="002038D5" w:rsidRPr="00F95FBD" w:rsidRDefault="002038D5" w:rsidP="00165977">
            <w:pPr>
              <w:pStyle w:val="SoDTabulka"/>
            </w:pPr>
            <w:r w:rsidRPr="00F95FBD">
              <w:t>Telefon</w:t>
            </w:r>
          </w:p>
        </w:tc>
        <w:tc>
          <w:tcPr>
            <w:tcW w:w="5733" w:type="dxa"/>
          </w:tcPr>
          <w:p w14:paraId="287B5F3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E747AE" w14:textId="77777777" w:rsidR="002038D5" w:rsidRPr="00F95FBD" w:rsidRDefault="002038D5" w:rsidP="00165977">
      <w:pPr>
        <w:pStyle w:val="SoDTabulka"/>
      </w:pPr>
    </w:p>
    <w:p w14:paraId="00B5C158" w14:textId="77777777" w:rsidR="002038D5" w:rsidRPr="00F95FBD" w:rsidRDefault="00165977" w:rsidP="00165977">
      <w:pPr>
        <w:pStyle w:val="SoDNadpistabulky"/>
        <w:rPr>
          <w:sz w:val="18"/>
          <w:szCs w:val="18"/>
        </w:rPr>
      </w:pPr>
      <w:r w:rsidRPr="00F95FBD">
        <w:rPr>
          <w:sz w:val="18"/>
          <w:szCs w:val="18"/>
        </w:rPr>
        <w:t>Specialista (vedoucí prací</w:t>
      </w:r>
      <w:r w:rsidR="009F0670">
        <w:rPr>
          <w:sz w:val="18"/>
          <w:szCs w:val="18"/>
        </w:rPr>
        <w:t xml:space="preserve">) </w:t>
      </w:r>
      <w:r w:rsidRPr="00F95FBD">
        <w:rPr>
          <w:sz w:val="18"/>
          <w:szCs w:val="18"/>
        </w:rPr>
        <w:t>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3931E07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C70C5B" w14:textId="77777777" w:rsidR="002038D5" w:rsidRPr="00003F09" w:rsidRDefault="002038D5" w:rsidP="00B44265">
            <w:pPr>
              <w:pStyle w:val="SoDTabulka-Tun"/>
            </w:pPr>
            <w:r w:rsidRPr="00003F09">
              <w:t>Jméno a příjmení</w:t>
            </w:r>
          </w:p>
        </w:tc>
        <w:tc>
          <w:tcPr>
            <w:tcW w:w="5733" w:type="dxa"/>
          </w:tcPr>
          <w:p w14:paraId="0A31F28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48693B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7CEA48" w14:textId="77777777" w:rsidR="002038D5" w:rsidRPr="00F95FBD" w:rsidRDefault="002038D5" w:rsidP="00165977">
            <w:pPr>
              <w:pStyle w:val="SoDTabulka"/>
            </w:pPr>
            <w:r w:rsidRPr="00F95FBD">
              <w:t>Adresa</w:t>
            </w:r>
          </w:p>
        </w:tc>
        <w:tc>
          <w:tcPr>
            <w:tcW w:w="5733" w:type="dxa"/>
          </w:tcPr>
          <w:p w14:paraId="583496B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50AD7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DCC364" w14:textId="77777777" w:rsidR="002038D5" w:rsidRPr="00F95FBD" w:rsidRDefault="002038D5" w:rsidP="00165977">
            <w:pPr>
              <w:pStyle w:val="SoDTabulka"/>
            </w:pPr>
            <w:r w:rsidRPr="00F95FBD">
              <w:t>E-mail</w:t>
            </w:r>
          </w:p>
        </w:tc>
        <w:tc>
          <w:tcPr>
            <w:tcW w:w="5733" w:type="dxa"/>
          </w:tcPr>
          <w:p w14:paraId="5540C84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1E878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1BFF0D" w14:textId="77777777" w:rsidR="002038D5" w:rsidRPr="00F95FBD" w:rsidRDefault="002038D5" w:rsidP="00165977">
            <w:pPr>
              <w:pStyle w:val="SoDTabulka"/>
            </w:pPr>
            <w:r w:rsidRPr="00F95FBD">
              <w:t>Telefon</w:t>
            </w:r>
          </w:p>
        </w:tc>
        <w:tc>
          <w:tcPr>
            <w:tcW w:w="5733" w:type="dxa"/>
          </w:tcPr>
          <w:p w14:paraId="70149ED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4235C3" w14:textId="77777777" w:rsidR="002038D5" w:rsidRPr="00F95FBD" w:rsidRDefault="002038D5" w:rsidP="00165977">
      <w:pPr>
        <w:pStyle w:val="SoDTabulka"/>
      </w:pPr>
    </w:p>
    <w:p w14:paraId="2F154D03" w14:textId="77777777"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5D9EBF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383764" w14:textId="77777777" w:rsidR="002038D5" w:rsidRPr="00003F09" w:rsidRDefault="002038D5" w:rsidP="00B44265">
            <w:pPr>
              <w:pStyle w:val="SoDTabulka-Tun"/>
            </w:pPr>
            <w:r w:rsidRPr="00003F09">
              <w:t>Jméno a příjmení</w:t>
            </w:r>
          </w:p>
        </w:tc>
        <w:tc>
          <w:tcPr>
            <w:tcW w:w="5733" w:type="dxa"/>
          </w:tcPr>
          <w:p w14:paraId="0AB1E6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014C6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3DC1E9" w14:textId="77777777" w:rsidR="002038D5" w:rsidRPr="00F95FBD" w:rsidRDefault="002038D5" w:rsidP="00165977">
            <w:pPr>
              <w:pStyle w:val="SoDTabulka"/>
            </w:pPr>
            <w:r w:rsidRPr="00F95FBD">
              <w:t>Adresa</w:t>
            </w:r>
          </w:p>
        </w:tc>
        <w:tc>
          <w:tcPr>
            <w:tcW w:w="5733" w:type="dxa"/>
          </w:tcPr>
          <w:p w14:paraId="0044F26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3BA1B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127E65" w14:textId="77777777" w:rsidR="002038D5" w:rsidRPr="00F95FBD" w:rsidRDefault="002038D5" w:rsidP="00165977">
            <w:pPr>
              <w:pStyle w:val="SoDTabulka"/>
            </w:pPr>
            <w:r w:rsidRPr="00F95FBD">
              <w:t>E-mail</w:t>
            </w:r>
          </w:p>
        </w:tc>
        <w:tc>
          <w:tcPr>
            <w:tcW w:w="5733" w:type="dxa"/>
          </w:tcPr>
          <w:p w14:paraId="2887C92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BBC01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6B71809" w14:textId="77777777" w:rsidR="002038D5" w:rsidRPr="00F95FBD" w:rsidRDefault="002038D5" w:rsidP="00165977">
            <w:pPr>
              <w:pStyle w:val="SoDTabulka"/>
            </w:pPr>
            <w:r w:rsidRPr="00F95FBD">
              <w:t>Telefon</w:t>
            </w:r>
          </w:p>
        </w:tc>
        <w:tc>
          <w:tcPr>
            <w:tcW w:w="5733" w:type="dxa"/>
          </w:tcPr>
          <w:p w14:paraId="0921DA2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45692" w14:textId="77777777" w:rsidR="002038D5" w:rsidRDefault="002038D5" w:rsidP="00165977">
      <w:pPr>
        <w:pStyle w:val="SoDTabulka"/>
      </w:pPr>
    </w:p>
    <w:p w14:paraId="3239E566" w14:textId="77777777" w:rsidR="004A43F2" w:rsidRPr="00F95FBD" w:rsidRDefault="004A43F2" w:rsidP="004A43F2">
      <w:pPr>
        <w:pStyle w:val="SoDNadpistabulky"/>
        <w:rPr>
          <w:sz w:val="18"/>
          <w:szCs w:val="18"/>
        </w:rPr>
      </w:pPr>
      <w:r w:rsidRPr="00F95FBD">
        <w:rPr>
          <w:sz w:val="18"/>
          <w:szCs w:val="18"/>
        </w:rPr>
        <w:t xml:space="preserve">Specialista (vedoucí prací) </w:t>
      </w:r>
      <w:r w:rsidRPr="004A43F2">
        <w:rPr>
          <w:sz w:val="18"/>
          <w:szCs w:val="18"/>
        </w:rPr>
        <w:t>na sdělovací zařízení</w:t>
      </w:r>
    </w:p>
    <w:tbl>
      <w:tblPr>
        <w:tblStyle w:val="TabulkaS-zahlzap"/>
        <w:tblW w:w="8789" w:type="dxa"/>
        <w:tblLook w:val="04A0" w:firstRow="1" w:lastRow="0" w:firstColumn="1" w:lastColumn="0" w:noHBand="0" w:noVBand="1"/>
      </w:tblPr>
      <w:tblGrid>
        <w:gridCol w:w="3056"/>
        <w:gridCol w:w="5733"/>
      </w:tblGrid>
      <w:tr w:rsidR="004A43F2" w:rsidRPr="00003F09" w14:paraId="6FB06B59" w14:textId="77777777" w:rsidTr="00EA54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224308" w14:textId="77777777" w:rsidR="004A43F2" w:rsidRPr="00003F09" w:rsidRDefault="004A43F2" w:rsidP="00EA5430">
            <w:pPr>
              <w:pStyle w:val="SoDTabulka-Tun"/>
            </w:pPr>
            <w:r w:rsidRPr="00003F09">
              <w:t>Jméno a příjmení</w:t>
            </w:r>
          </w:p>
        </w:tc>
        <w:tc>
          <w:tcPr>
            <w:tcW w:w="5733" w:type="dxa"/>
          </w:tcPr>
          <w:p w14:paraId="277286F7" w14:textId="77777777" w:rsidR="004A43F2" w:rsidRPr="00003F09" w:rsidRDefault="004A43F2" w:rsidP="00EA5430">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A43F2" w:rsidRPr="00F95FBD" w14:paraId="48D14E43" w14:textId="77777777" w:rsidTr="00EA5430">
        <w:tc>
          <w:tcPr>
            <w:cnfStyle w:val="001000000000" w:firstRow="0" w:lastRow="0" w:firstColumn="1" w:lastColumn="0" w:oddVBand="0" w:evenVBand="0" w:oddHBand="0" w:evenHBand="0" w:firstRowFirstColumn="0" w:firstRowLastColumn="0" w:lastRowFirstColumn="0" w:lastRowLastColumn="0"/>
            <w:tcW w:w="3056" w:type="dxa"/>
          </w:tcPr>
          <w:p w14:paraId="5E132952" w14:textId="77777777" w:rsidR="004A43F2" w:rsidRPr="00F95FBD" w:rsidRDefault="004A43F2" w:rsidP="00EA5430">
            <w:pPr>
              <w:pStyle w:val="SoDTabulka"/>
            </w:pPr>
            <w:r w:rsidRPr="00F95FBD">
              <w:t>Adresa</w:t>
            </w:r>
          </w:p>
        </w:tc>
        <w:tc>
          <w:tcPr>
            <w:tcW w:w="5733" w:type="dxa"/>
          </w:tcPr>
          <w:p w14:paraId="20250F86" w14:textId="77777777" w:rsidR="004A43F2" w:rsidRPr="00F95FBD" w:rsidRDefault="004A43F2" w:rsidP="00EA543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A43F2" w:rsidRPr="00F95FBD" w14:paraId="23768717" w14:textId="77777777" w:rsidTr="00EA5430">
        <w:tc>
          <w:tcPr>
            <w:cnfStyle w:val="001000000000" w:firstRow="0" w:lastRow="0" w:firstColumn="1" w:lastColumn="0" w:oddVBand="0" w:evenVBand="0" w:oddHBand="0" w:evenHBand="0" w:firstRowFirstColumn="0" w:firstRowLastColumn="0" w:lastRowFirstColumn="0" w:lastRowLastColumn="0"/>
            <w:tcW w:w="3056" w:type="dxa"/>
          </w:tcPr>
          <w:p w14:paraId="20B43E3A" w14:textId="77777777" w:rsidR="004A43F2" w:rsidRPr="00F95FBD" w:rsidRDefault="004A43F2" w:rsidP="00EA5430">
            <w:pPr>
              <w:pStyle w:val="SoDTabulka"/>
              <w:keepNext/>
            </w:pPr>
            <w:r w:rsidRPr="00F95FBD">
              <w:t>E-mail</w:t>
            </w:r>
          </w:p>
        </w:tc>
        <w:tc>
          <w:tcPr>
            <w:tcW w:w="5733" w:type="dxa"/>
          </w:tcPr>
          <w:p w14:paraId="3DC40166" w14:textId="77777777" w:rsidR="004A43F2" w:rsidRPr="00F95FBD" w:rsidRDefault="004A43F2" w:rsidP="00EA5430">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A43F2" w:rsidRPr="00F95FBD" w14:paraId="7DC5B689" w14:textId="77777777" w:rsidTr="00EA5430">
        <w:tc>
          <w:tcPr>
            <w:cnfStyle w:val="001000000000" w:firstRow="0" w:lastRow="0" w:firstColumn="1" w:lastColumn="0" w:oddVBand="0" w:evenVBand="0" w:oddHBand="0" w:evenHBand="0" w:firstRowFirstColumn="0" w:firstRowLastColumn="0" w:lastRowFirstColumn="0" w:lastRowLastColumn="0"/>
            <w:tcW w:w="3056" w:type="dxa"/>
          </w:tcPr>
          <w:p w14:paraId="15293973" w14:textId="77777777" w:rsidR="004A43F2" w:rsidRPr="00F95FBD" w:rsidRDefault="004A43F2" w:rsidP="00EA5430">
            <w:pPr>
              <w:pStyle w:val="SoDTabulka"/>
            </w:pPr>
            <w:r w:rsidRPr="00F95FBD">
              <w:t>Telefon</w:t>
            </w:r>
          </w:p>
        </w:tc>
        <w:tc>
          <w:tcPr>
            <w:tcW w:w="5733" w:type="dxa"/>
          </w:tcPr>
          <w:p w14:paraId="698DBE2D" w14:textId="77777777" w:rsidR="004A43F2" w:rsidRPr="00F95FBD" w:rsidRDefault="004A43F2" w:rsidP="00EA543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89F15" w14:textId="77777777" w:rsidR="004A43F2" w:rsidRPr="00F95FBD" w:rsidRDefault="004A43F2" w:rsidP="00165977">
      <w:pPr>
        <w:pStyle w:val="SoDTabulka"/>
      </w:pPr>
    </w:p>
    <w:p w14:paraId="70FB9F19" w14:textId="6F80246F" w:rsidR="002038D5" w:rsidRPr="00F95FBD" w:rsidRDefault="00165977" w:rsidP="00EA056C">
      <w:pPr>
        <w:pStyle w:val="SoDNadpistabulky"/>
        <w:rPr>
          <w:sz w:val="18"/>
          <w:szCs w:val="18"/>
        </w:rPr>
      </w:pPr>
      <w:r w:rsidRPr="00F95FBD">
        <w:rPr>
          <w:sz w:val="18"/>
          <w:szCs w:val="18"/>
        </w:rPr>
        <w:t xml:space="preserve">Specialista (vedoucí prací) na trakční vedení </w:t>
      </w:r>
      <w:r w:rsidR="00B562B1">
        <w:rPr>
          <w:sz w:val="18"/>
          <w:szCs w:val="18"/>
        </w:rPr>
        <w:t>a silnoproud</w:t>
      </w:r>
    </w:p>
    <w:tbl>
      <w:tblPr>
        <w:tblStyle w:val="TabulkaS-zahlzap"/>
        <w:tblW w:w="8789" w:type="dxa"/>
        <w:tblLook w:val="04A0" w:firstRow="1" w:lastRow="0" w:firstColumn="1" w:lastColumn="0" w:noHBand="0" w:noVBand="1"/>
      </w:tblPr>
      <w:tblGrid>
        <w:gridCol w:w="3056"/>
        <w:gridCol w:w="5733"/>
      </w:tblGrid>
      <w:tr w:rsidR="002038D5" w:rsidRPr="00003F09" w14:paraId="0F3FA7F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138450" w14:textId="77777777" w:rsidR="002038D5" w:rsidRPr="00003F09" w:rsidRDefault="002038D5" w:rsidP="00B44265">
            <w:pPr>
              <w:pStyle w:val="SoDTabulka-Tun"/>
            </w:pPr>
            <w:r w:rsidRPr="00003F09">
              <w:t>Jméno a příjmení</w:t>
            </w:r>
          </w:p>
        </w:tc>
        <w:tc>
          <w:tcPr>
            <w:tcW w:w="5733" w:type="dxa"/>
          </w:tcPr>
          <w:p w14:paraId="07C798D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B62CE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1C25F1" w14:textId="77777777" w:rsidR="002038D5" w:rsidRPr="00F95FBD" w:rsidRDefault="002038D5" w:rsidP="00003F09">
            <w:pPr>
              <w:pStyle w:val="SoDTabulka"/>
            </w:pPr>
            <w:r w:rsidRPr="00F95FBD">
              <w:t>Adresa</w:t>
            </w:r>
          </w:p>
        </w:tc>
        <w:tc>
          <w:tcPr>
            <w:tcW w:w="5733" w:type="dxa"/>
          </w:tcPr>
          <w:p w14:paraId="0AE84319"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57046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93F44F" w14:textId="77777777" w:rsidR="002038D5" w:rsidRPr="00F95FBD" w:rsidRDefault="002038D5" w:rsidP="005925DB">
            <w:pPr>
              <w:pStyle w:val="SoDTabulka"/>
              <w:keepNext/>
            </w:pPr>
            <w:r w:rsidRPr="00F95FBD">
              <w:t>E-mail</w:t>
            </w:r>
          </w:p>
        </w:tc>
        <w:tc>
          <w:tcPr>
            <w:tcW w:w="5733" w:type="dxa"/>
          </w:tcPr>
          <w:p w14:paraId="0F1074A1"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AA0D2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50BAEE" w14:textId="77777777" w:rsidR="002038D5" w:rsidRPr="00F95FBD" w:rsidRDefault="002038D5" w:rsidP="00165977">
            <w:pPr>
              <w:pStyle w:val="SoDTabulka"/>
            </w:pPr>
            <w:r w:rsidRPr="00F95FBD">
              <w:t>Telefon</w:t>
            </w:r>
          </w:p>
        </w:tc>
        <w:tc>
          <w:tcPr>
            <w:tcW w:w="5733" w:type="dxa"/>
          </w:tcPr>
          <w:p w14:paraId="122042A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C7A779" w14:textId="77777777" w:rsidR="002038D5" w:rsidRPr="00F95FBD" w:rsidRDefault="002038D5" w:rsidP="00165977">
      <w:pPr>
        <w:pStyle w:val="SoDTabulka"/>
      </w:pPr>
    </w:p>
    <w:p w14:paraId="682A1C96" w14:textId="77777777" w:rsidR="002038D5" w:rsidRPr="00F95FBD" w:rsidRDefault="002038D5" w:rsidP="00165977">
      <w:pPr>
        <w:pStyle w:val="SoDTabulka"/>
      </w:pPr>
      <w:bookmarkStart w:id="1" w:name="_GoBack"/>
      <w:bookmarkEnd w:id="1"/>
    </w:p>
    <w:p w14:paraId="3297A054"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71BDEB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EE7753" w14:textId="77777777" w:rsidR="002038D5" w:rsidRPr="00B44265" w:rsidRDefault="002038D5" w:rsidP="00B44265">
            <w:pPr>
              <w:pStyle w:val="SoDTabulka-Tun"/>
            </w:pPr>
            <w:r w:rsidRPr="00B44265">
              <w:t>Jméno a příjmení</w:t>
            </w:r>
          </w:p>
        </w:tc>
        <w:tc>
          <w:tcPr>
            <w:tcW w:w="5733" w:type="dxa"/>
          </w:tcPr>
          <w:p w14:paraId="4064AFED"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68AEE23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E0D81A8" w14:textId="77777777" w:rsidR="002038D5" w:rsidRPr="00F95FBD" w:rsidRDefault="002038D5" w:rsidP="005925DB">
            <w:pPr>
              <w:pStyle w:val="SoDTabulka"/>
              <w:keepNext/>
            </w:pPr>
            <w:r w:rsidRPr="00F95FBD">
              <w:t>Adresa</w:t>
            </w:r>
          </w:p>
        </w:tc>
        <w:tc>
          <w:tcPr>
            <w:tcW w:w="5733" w:type="dxa"/>
          </w:tcPr>
          <w:p w14:paraId="0733C8E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9133E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2A3154" w14:textId="77777777" w:rsidR="002038D5" w:rsidRPr="00F95FBD" w:rsidRDefault="002038D5" w:rsidP="005925DB">
            <w:pPr>
              <w:pStyle w:val="SoDTabulka"/>
              <w:keepNext/>
            </w:pPr>
            <w:r w:rsidRPr="00F95FBD">
              <w:t>E-mail</w:t>
            </w:r>
          </w:p>
        </w:tc>
        <w:tc>
          <w:tcPr>
            <w:tcW w:w="5733" w:type="dxa"/>
          </w:tcPr>
          <w:p w14:paraId="25B31DF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CF883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819822" w14:textId="77777777" w:rsidR="002038D5" w:rsidRPr="00F95FBD" w:rsidRDefault="002038D5" w:rsidP="00165977">
            <w:pPr>
              <w:pStyle w:val="SoDTabulka"/>
            </w:pPr>
            <w:r w:rsidRPr="00F95FBD">
              <w:t>Telefon</w:t>
            </w:r>
          </w:p>
        </w:tc>
        <w:tc>
          <w:tcPr>
            <w:tcW w:w="5733" w:type="dxa"/>
          </w:tcPr>
          <w:p w14:paraId="0AB6416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51474" w14:textId="77777777" w:rsidR="00165977" w:rsidRPr="00F95FBD" w:rsidRDefault="00165977" w:rsidP="00165977">
      <w:pPr>
        <w:pStyle w:val="SoDTabulka"/>
      </w:pPr>
    </w:p>
    <w:p w14:paraId="6D7E756A"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C7D86C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6B4418" w14:textId="77777777" w:rsidR="00165977" w:rsidRPr="00B44265" w:rsidRDefault="00165977" w:rsidP="00B44265">
            <w:pPr>
              <w:pStyle w:val="SoDTabulka-Tun"/>
            </w:pPr>
            <w:r w:rsidRPr="00B44265">
              <w:t>Jméno a příjmení</w:t>
            </w:r>
          </w:p>
        </w:tc>
        <w:tc>
          <w:tcPr>
            <w:tcW w:w="5733" w:type="dxa"/>
          </w:tcPr>
          <w:p w14:paraId="59200570"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2C3795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A8927B" w14:textId="77777777" w:rsidR="00165977" w:rsidRPr="00F95FBD" w:rsidRDefault="00165977" w:rsidP="005925DB">
            <w:pPr>
              <w:pStyle w:val="SoDTabulka"/>
              <w:keepNext/>
            </w:pPr>
            <w:r w:rsidRPr="00F95FBD">
              <w:t>Adresa</w:t>
            </w:r>
          </w:p>
        </w:tc>
        <w:tc>
          <w:tcPr>
            <w:tcW w:w="5733" w:type="dxa"/>
          </w:tcPr>
          <w:p w14:paraId="7C083AC4"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92F52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1326D3" w14:textId="77777777" w:rsidR="00165977" w:rsidRPr="00F95FBD" w:rsidRDefault="00165977" w:rsidP="005925DB">
            <w:pPr>
              <w:pStyle w:val="SoDTabulka"/>
              <w:keepNext/>
            </w:pPr>
            <w:r w:rsidRPr="00F95FBD">
              <w:t>E-mail</w:t>
            </w:r>
          </w:p>
        </w:tc>
        <w:tc>
          <w:tcPr>
            <w:tcW w:w="5733" w:type="dxa"/>
          </w:tcPr>
          <w:p w14:paraId="79C517CF"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B6920A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6A47A2" w14:textId="77777777" w:rsidR="00165977" w:rsidRPr="00F95FBD" w:rsidRDefault="00165977" w:rsidP="00165977">
            <w:pPr>
              <w:pStyle w:val="SoDTabulka"/>
            </w:pPr>
            <w:r w:rsidRPr="00F95FBD">
              <w:t>Telefon</w:t>
            </w:r>
          </w:p>
        </w:tc>
        <w:tc>
          <w:tcPr>
            <w:tcW w:w="5733" w:type="dxa"/>
          </w:tcPr>
          <w:p w14:paraId="534AE61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17420D" w14:textId="77777777" w:rsidR="00165977" w:rsidRPr="00F95FBD" w:rsidRDefault="00165977" w:rsidP="00165977">
      <w:pPr>
        <w:pStyle w:val="SoDTabulka"/>
      </w:pPr>
    </w:p>
    <w:p w14:paraId="164D9F01" w14:textId="77777777" w:rsidR="00165977" w:rsidRPr="00F95FBD" w:rsidRDefault="00050EB1" w:rsidP="00165977">
      <w:pPr>
        <w:pStyle w:val="SoDNadpistabulky"/>
        <w:rPr>
          <w:sz w:val="18"/>
          <w:szCs w:val="18"/>
        </w:rPr>
      </w:pPr>
      <w:r>
        <w:rPr>
          <w:sz w:val="18"/>
          <w:szCs w:val="18"/>
        </w:rPr>
        <w:t>O</w:t>
      </w:r>
      <w:r w:rsidRPr="00050EB1">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241D315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D99845" w14:textId="77777777" w:rsidR="00165977" w:rsidRPr="00B44265" w:rsidRDefault="00165977" w:rsidP="00B44265">
            <w:pPr>
              <w:pStyle w:val="SoDTabulka-Tun"/>
            </w:pPr>
            <w:r w:rsidRPr="00B44265">
              <w:t>Jméno a příjmení</w:t>
            </w:r>
          </w:p>
        </w:tc>
        <w:tc>
          <w:tcPr>
            <w:tcW w:w="5733" w:type="dxa"/>
          </w:tcPr>
          <w:p w14:paraId="48B35DA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8C41AC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FB276F" w14:textId="77777777" w:rsidR="00165977" w:rsidRPr="00F95FBD" w:rsidRDefault="00165977" w:rsidP="00165977">
            <w:pPr>
              <w:pStyle w:val="SoDTabulka"/>
            </w:pPr>
            <w:r w:rsidRPr="00F95FBD">
              <w:t>Adresa</w:t>
            </w:r>
          </w:p>
        </w:tc>
        <w:tc>
          <w:tcPr>
            <w:tcW w:w="5733" w:type="dxa"/>
          </w:tcPr>
          <w:p w14:paraId="542489B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D80D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433FD2" w14:textId="77777777" w:rsidR="00165977" w:rsidRPr="00F95FBD" w:rsidRDefault="00165977" w:rsidP="00165977">
            <w:pPr>
              <w:pStyle w:val="SoDTabulka"/>
            </w:pPr>
            <w:r w:rsidRPr="00F95FBD">
              <w:t>E-mail</w:t>
            </w:r>
          </w:p>
        </w:tc>
        <w:tc>
          <w:tcPr>
            <w:tcW w:w="5733" w:type="dxa"/>
          </w:tcPr>
          <w:p w14:paraId="4CF42FB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77631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19CD8A8" w14:textId="77777777" w:rsidR="00165977" w:rsidRPr="00F95FBD" w:rsidRDefault="00165977" w:rsidP="00165977">
            <w:pPr>
              <w:pStyle w:val="SoDTabulka"/>
            </w:pPr>
            <w:r w:rsidRPr="00F95FBD">
              <w:t>Telefon</w:t>
            </w:r>
          </w:p>
        </w:tc>
        <w:tc>
          <w:tcPr>
            <w:tcW w:w="5733" w:type="dxa"/>
          </w:tcPr>
          <w:p w14:paraId="09307EA6"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208F4B" w14:textId="77777777" w:rsidR="00165977" w:rsidRPr="00F95FBD" w:rsidRDefault="00165977" w:rsidP="00165977">
      <w:pPr>
        <w:pStyle w:val="SoDTabulka"/>
      </w:pPr>
    </w:p>
    <w:p w14:paraId="6325FD58" w14:textId="77777777" w:rsidR="00050EB1" w:rsidRPr="00F95FBD" w:rsidRDefault="00050EB1" w:rsidP="00050EB1">
      <w:pPr>
        <w:pStyle w:val="SoDNadpistabulky"/>
        <w:rPr>
          <w:sz w:val="18"/>
          <w:szCs w:val="18"/>
        </w:rPr>
      </w:pPr>
      <w:r>
        <w:rPr>
          <w:sz w:val="18"/>
          <w:szCs w:val="18"/>
        </w:rPr>
        <w:t>O</w:t>
      </w:r>
      <w:r w:rsidRPr="00050EB1">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25415B9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515A6" w14:textId="77777777" w:rsidR="00165977" w:rsidRPr="00B44265" w:rsidRDefault="00165977" w:rsidP="00B44265">
            <w:pPr>
              <w:pStyle w:val="SoDTabulka-Tun"/>
            </w:pPr>
            <w:r w:rsidRPr="00B44265">
              <w:t>Jméno a příjmení</w:t>
            </w:r>
          </w:p>
        </w:tc>
        <w:tc>
          <w:tcPr>
            <w:tcW w:w="5733" w:type="dxa"/>
          </w:tcPr>
          <w:p w14:paraId="7DCC64BB"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28EF1DE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626014" w14:textId="77777777" w:rsidR="00165977" w:rsidRPr="00F95FBD" w:rsidRDefault="00165977" w:rsidP="00165977">
            <w:pPr>
              <w:pStyle w:val="SoDTabulka"/>
            </w:pPr>
            <w:r w:rsidRPr="00F95FBD">
              <w:t>Adresa</w:t>
            </w:r>
          </w:p>
        </w:tc>
        <w:tc>
          <w:tcPr>
            <w:tcW w:w="5733" w:type="dxa"/>
          </w:tcPr>
          <w:p w14:paraId="740CC50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3D784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5B96C3" w14:textId="77777777" w:rsidR="00165977" w:rsidRPr="00F95FBD" w:rsidRDefault="00165977" w:rsidP="00165977">
            <w:pPr>
              <w:pStyle w:val="SoDTabulka"/>
            </w:pPr>
            <w:r w:rsidRPr="00F95FBD">
              <w:t>E-mail</w:t>
            </w:r>
          </w:p>
        </w:tc>
        <w:tc>
          <w:tcPr>
            <w:tcW w:w="5733" w:type="dxa"/>
          </w:tcPr>
          <w:p w14:paraId="6CB3A13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203C53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3D0567" w14:textId="77777777" w:rsidR="00165977" w:rsidRPr="00F95FBD" w:rsidRDefault="00165977" w:rsidP="00165977">
            <w:pPr>
              <w:pStyle w:val="SoDTabulka"/>
            </w:pPr>
            <w:r w:rsidRPr="00F95FBD">
              <w:t>Telefon</w:t>
            </w:r>
          </w:p>
        </w:tc>
        <w:tc>
          <w:tcPr>
            <w:tcW w:w="5733" w:type="dxa"/>
          </w:tcPr>
          <w:p w14:paraId="7F051BA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B0C0B1" w14:textId="657D4186" w:rsidR="00DD16E3" w:rsidRDefault="00DD16E3" w:rsidP="00165977">
      <w:pPr>
        <w:pStyle w:val="SoDTabulka"/>
      </w:pPr>
    </w:p>
    <w:p w14:paraId="61264D81" w14:textId="3F014631" w:rsidR="00DD16E3" w:rsidRPr="008C1DED" w:rsidRDefault="00DD16E3" w:rsidP="00DD16E3">
      <w:pPr>
        <w:pStyle w:val="Nadpistabulky"/>
        <w:rPr>
          <w:sz w:val="18"/>
          <w:szCs w:val="18"/>
        </w:rPr>
      </w:pPr>
      <w:r w:rsidRPr="008C1DED">
        <w:rPr>
          <w:sz w:val="18"/>
          <w:szCs w:val="18"/>
        </w:rPr>
        <w:t>Koordinátor BIM</w:t>
      </w:r>
    </w:p>
    <w:tbl>
      <w:tblPr>
        <w:tblStyle w:val="Tabulka10"/>
        <w:tblW w:w="8868" w:type="dxa"/>
        <w:tblInd w:w="0" w:type="dxa"/>
        <w:tblLook w:val="04A0" w:firstRow="1" w:lastRow="0" w:firstColumn="1" w:lastColumn="0" w:noHBand="0" w:noVBand="1"/>
      </w:tblPr>
      <w:tblGrid>
        <w:gridCol w:w="3056"/>
        <w:gridCol w:w="5812"/>
      </w:tblGrid>
      <w:tr w:rsidR="00DD16E3" w:rsidRPr="008C1DED" w14:paraId="697888F5" w14:textId="77777777" w:rsidTr="00934A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784809" w14:textId="77777777" w:rsidR="00DD16E3" w:rsidRPr="008C1DED" w:rsidRDefault="00DD16E3" w:rsidP="00DD16E3">
            <w:pPr>
              <w:pStyle w:val="Tabulka"/>
              <w:rPr>
                <w:rStyle w:val="Nadpisvtabulce"/>
              </w:rPr>
            </w:pPr>
            <w:r w:rsidRPr="008C1DED">
              <w:rPr>
                <w:rStyle w:val="Nadpisvtabulce"/>
              </w:rPr>
              <w:t>Jméno a příjmení</w:t>
            </w:r>
          </w:p>
        </w:tc>
        <w:tc>
          <w:tcPr>
            <w:tcW w:w="5812" w:type="dxa"/>
          </w:tcPr>
          <w:p w14:paraId="42704E4C" w14:textId="77777777" w:rsidR="00DD16E3" w:rsidRPr="008C1DED" w:rsidRDefault="00DD16E3" w:rsidP="00DD16E3">
            <w:pPr>
              <w:pStyle w:val="Tabulka"/>
              <w:cnfStyle w:val="100000000000" w:firstRow="1" w:lastRow="0" w:firstColumn="0" w:lastColumn="0" w:oddVBand="0" w:evenVBand="0" w:oddHBand="0" w:evenHBand="0" w:firstRowFirstColumn="0" w:firstRowLastColumn="0" w:lastRowFirstColumn="0" w:lastRowLastColumn="0"/>
              <w:rPr>
                <w:b/>
              </w:rPr>
            </w:pPr>
            <w:r w:rsidRPr="008C1DED">
              <w:rPr>
                <w:b/>
                <w:highlight w:val="yellow"/>
              </w:rPr>
              <w:t>[VLOŽÍ ZHOTOVITEL]</w:t>
            </w:r>
          </w:p>
        </w:tc>
      </w:tr>
      <w:tr w:rsidR="00DD16E3" w:rsidRPr="008C1DED" w14:paraId="36C71876" w14:textId="77777777" w:rsidTr="00934AB5">
        <w:tc>
          <w:tcPr>
            <w:cnfStyle w:val="001000000000" w:firstRow="0" w:lastRow="0" w:firstColumn="1" w:lastColumn="0" w:oddVBand="0" w:evenVBand="0" w:oddHBand="0" w:evenHBand="0" w:firstRowFirstColumn="0" w:firstRowLastColumn="0" w:lastRowFirstColumn="0" w:lastRowLastColumn="0"/>
            <w:tcW w:w="3056" w:type="dxa"/>
          </w:tcPr>
          <w:p w14:paraId="502B068E" w14:textId="77777777" w:rsidR="00DD16E3" w:rsidRPr="008C1DED" w:rsidRDefault="00DD16E3" w:rsidP="00DD16E3">
            <w:pPr>
              <w:pStyle w:val="Tabulka"/>
            </w:pPr>
            <w:r w:rsidRPr="008C1DED">
              <w:t>Adresa</w:t>
            </w:r>
          </w:p>
        </w:tc>
        <w:tc>
          <w:tcPr>
            <w:tcW w:w="5812" w:type="dxa"/>
          </w:tcPr>
          <w:p w14:paraId="1DA7507A" w14:textId="77777777" w:rsidR="00DD16E3" w:rsidRPr="008C1DED" w:rsidRDefault="00DD16E3" w:rsidP="00DD16E3">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r w:rsidR="00DD16E3" w:rsidRPr="008C1DED" w14:paraId="5FCCC8DA" w14:textId="77777777" w:rsidTr="00934AB5">
        <w:tc>
          <w:tcPr>
            <w:cnfStyle w:val="001000000000" w:firstRow="0" w:lastRow="0" w:firstColumn="1" w:lastColumn="0" w:oddVBand="0" w:evenVBand="0" w:oddHBand="0" w:evenHBand="0" w:firstRowFirstColumn="0" w:firstRowLastColumn="0" w:lastRowFirstColumn="0" w:lastRowLastColumn="0"/>
            <w:tcW w:w="3056" w:type="dxa"/>
          </w:tcPr>
          <w:p w14:paraId="0F022CEE" w14:textId="77777777" w:rsidR="00DD16E3" w:rsidRPr="008C1DED" w:rsidRDefault="00DD16E3" w:rsidP="00DD16E3">
            <w:pPr>
              <w:pStyle w:val="Tabulka"/>
            </w:pPr>
            <w:r w:rsidRPr="008C1DED">
              <w:t>E-mail</w:t>
            </w:r>
          </w:p>
        </w:tc>
        <w:tc>
          <w:tcPr>
            <w:tcW w:w="5812" w:type="dxa"/>
          </w:tcPr>
          <w:p w14:paraId="61825391" w14:textId="77777777" w:rsidR="00DD16E3" w:rsidRPr="008C1DED" w:rsidRDefault="00DD16E3" w:rsidP="00DD16E3">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r w:rsidR="00DD16E3" w:rsidRPr="008C1DED" w14:paraId="3087C946" w14:textId="77777777" w:rsidTr="00934AB5">
        <w:tc>
          <w:tcPr>
            <w:cnfStyle w:val="001000000000" w:firstRow="0" w:lastRow="0" w:firstColumn="1" w:lastColumn="0" w:oddVBand="0" w:evenVBand="0" w:oddHBand="0" w:evenHBand="0" w:firstRowFirstColumn="0" w:firstRowLastColumn="0" w:lastRowFirstColumn="0" w:lastRowLastColumn="0"/>
            <w:tcW w:w="3056" w:type="dxa"/>
          </w:tcPr>
          <w:p w14:paraId="4E42319B" w14:textId="77777777" w:rsidR="00DD16E3" w:rsidRPr="008C1DED" w:rsidRDefault="00DD16E3" w:rsidP="00DD16E3">
            <w:pPr>
              <w:pStyle w:val="Tabulka"/>
            </w:pPr>
            <w:r w:rsidRPr="008C1DED">
              <w:t>Telefon</w:t>
            </w:r>
          </w:p>
        </w:tc>
        <w:tc>
          <w:tcPr>
            <w:tcW w:w="5812" w:type="dxa"/>
          </w:tcPr>
          <w:p w14:paraId="5C75DC0D" w14:textId="77777777" w:rsidR="00DD16E3" w:rsidRPr="008C1DED" w:rsidRDefault="00DD16E3" w:rsidP="00DD16E3">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bl>
    <w:p w14:paraId="64414125" w14:textId="77777777" w:rsidR="00DD16E3" w:rsidRPr="008C1DED" w:rsidRDefault="00DD16E3" w:rsidP="00DD16E3">
      <w:pPr>
        <w:pStyle w:val="Tabulka"/>
      </w:pPr>
    </w:p>
    <w:p w14:paraId="366D038E" w14:textId="77777777" w:rsidR="00DD16E3" w:rsidRPr="008C1DED" w:rsidRDefault="00DD16E3" w:rsidP="00DD16E3">
      <w:pPr>
        <w:pStyle w:val="Nadpistabulky"/>
        <w:rPr>
          <w:sz w:val="18"/>
          <w:szCs w:val="18"/>
        </w:rPr>
      </w:pPr>
      <w:r w:rsidRPr="008C1DED">
        <w:rPr>
          <w:sz w:val="18"/>
          <w:szCs w:val="18"/>
        </w:rPr>
        <w:t>Manažer informací</w:t>
      </w:r>
    </w:p>
    <w:tbl>
      <w:tblPr>
        <w:tblStyle w:val="Tabulka10"/>
        <w:tblW w:w="8868" w:type="dxa"/>
        <w:tblInd w:w="0" w:type="dxa"/>
        <w:tblLook w:val="04A0" w:firstRow="1" w:lastRow="0" w:firstColumn="1" w:lastColumn="0" w:noHBand="0" w:noVBand="1"/>
      </w:tblPr>
      <w:tblGrid>
        <w:gridCol w:w="3056"/>
        <w:gridCol w:w="5812"/>
      </w:tblGrid>
      <w:tr w:rsidR="00DD16E3" w:rsidRPr="008C1DED" w14:paraId="097FDA75" w14:textId="77777777" w:rsidTr="00573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2E33A2" w14:textId="77777777" w:rsidR="00DD16E3" w:rsidRPr="008C1DED" w:rsidRDefault="00DD16E3" w:rsidP="00DD16E3">
            <w:pPr>
              <w:pStyle w:val="Tabulka"/>
              <w:rPr>
                <w:rStyle w:val="Nadpisvtabulce"/>
              </w:rPr>
            </w:pPr>
            <w:r w:rsidRPr="008C1DED">
              <w:rPr>
                <w:rStyle w:val="Nadpisvtabulce"/>
              </w:rPr>
              <w:t>Jméno a příjmení</w:t>
            </w:r>
          </w:p>
        </w:tc>
        <w:tc>
          <w:tcPr>
            <w:tcW w:w="5812" w:type="dxa"/>
          </w:tcPr>
          <w:p w14:paraId="7A7F878B" w14:textId="77777777" w:rsidR="00DD16E3" w:rsidRPr="008C1DED" w:rsidRDefault="00DD16E3" w:rsidP="00DD16E3">
            <w:pPr>
              <w:pStyle w:val="Tabulka"/>
              <w:cnfStyle w:val="100000000000" w:firstRow="1" w:lastRow="0" w:firstColumn="0" w:lastColumn="0" w:oddVBand="0" w:evenVBand="0" w:oddHBand="0" w:evenHBand="0" w:firstRowFirstColumn="0" w:firstRowLastColumn="0" w:lastRowFirstColumn="0" w:lastRowLastColumn="0"/>
              <w:rPr>
                <w:b/>
              </w:rPr>
            </w:pPr>
            <w:r w:rsidRPr="008C1DED">
              <w:rPr>
                <w:b/>
                <w:highlight w:val="yellow"/>
              </w:rPr>
              <w:t>[VLOŽÍ ZHOTOVITEL]</w:t>
            </w:r>
            <w:r w:rsidRPr="008C1DED">
              <w:rPr>
                <w:b/>
              </w:rPr>
              <w:t xml:space="preserve"> </w:t>
            </w:r>
          </w:p>
        </w:tc>
      </w:tr>
      <w:tr w:rsidR="00DD16E3" w:rsidRPr="008C1DED" w14:paraId="3861EDCB" w14:textId="77777777" w:rsidTr="0057314F">
        <w:tc>
          <w:tcPr>
            <w:cnfStyle w:val="001000000000" w:firstRow="0" w:lastRow="0" w:firstColumn="1" w:lastColumn="0" w:oddVBand="0" w:evenVBand="0" w:oddHBand="0" w:evenHBand="0" w:firstRowFirstColumn="0" w:firstRowLastColumn="0" w:lastRowFirstColumn="0" w:lastRowLastColumn="0"/>
            <w:tcW w:w="3056" w:type="dxa"/>
          </w:tcPr>
          <w:p w14:paraId="08EC70D5" w14:textId="77777777" w:rsidR="00DD16E3" w:rsidRPr="008C1DED" w:rsidRDefault="00DD16E3" w:rsidP="00DD16E3">
            <w:pPr>
              <w:pStyle w:val="Tabulka"/>
            </w:pPr>
            <w:r w:rsidRPr="008C1DED">
              <w:t>Adresa</w:t>
            </w:r>
          </w:p>
        </w:tc>
        <w:tc>
          <w:tcPr>
            <w:tcW w:w="5812" w:type="dxa"/>
          </w:tcPr>
          <w:p w14:paraId="71B142F0" w14:textId="77777777" w:rsidR="00DD16E3" w:rsidRPr="008C1DED" w:rsidRDefault="00DD16E3" w:rsidP="00DD16E3">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r w:rsidR="00DD16E3" w:rsidRPr="008C1DED" w14:paraId="6A1072B5" w14:textId="77777777" w:rsidTr="0057314F">
        <w:tc>
          <w:tcPr>
            <w:cnfStyle w:val="001000000000" w:firstRow="0" w:lastRow="0" w:firstColumn="1" w:lastColumn="0" w:oddVBand="0" w:evenVBand="0" w:oddHBand="0" w:evenHBand="0" w:firstRowFirstColumn="0" w:firstRowLastColumn="0" w:lastRowFirstColumn="0" w:lastRowLastColumn="0"/>
            <w:tcW w:w="3056" w:type="dxa"/>
          </w:tcPr>
          <w:p w14:paraId="1FEC6149" w14:textId="77777777" w:rsidR="00DD16E3" w:rsidRPr="008C1DED" w:rsidRDefault="00DD16E3" w:rsidP="00DD16E3">
            <w:pPr>
              <w:pStyle w:val="Tabulka"/>
            </w:pPr>
            <w:r w:rsidRPr="008C1DED">
              <w:t>E-mail</w:t>
            </w:r>
          </w:p>
        </w:tc>
        <w:tc>
          <w:tcPr>
            <w:tcW w:w="5812" w:type="dxa"/>
          </w:tcPr>
          <w:p w14:paraId="4A5CED82" w14:textId="77777777" w:rsidR="00DD16E3" w:rsidRPr="008C1DED" w:rsidRDefault="00DD16E3" w:rsidP="00DD16E3">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r w:rsidR="00DD16E3" w:rsidRPr="008C1DED" w14:paraId="0EFB1682" w14:textId="77777777" w:rsidTr="0057314F">
        <w:tc>
          <w:tcPr>
            <w:cnfStyle w:val="001000000000" w:firstRow="0" w:lastRow="0" w:firstColumn="1" w:lastColumn="0" w:oddVBand="0" w:evenVBand="0" w:oddHBand="0" w:evenHBand="0" w:firstRowFirstColumn="0" w:firstRowLastColumn="0" w:lastRowFirstColumn="0" w:lastRowLastColumn="0"/>
            <w:tcW w:w="3056" w:type="dxa"/>
          </w:tcPr>
          <w:p w14:paraId="140D8BD5" w14:textId="77777777" w:rsidR="00DD16E3" w:rsidRPr="008C1DED" w:rsidRDefault="00DD16E3" w:rsidP="00DD16E3">
            <w:pPr>
              <w:pStyle w:val="Tabulka"/>
            </w:pPr>
            <w:r w:rsidRPr="008C1DED">
              <w:t>Telefon</w:t>
            </w:r>
          </w:p>
        </w:tc>
        <w:tc>
          <w:tcPr>
            <w:tcW w:w="5812" w:type="dxa"/>
          </w:tcPr>
          <w:p w14:paraId="66BA2A71" w14:textId="77777777" w:rsidR="00DD16E3" w:rsidRPr="008C1DED" w:rsidRDefault="00DD16E3" w:rsidP="00DD16E3">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bl>
    <w:p w14:paraId="11478CB9" w14:textId="77777777" w:rsidR="00F95FBD" w:rsidRPr="00DD16E3" w:rsidRDefault="00F95FBD" w:rsidP="00934AB5">
      <w:pPr>
        <w:sectPr w:rsidR="00F95FBD" w:rsidRPr="00DD16E3"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8DD229D" w14:textId="77777777" w:rsidR="00F95FBD" w:rsidRDefault="00F95FBD" w:rsidP="001B325A">
      <w:pPr>
        <w:pStyle w:val="SoDNadpisbezsl1"/>
      </w:pPr>
      <w:r>
        <w:lastRenderedPageBreak/>
        <w:t>Příloha č. 3</w:t>
      </w:r>
    </w:p>
    <w:p w14:paraId="6685C97C" w14:textId="77777777" w:rsidR="00F95FBD" w:rsidRDefault="00F95FBD" w:rsidP="00F762A8">
      <w:pPr>
        <w:pStyle w:val="SoDNadpisbezsl1-2"/>
      </w:pPr>
      <w:r>
        <w:t>Seznam poddodavatelů</w:t>
      </w:r>
    </w:p>
    <w:p w14:paraId="358F7BD4"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048739A9"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C8E4F6D" w14:textId="77777777" w:rsidR="00F95FBD" w:rsidRPr="00F95FBD" w:rsidRDefault="00F95FBD" w:rsidP="00F762A8">
            <w:pPr>
              <w:pStyle w:val="SoDTabulka"/>
              <w:rPr>
                <w:rStyle w:val="Nadpisvtabulce"/>
              </w:rPr>
            </w:pPr>
            <w:r w:rsidRPr="00F95FBD">
              <w:rPr>
                <w:rStyle w:val="Nadpisvtabulce"/>
              </w:rPr>
              <w:t>Identifikace poddodavatele</w:t>
            </w:r>
          </w:p>
          <w:p w14:paraId="5A89F983"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7A360C8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68B6D24"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2DE6A651"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16EB6981"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2BBBFC4" w14:textId="77777777" w:rsidR="00F95FBD" w:rsidRPr="00F95FBD" w:rsidRDefault="00F95FBD" w:rsidP="004E6233">
            <w:pPr>
              <w:pStyle w:val="SoDTabulka"/>
            </w:pPr>
            <w:r w:rsidRPr="00F95FBD">
              <w:rPr>
                <w:highlight w:val="yellow"/>
              </w:rPr>
              <w:t>[VLOŽÍ ZHOTOVITEL]</w:t>
            </w:r>
          </w:p>
        </w:tc>
        <w:tc>
          <w:tcPr>
            <w:tcW w:w="3402" w:type="dxa"/>
          </w:tcPr>
          <w:p w14:paraId="07B8A4F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19D344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FF87B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03B27F1" w14:textId="77777777" w:rsidR="00F95FBD" w:rsidRPr="00F95FBD" w:rsidRDefault="00F95FBD" w:rsidP="004E6233">
            <w:pPr>
              <w:pStyle w:val="SoDTabulka"/>
            </w:pPr>
            <w:r w:rsidRPr="00F95FBD">
              <w:rPr>
                <w:highlight w:val="yellow"/>
              </w:rPr>
              <w:t>[VLOŽÍ ZHOTOVITEL]</w:t>
            </w:r>
          </w:p>
        </w:tc>
        <w:tc>
          <w:tcPr>
            <w:tcW w:w="3402" w:type="dxa"/>
          </w:tcPr>
          <w:p w14:paraId="58783D9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7DF990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E26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105C129" w14:textId="77777777" w:rsidR="00F95FBD" w:rsidRPr="00F95FBD" w:rsidRDefault="00F95FBD" w:rsidP="004E6233">
            <w:pPr>
              <w:pStyle w:val="SoDTabulka"/>
            </w:pPr>
            <w:r w:rsidRPr="00F95FBD">
              <w:rPr>
                <w:highlight w:val="yellow"/>
              </w:rPr>
              <w:t>[VLOŽÍ ZHOTOVITEL]</w:t>
            </w:r>
          </w:p>
        </w:tc>
        <w:tc>
          <w:tcPr>
            <w:tcW w:w="3402" w:type="dxa"/>
          </w:tcPr>
          <w:p w14:paraId="74D0015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AD0FA7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F41EB7" w14:textId="77777777" w:rsidR="00F95FBD" w:rsidRPr="00F95FBD" w:rsidRDefault="00F95FBD" w:rsidP="001F5F37">
      <w:pPr>
        <w:pStyle w:val="SoDTextbezodsazen"/>
      </w:pPr>
    </w:p>
    <w:p w14:paraId="6E4B2905" w14:textId="77777777" w:rsidR="007E0D11" w:rsidRDefault="007E0D11" w:rsidP="001F5F37">
      <w:pPr>
        <w:pStyle w:val="SoDTextbezodsazen"/>
      </w:pPr>
    </w:p>
    <w:p w14:paraId="54719D26" w14:textId="77777777" w:rsidR="007E0D11" w:rsidRDefault="007E0D11" w:rsidP="001F5F37">
      <w:pPr>
        <w:pStyle w:val="SoDTextbezodsazen"/>
      </w:pPr>
    </w:p>
    <w:p w14:paraId="25A6B038" w14:textId="77777777" w:rsidR="007E0D11" w:rsidRDefault="007E0D11" w:rsidP="001F5F37">
      <w:pPr>
        <w:pStyle w:val="SoDTextbezodsazen"/>
      </w:pPr>
    </w:p>
    <w:p w14:paraId="06C32006" w14:textId="77777777" w:rsidR="007E0D11" w:rsidRDefault="007E0D11" w:rsidP="001F5F37">
      <w:pPr>
        <w:pStyle w:val="SoDTextbezodsazen"/>
      </w:pPr>
    </w:p>
    <w:p w14:paraId="06B04B31" w14:textId="77777777" w:rsidR="007E0D11" w:rsidRDefault="007E0D11" w:rsidP="001F5F37">
      <w:pPr>
        <w:pStyle w:val="SoDTextbezodsazen"/>
      </w:pPr>
    </w:p>
    <w:p w14:paraId="34415571" w14:textId="77777777" w:rsidR="00F95FBD" w:rsidRDefault="00F95FBD" w:rsidP="001F5F37">
      <w:pPr>
        <w:pStyle w:val="SoDTextbezodsazen"/>
      </w:pPr>
    </w:p>
    <w:p w14:paraId="4977A432"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DE2EB55" w14:textId="77777777" w:rsidR="00F762A8" w:rsidRDefault="00F762A8" w:rsidP="00F762A8">
      <w:pPr>
        <w:pStyle w:val="SoDNadpisbezsl1"/>
      </w:pPr>
      <w:r>
        <w:lastRenderedPageBreak/>
        <w:t>Příloha č. 4</w:t>
      </w:r>
    </w:p>
    <w:p w14:paraId="556AD533" w14:textId="77777777" w:rsidR="00F762A8" w:rsidRDefault="000E03DC" w:rsidP="00F762A8">
      <w:pPr>
        <w:pStyle w:val="SoDTextbezodsazen"/>
      </w:pPr>
      <w:r>
        <w:t>NEOBSAZENO</w:t>
      </w:r>
      <w:r w:rsidDel="000E03DC">
        <w:t xml:space="preserve"> </w:t>
      </w:r>
    </w:p>
    <w:p w14:paraId="7E81DDA4" w14:textId="77777777" w:rsidR="00224437" w:rsidRDefault="00224437" w:rsidP="00F762A8">
      <w:pPr>
        <w:pStyle w:val="SoDTextbezodsazen"/>
      </w:pPr>
    </w:p>
    <w:p w14:paraId="5720CDCB" w14:textId="77777777" w:rsidR="00F762A8" w:rsidRDefault="00F762A8" w:rsidP="00F762A8">
      <w:pPr>
        <w:pStyle w:val="SoDTextbezodsazen"/>
      </w:pPr>
    </w:p>
    <w:p w14:paraId="2083D045" w14:textId="77777777" w:rsidR="00F762A8" w:rsidRDefault="00F762A8" w:rsidP="00F762A8">
      <w:pPr>
        <w:pStyle w:val="SoDTextbezodsazen"/>
      </w:pPr>
    </w:p>
    <w:p w14:paraId="7BD9B3A4" w14:textId="77777777" w:rsidR="00F762A8" w:rsidRDefault="00F762A8" w:rsidP="00F762A8">
      <w:pPr>
        <w:pStyle w:val="SoDTextbezodsazen"/>
      </w:pPr>
    </w:p>
    <w:p w14:paraId="69CD8CD7" w14:textId="77777777" w:rsidR="00F762A8" w:rsidRDefault="00F762A8" w:rsidP="00F762A8">
      <w:pPr>
        <w:pStyle w:val="SoDTextbezodsazen"/>
      </w:pPr>
    </w:p>
    <w:p w14:paraId="0DA11476" w14:textId="77777777" w:rsidR="00F762A8" w:rsidRDefault="00F762A8" w:rsidP="00F762A8">
      <w:pPr>
        <w:pStyle w:val="SoDTextbezodsazen"/>
      </w:pPr>
    </w:p>
    <w:p w14:paraId="779AAC1C"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3C9A5B0" w14:textId="77777777" w:rsidR="00F762A8" w:rsidRDefault="00F762A8" w:rsidP="00F762A8">
      <w:pPr>
        <w:pStyle w:val="SoDNadpisbezsl1"/>
      </w:pPr>
      <w:r>
        <w:lastRenderedPageBreak/>
        <w:t>Příloha č. 5</w:t>
      </w:r>
    </w:p>
    <w:p w14:paraId="69E5F99F" w14:textId="77777777" w:rsidR="00F762A8" w:rsidRDefault="00F762A8" w:rsidP="00F762A8">
      <w:pPr>
        <w:pStyle w:val="SoDNadpisbezsl1-2"/>
      </w:pPr>
      <w:r>
        <w:t>Smlouva o zpracování osobních údajů</w:t>
      </w:r>
    </w:p>
    <w:p w14:paraId="36A63ACE" w14:textId="77777777" w:rsidR="00F762A8" w:rsidRPr="00F762A8" w:rsidRDefault="00F762A8" w:rsidP="002D4801">
      <w:pPr>
        <w:pStyle w:val="slovanseznam"/>
        <w:numPr>
          <w:ilvl w:val="0"/>
          <w:numId w:val="5"/>
        </w:numPr>
      </w:pPr>
      <w:r w:rsidRPr="00F762A8">
        <w:t>Předmět smlouvy o zpracování osobních údajů</w:t>
      </w:r>
    </w:p>
    <w:p w14:paraId="222AB5D9"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5B8F0479"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18AB6A1B" w14:textId="77777777" w:rsidR="00F762A8" w:rsidRPr="00F762A8" w:rsidRDefault="00F762A8" w:rsidP="002D4801">
      <w:pPr>
        <w:pStyle w:val="slovanseznam"/>
      </w:pPr>
      <w:r w:rsidRPr="00F762A8">
        <w:t>Rozsah zpracovávaných údajů</w:t>
      </w:r>
    </w:p>
    <w:p w14:paraId="0312409D"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6E45805A"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7B59FB2C" w14:textId="77777777" w:rsidR="00F762A8" w:rsidRPr="00F762A8" w:rsidRDefault="00F762A8" w:rsidP="002D4801">
      <w:pPr>
        <w:pStyle w:val="slovanseznam"/>
      </w:pPr>
      <w:r w:rsidRPr="00F762A8">
        <w:t>Povinnosti Zhotovitele</w:t>
      </w:r>
    </w:p>
    <w:p w14:paraId="4605CF47"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67EDC037"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26F3EDA0"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6EFDF53" w14:textId="77777777" w:rsidR="00F762A8" w:rsidRDefault="00F762A8" w:rsidP="005925DB">
      <w:pPr>
        <w:pStyle w:val="slovanseznam2"/>
      </w:pPr>
      <w:r>
        <w:t>Zhotovitel je povinen přijmout všechna opatření dle čl. 32 GDPR tak, aby byla zajištěna odpovídající bezpečnost osobních údajů.</w:t>
      </w:r>
    </w:p>
    <w:p w14:paraId="6B5768F0"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361ADB6"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551CF99"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E95E810"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67F49297"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2CA89076" w14:textId="77777777" w:rsidR="00F762A8" w:rsidRPr="00F762A8" w:rsidRDefault="00F762A8" w:rsidP="00CA1B64">
      <w:pPr>
        <w:pStyle w:val="slovanseznam"/>
      </w:pPr>
      <w:r w:rsidRPr="00F762A8">
        <w:t>Odpovědnost Zhotovitele a smluvní pokuta</w:t>
      </w:r>
    </w:p>
    <w:p w14:paraId="59BABE08"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6C19177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19A612EA"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13305707" w14:textId="77777777" w:rsidR="00F762A8" w:rsidRDefault="00F762A8" w:rsidP="00F762A8">
      <w:pPr>
        <w:pStyle w:val="SoDTextbezodsazen"/>
      </w:pPr>
    </w:p>
    <w:p w14:paraId="40876DFA" w14:textId="77777777" w:rsidR="00F762A8" w:rsidRDefault="00F762A8" w:rsidP="00F762A8">
      <w:pPr>
        <w:pStyle w:val="SoDTextbezodsazen"/>
      </w:pPr>
    </w:p>
    <w:p w14:paraId="2692DFC5" w14:textId="77777777" w:rsidR="00F762A8" w:rsidRDefault="00F762A8" w:rsidP="00F762A8">
      <w:pPr>
        <w:pStyle w:val="SoDTextbezodsazen"/>
      </w:pPr>
    </w:p>
    <w:p w14:paraId="6B9F5B23"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B782DFF" w14:textId="77777777" w:rsidR="00F762A8" w:rsidRPr="005E7125" w:rsidRDefault="00F762A8" w:rsidP="00F762A8">
      <w:pPr>
        <w:pStyle w:val="SoDNadpisbezsl1"/>
      </w:pPr>
      <w:r w:rsidRPr="005E7125">
        <w:lastRenderedPageBreak/>
        <w:t xml:space="preserve">Příloha č. </w:t>
      </w:r>
      <w:r w:rsidR="00390720" w:rsidRPr="00DA5988">
        <w:t>7</w:t>
      </w:r>
    </w:p>
    <w:p w14:paraId="2C897936" w14:textId="77777777" w:rsidR="00F762A8" w:rsidRDefault="00F762A8" w:rsidP="00F762A8">
      <w:pPr>
        <w:pStyle w:val="SoDTextbezodsazen"/>
      </w:pPr>
    </w:p>
    <w:p w14:paraId="30FBE3D6"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4A604CB4"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6B6B659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242CCB"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10D71561" w14:textId="77777777" w:rsidR="00802774" w:rsidRPr="00802774" w:rsidRDefault="00802774" w:rsidP="00802774">
      <w:pPr>
        <w:spacing w:after="120" w:line="264" w:lineRule="auto"/>
        <w:jc w:val="both"/>
        <w:rPr>
          <w:rFonts w:asciiTheme="minorHAnsi" w:hAnsiTheme="minorHAnsi"/>
          <w:sz w:val="18"/>
          <w:szCs w:val="18"/>
        </w:rPr>
      </w:pPr>
    </w:p>
    <w:p w14:paraId="265BF578" w14:textId="77777777" w:rsidR="00F762A8" w:rsidRDefault="00F762A8" w:rsidP="00F762A8">
      <w:pPr>
        <w:pStyle w:val="SoDTextbezodsazen"/>
      </w:pPr>
    </w:p>
    <w:p w14:paraId="30E4BE28" w14:textId="77777777" w:rsidR="00026C50" w:rsidRDefault="00026C50" w:rsidP="00F762A8">
      <w:pPr>
        <w:pStyle w:val="SoDTextbezodsazen"/>
      </w:pPr>
    </w:p>
    <w:p w14:paraId="525FDBE6" w14:textId="77777777" w:rsidR="003E3720" w:rsidRDefault="003E3720" w:rsidP="00F762A8">
      <w:pPr>
        <w:pStyle w:val="SoDTextbezodsazen"/>
      </w:pPr>
    </w:p>
    <w:p w14:paraId="4283D874" w14:textId="77777777" w:rsidR="003E3720" w:rsidRDefault="003E3720" w:rsidP="00F762A8">
      <w:pPr>
        <w:pStyle w:val="SoDTextbezodsazen"/>
      </w:pPr>
    </w:p>
    <w:p w14:paraId="5713A212" w14:textId="77777777" w:rsidR="003E3720" w:rsidRDefault="003E3720" w:rsidP="00F762A8">
      <w:pPr>
        <w:pStyle w:val="SoDTextbezodsazen"/>
      </w:pPr>
    </w:p>
    <w:p w14:paraId="273D74C4" w14:textId="77777777" w:rsidR="00F762A8" w:rsidRDefault="00F762A8" w:rsidP="00F762A8">
      <w:pPr>
        <w:pStyle w:val="SoDTextbezodsazen"/>
      </w:pPr>
    </w:p>
    <w:p w14:paraId="7BB55014"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75CDF70A" w14:textId="77777777" w:rsidR="00392910" w:rsidRDefault="00392910" w:rsidP="00392910">
      <w:pPr>
        <w:pStyle w:val="SoDNadpisbezsl1"/>
      </w:pPr>
      <w:r>
        <w:lastRenderedPageBreak/>
        <w:t xml:space="preserve">Příloha č. </w:t>
      </w:r>
      <w:r w:rsidR="00175C0A">
        <w:t>9</w:t>
      </w:r>
    </w:p>
    <w:p w14:paraId="798B2A7F" w14:textId="77777777" w:rsidR="00392910" w:rsidRDefault="00392910" w:rsidP="00392910">
      <w:pPr>
        <w:pStyle w:val="SoDNadpisbezsl1-2"/>
      </w:pPr>
      <w:r>
        <w:t xml:space="preserve">Žádost o poskytnutí zálohové platby </w:t>
      </w:r>
    </w:p>
    <w:p w14:paraId="6AEA51AE" w14:textId="77777777" w:rsidR="00392910" w:rsidRDefault="00392910" w:rsidP="00392910">
      <w:pPr>
        <w:pStyle w:val="SoDTextbezodsazen"/>
      </w:pPr>
    </w:p>
    <w:p w14:paraId="3A4C70AE" w14:textId="77777777" w:rsidR="00392910" w:rsidRDefault="00392910" w:rsidP="00392910">
      <w:pPr>
        <w:pStyle w:val="SoDTextbezodsazen"/>
      </w:pPr>
      <w:r>
        <w:t xml:space="preserve">V souladu s ustanovením pod-článku 14.2 Smluvních podmínek ke Smlouvě o dílo na zhotovení stavby </w:t>
      </w:r>
      <w:r w:rsidR="00352AC6" w:rsidRPr="00352AC6">
        <w:rPr>
          <w:b/>
        </w:rPr>
        <w:t>Modernizace a dostavba ŽST Praha Masarykovo nádraží</w:t>
      </w:r>
      <w:r w:rsidR="00352AC6" w:rsidRPr="00352AC6">
        <w:t xml:space="preserve"> </w:t>
      </w:r>
      <w:r>
        <w:t xml:space="preserve">žádáme o poskytnutí zálohové platby na finanční plnění výši: </w:t>
      </w:r>
      <w:r w:rsidRPr="00392910">
        <w:rPr>
          <w:highlight w:val="yellow"/>
        </w:rPr>
        <w:t>[VLOŽÍ ZHOTOVITEL]</w:t>
      </w:r>
      <w:r>
        <w:t xml:space="preserve"> Kč.</w:t>
      </w:r>
    </w:p>
    <w:p w14:paraId="218B8F6A" w14:textId="77777777" w:rsidR="00392910" w:rsidRDefault="00392910" w:rsidP="00392910">
      <w:pPr>
        <w:pStyle w:val="SoDTextbezodsazen"/>
      </w:pPr>
    </w:p>
    <w:p w14:paraId="0209A4F0"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47092CFB" w14:textId="77777777" w:rsidR="00392910" w:rsidRDefault="00392910" w:rsidP="00392910">
      <w:pPr>
        <w:pStyle w:val="SoDTextbezodsazen"/>
      </w:pPr>
    </w:p>
    <w:p w14:paraId="460F6FF4" w14:textId="77777777" w:rsidR="00392910" w:rsidRDefault="00392910" w:rsidP="00392910">
      <w:pPr>
        <w:pStyle w:val="SoDTextbezodsazen"/>
      </w:pPr>
      <w:r>
        <w:t xml:space="preserve">Součástí této žádosti je: </w:t>
      </w:r>
    </w:p>
    <w:p w14:paraId="5946BB28"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986CD5E" w14:textId="77777777" w:rsidR="00392910" w:rsidRDefault="00392910" w:rsidP="00CA1B64">
      <w:pPr>
        <w:pStyle w:val="Seznamsodrkami"/>
      </w:pPr>
      <w:r>
        <w:t xml:space="preserve">zálohová faktura č. </w:t>
      </w:r>
      <w:r w:rsidRPr="00392910">
        <w:rPr>
          <w:highlight w:val="yellow"/>
        </w:rPr>
        <w:t>[VLOŽÍ ZHOTOVITEL]</w:t>
      </w:r>
    </w:p>
    <w:p w14:paraId="13814ED7" w14:textId="77777777" w:rsidR="00392910" w:rsidRDefault="00392910" w:rsidP="00392910">
      <w:pPr>
        <w:pStyle w:val="SoDTextbezodsazen"/>
      </w:pPr>
    </w:p>
    <w:p w14:paraId="62BA50B7" w14:textId="77777777" w:rsidR="00392910" w:rsidRDefault="00392910" w:rsidP="00392910">
      <w:pPr>
        <w:pStyle w:val="SoDTextbezodsazen"/>
      </w:pPr>
    </w:p>
    <w:p w14:paraId="20B768AE" w14:textId="77777777" w:rsidR="00392910" w:rsidRDefault="00392910" w:rsidP="00392910">
      <w:pPr>
        <w:pStyle w:val="SoDTextbezodsazen"/>
      </w:pPr>
      <w:r>
        <w:t xml:space="preserve">V </w:t>
      </w:r>
      <w:r w:rsidR="006671C7">
        <w:t xml:space="preserve">…………………………… </w:t>
      </w:r>
      <w:r>
        <w:t xml:space="preserve">dne </w:t>
      </w:r>
      <w:r w:rsidR="006671C7">
        <w:t>……………………………</w:t>
      </w:r>
    </w:p>
    <w:p w14:paraId="373799C7" w14:textId="77777777" w:rsidR="00392910" w:rsidRDefault="00392910" w:rsidP="00392910">
      <w:pPr>
        <w:pStyle w:val="SoDTextbezodsazen"/>
      </w:pPr>
    </w:p>
    <w:p w14:paraId="6B133478" w14:textId="77777777" w:rsidR="00392910" w:rsidRDefault="00392910" w:rsidP="00392910">
      <w:pPr>
        <w:pStyle w:val="SoDTextbezodsazen"/>
      </w:pPr>
    </w:p>
    <w:p w14:paraId="5AD0BCE1" w14:textId="77777777" w:rsidR="00392910" w:rsidRDefault="00392910" w:rsidP="00392910">
      <w:pPr>
        <w:pStyle w:val="SoDTextbezodsazen"/>
      </w:pPr>
    </w:p>
    <w:p w14:paraId="14EAE320" w14:textId="77777777" w:rsidR="00392910" w:rsidRDefault="00392910" w:rsidP="00392910">
      <w:pPr>
        <w:pStyle w:val="SoDTextbezodsazen"/>
      </w:pPr>
    </w:p>
    <w:p w14:paraId="1217FEDF" w14:textId="77777777" w:rsidR="00392910" w:rsidRDefault="00392910" w:rsidP="00392910">
      <w:pPr>
        <w:pStyle w:val="SoDTextbezodsazen"/>
      </w:pPr>
    </w:p>
    <w:p w14:paraId="3D9965FD" w14:textId="77777777" w:rsidR="00392910" w:rsidRDefault="00392910" w:rsidP="00392910">
      <w:pPr>
        <w:pStyle w:val="SoDTextbezodsazen"/>
      </w:pPr>
    </w:p>
    <w:p w14:paraId="40EA5E7F" w14:textId="77777777" w:rsidR="00392910" w:rsidRDefault="00392910" w:rsidP="00392910">
      <w:pPr>
        <w:pStyle w:val="SoDTextbezodsazen"/>
      </w:pPr>
      <w:r>
        <w:t>…………………………………………………</w:t>
      </w:r>
    </w:p>
    <w:p w14:paraId="7A3801D4" w14:textId="77777777" w:rsidR="00392910" w:rsidRDefault="00392910" w:rsidP="00392910">
      <w:pPr>
        <w:pStyle w:val="SoDTextbezodsazen"/>
      </w:pPr>
    </w:p>
    <w:p w14:paraId="51AB1E19" w14:textId="77777777" w:rsidR="00392910" w:rsidRDefault="00392910" w:rsidP="00392910">
      <w:pPr>
        <w:pStyle w:val="SoDTextbezodsazen"/>
      </w:pPr>
      <w:r>
        <w:t>Zhotovitel</w:t>
      </w:r>
    </w:p>
    <w:p w14:paraId="2CAE7721" w14:textId="77777777" w:rsidR="00392910" w:rsidRDefault="00392910" w:rsidP="00392910">
      <w:pPr>
        <w:pStyle w:val="SoDTextbezodsazen"/>
      </w:pPr>
    </w:p>
    <w:p w14:paraId="3C1D02DB" w14:textId="77777777" w:rsidR="00C97991" w:rsidRDefault="00C97991" w:rsidP="00392910">
      <w:pPr>
        <w:pStyle w:val="SoDTextbezodsazen"/>
      </w:pPr>
    </w:p>
    <w:p w14:paraId="40036B8B" w14:textId="77777777" w:rsidR="00682647" w:rsidRDefault="00682647" w:rsidP="00392910">
      <w:pPr>
        <w:pStyle w:val="SoDTextbezodsazen"/>
      </w:pPr>
    </w:p>
    <w:p w14:paraId="5E41811F" w14:textId="77777777" w:rsidR="00682647" w:rsidRDefault="00682647" w:rsidP="00392910">
      <w:pPr>
        <w:pStyle w:val="SoDTextbezodsazen"/>
        <w:sectPr w:rsidR="00682647"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F666DD2" w14:textId="77777777" w:rsidR="00C07395" w:rsidRDefault="00C07395" w:rsidP="00C07395">
      <w:pPr>
        <w:pStyle w:val="Nadpisbezsl1-1"/>
      </w:pPr>
      <w:r>
        <w:lastRenderedPageBreak/>
        <w:t>Příloha č. 10</w:t>
      </w:r>
    </w:p>
    <w:p w14:paraId="678FBC98" w14:textId="207163CE" w:rsidR="00C07395" w:rsidRDefault="00C07395" w:rsidP="00C07395">
      <w:pPr>
        <w:pStyle w:val="Nadpisbezsl1-2"/>
      </w:pPr>
      <w:r>
        <w:t>BIM Protokol</w:t>
      </w:r>
    </w:p>
    <w:p w14:paraId="1EB71547" w14:textId="30DD86D6" w:rsidR="00D225C5" w:rsidRDefault="00D225C5" w:rsidP="00C6096A"/>
    <w:p w14:paraId="470E62B4" w14:textId="77777777" w:rsidR="00D225C5" w:rsidRPr="00D225C5" w:rsidRDefault="00D225C5" w:rsidP="00D225C5"/>
    <w:p w14:paraId="6B10C4BF" w14:textId="77777777" w:rsidR="00D225C5" w:rsidRPr="00D225C5" w:rsidRDefault="00D225C5" w:rsidP="00D225C5"/>
    <w:p w14:paraId="517293C8" w14:textId="77777777" w:rsidR="00D225C5" w:rsidRPr="00D225C5" w:rsidRDefault="00D225C5" w:rsidP="00D225C5"/>
    <w:p w14:paraId="0A2B9C43" w14:textId="77777777" w:rsidR="00D225C5" w:rsidRPr="00D225C5" w:rsidRDefault="00D225C5" w:rsidP="00D225C5"/>
    <w:p w14:paraId="65D1FDFE" w14:textId="77777777" w:rsidR="00D225C5" w:rsidRPr="00D225C5" w:rsidRDefault="00D225C5" w:rsidP="00D225C5"/>
    <w:p w14:paraId="3D8A97A2" w14:textId="6A868776" w:rsidR="00D225C5" w:rsidRDefault="00D225C5" w:rsidP="00D225C5">
      <w:pPr>
        <w:tabs>
          <w:tab w:val="left" w:pos="5010"/>
        </w:tabs>
      </w:pPr>
      <w:r>
        <w:tab/>
      </w:r>
    </w:p>
    <w:p w14:paraId="63A0D5D2" w14:textId="51D64449" w:rsidR="0092508A" w:rsidRPr="00D225C5" w:rsidRDefault="00D225C5" w:rsidP="00D225C5">
      <w:pPr>
        <w:tabs>
          <w:tab w:val="left" w:pos="5010"/>
        </w:tabs>
        <w:sectPr w:rsidR="0092508A" w:rsidRPr="00D225C5"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r>
        <w:tab/>
      </w:r>
    </w:p>
    <w:p w14:paraId="120362FF" w14:textId="0B0DDA14" w:rsidR="00682647" w:rsidRPr="005E7125" w:rsidRDefault="00682647" w:rsidP="00682647">
      <w:pPr>
        <w:pStyle w:val="SoDNadpisbezsl1"/>
      </w:pPr>
      <w:r w:rsidRPr="005E7125">
        <w:lastRenderedPageBreak/>
        <w:t xml:space="preserve">Příloha č. </w:t>
      </w:r>
      <w:r>
        <w:t>11</w:t>
      </w:r>
    </w:p>
    <w:p w14:paraId="26F99739" w14:textId="77777777" w:rsidR="00682647" w:rsidRDefault="00682647" w:rsidP="00682647">
      <w:pPr>
        <w:pStyle w:val="SoDTextbezodsazen"/>
      </w:pPr>
    </w:p>
    <w:p w14:paraId="1A7AFED1" w14:textId="77777777" w:rsidR="008D50BB" w:rsidRDefault="008D50BB" w:rsidP="008D50B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7B8E5417" w14:textId="77777777" w:rsidR="008D50BB" w:rsidRPr="00192AD6" w:rsidRDefault="008D50BB" w:rsidP="008D50BB">
      <w:pPr>
        <w:spacing w:after="0" w:line="264" w:lineRule="auto"/>
        <w:rPr>
          <w:rFonts w:asciiTheme="minorHAnsi" w:hAnsiTheme="minorHAnsi"/>
          <w:noProof/>
        </w:rPr>
      </w:pPr>
      <w:r w:rsidRPr="00192AD6">
        <w:rPr>
          <w:rFonts w:asciiTheme="minorHAnsi" w:hAnsiTheme="minorHAnsi"/>
          <w:noProof/>
        </w:rPr>
        <w:t xml:space="preserve">č. j.: </w:t>
      </w:r>
      <w:r w:rsidRPr="009F5421">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8D50BB" w:rsidRPr="00192AD6" w14:paraId="635C43DF" w14:textId="77777777" w:rsidTr="00DD16E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3CF117"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2F9C737"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6D27D5F5"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5A4B95F"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B6858E9"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7D0C98B8"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4806D3"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623A9901"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20DE5F05"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4BD77B"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39687A3"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2EBBF8F4"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EFFE63"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4AFEDEF3"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7A804668"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4A78F6"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00F6AC7"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2959F3B4"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19F620"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D03E44B"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2B020A59"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AE70DCA"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0D08F094"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853D519" w14:textId="77777777" w:rsidR="008D50BB" w:rsidRPr="00192AD6" w:rsidRDefault="008D50BB" w:rsidP="008D50BB">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8D50BB" w:rsidRPr="00192AD6" w14:paraId="46E6EE5E" w14:textId="77777777" w:rsidTr="00DD16E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322CE9E"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95D2F28"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8D50BB" w:rsidRPr="00192AD6" w14:paraId="17CB9492"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536803"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2ECA0917"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8D50BB" w:rsidRPr="00192AD6" w14:paraId="6F363AD9"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80F5703"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F8A1435"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8D50BB" w:rsidRPr="00192AD6" w14:paraId="432E873F"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E7C91F1"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BF78ECF"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6B0752E0" w14:textId="77777777" w:rsidR="008D50BB" w:rsidRPr="00192AD6" w:rsidRDefault="008D50BB" w:rsidP="008D50BB">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8D50BB" w:rsidRPr="00192AD6" w14:paraId="7D2F2987" w14:textId="77777777" w:rsidTr="00DD16E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3035729"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02337612"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B455088"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8D50BB" w:rsidRPr="00192AD6" w14:paraId="0CE3287E"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55912C0" w14:textId="77777777" w:rsidR="008D50BB" w:rsidRPr="00192AD6" w:rsidRDefault="008D50BB" w:rsidP="00DD16E3">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5311DE7"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1854EBB4"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8D50BB" w:rsidRPr="00192AD6" w14:paraId="1E38BB5D"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19523EC" w14:textId="77777777" w:rsidR="008D50BB" w:rsidRPr="00192AD6" w:rsidRDefault="008D50BB" w:rsidP="00DD16E3">
            <w:pPr>
              <w:spacing w:after="0" w:line="240" w:lineRule="auto"/>
              <w:rPr>
                <w:rFonts w:asciiTheme="minorHAnsi" w:hAnsiTheme="minorHAnsi"/>
                <w:noProof/>
              </w:rPr>
            </w:pPr>
          </w:p>
        </w:tc>
        <w:tc>
          <w:tcPr>
            <w:tcW w:w="3685" w:type="dxa"/>
          </w:tcPr>
          <w:p w14:paraId="518FC669"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3BB9466"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6DC634C4"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1789C01" w14:textId="77777777" w:rsidR="008D50BB" w:rsidRPr="00192AD6" w:rsidRDefault="008D50BB" w:rsidP="00DD16E3">
            <w:pPr>
              <w:spacing w:after="0" w:line="240" w:lineRule="auto"/>
              <w:rPr>
                <w:rFonts w:asciiTheme="minorHAnsi" w:hAnsiTheme="minorHAnsi"/>
                <w:noProof/>
              </w:rPr>
            </w:pPr>
          </w:p>
        </w:tc>
        <w:tc>
          <w:tcPr>
            <w:tcW w:w="3685" w:type="dxa"/>
          </w:tcPr>
          <w:p w14:paraId="0B059534"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039A044"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E3468D" w14:textId="77777777" w:rsidR="008D50BB" w:rsidRDefault="008D50BB" w:rsidP="008D50BB"/>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8D50BB" w:rsidRPr="00192AD6" w14:paraId="51CA5F0A" w14:textId="77777777" w:rsidTr="00DD16E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167919"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A3080D0"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8D50BB" w:rsidRPr="00192AD6" w14:paraId="569EE6CB"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ACD44E"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0598DBB"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8D50BB" w:rsidRPr="00192AD6" w14:paraId="6E007038"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08EBDD"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564D4943"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8D50BB" w:rsidRPr="00192AD6" w14:paraId="5D4AAC8F"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DE0F3A"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lastRenderedPageBreak/>
              <w:t>Dílo probíhalo na trati:</w:t>
            </w:r>
          </w:p>
        </w:tc>
        <w:tc>
          <w:tcPr>
            <w:tcW w:w="4763" w:type="dxa"/>
          </w:tcPr>
          <w:p w14:paraId="5EFAF9B6"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8D50BB" w:rsidRPr="00192AD6" w14:paraId="3DD73C42"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CAC3F1"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1CBADCC"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8D50BB" w:rsidRPr="00192AD6" w14:paraId="72F414D3"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2F7EF4"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A261B5A"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8D50BB" w:rsidRPr="00192AD6" w14:paraId="1C714B55"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CFC749"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61CECE5" w14:textId="77777777" w:rsidR="008D50BB" w:rsidRDefault="008D50BB" w:rsidP="00DD16E3">
            <w:pPr>
              <w:spacing w:after="0" w:line="240" w:lineRule="auto"/>
              <w:rPr>
                <w:rFonts w:asciiTheme="minorHAnsi" w:hAnsiTheme="minorHAnsi"/>
                <w:b/>
                <w:noProof/>
              </w:rPr>
            </w:pPr>
          </w:p>
          <w:p w14:paraId="4EB901EE"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2A8BE14D"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534F18A5"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7D706BB8"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163CA1B"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4D3990"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29A6154B"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38B98C3"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20E27209"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E16DD9"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4F400F59"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6799AA4A"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D26B460"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3FB64FB6"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3D8EB9"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69925AD"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0C4728DB"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0F70638"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4FD75011"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1CC9E4"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B7A0252"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12B80378"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869D9DA"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71E74E94"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278E25"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284DF7C"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0E7E5AD0"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206E8AF9"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BD628C8"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041AC2A9"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BE805F"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44F990D"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4CAF47B6"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B5EEF99"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734E93BF"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AA8D76"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5701A6F5"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756EDC98"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9119A05"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2841EB13"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86EFBD"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BA7E81F" w14:textId="77777777" w:rsidR="008D50BB" w:rsidRDefault="008D50BB" w:rsidP="00DD16E3">
            <w:pPr>
              <w:spacing w:after="0" w:line="240" w:lineRule="auto"/>
              <w:rPr>
                <w:rFonts w:asciiTheme="minorHAnsi" w:hAnsiTheme="minorHAnsi"/>
                <w:b/>
                <w:noProof/>
              </w:rPr>
            </w:pPr>
          </w:p>
          <w:p w14:paraId="5380CB85"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0F0C9A7E"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18F79D6"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2ACFC5E4"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E3F3C6"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5B0BAB6D" w14:textId="77777777" w:rsidR="008D50BB" w:rsidRDefault="008D50BB" w:rsidP="00DD16E3">
            <w:pPr>
              <w:spacing w:after="0" w:line="240" w:lineRule="auto"/>
              <w:rPr>
                <w:rFonts w:asciiTheme="minorHAnsi" w:hAnsiTheme="minorHAnsi"/>
                <w:b/>
                <w:noProof/>
              </w:rPr>
            </w:pPr>
          </w:p>
          <w:p w14:paraId="69BC4CC9" w14:textId="77777777" w:rsidR="008D50BB" w:rsidRDefault="008D50BB" w:rsidP="00DD16E3">
            <w:pPr>
              <w:spacing w:after="0" w:line="240" w:lineRule="auto"/>
              <w:rPr>
                <w:rFonts w:asciiTheme="minorHAnsi" w:hAnsiTheme="minorHAnsi"/>
                <w:b/>
                <w:noProof/>
              </w:rPr>
            </w:pPr>
          </w:p>
          <w:p w14:paraId="77DAB334"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1C19B938"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w:t>
            </w:r>
            <w:r w:rsidRPr="00192AD6">
              <w:rPr>
                <w:rFonts w:asciiTheme="minorHAnsi" w:hAnsiTheme="minorHAnsi"/>
                <w:noProof/>
              </w:rPr>
              <w:lastRenderedPageBreak/>
              <w:t>nádraží, technologická budova, stavba s</w:t>
            </w:r>
            <w:r>
              <w:rPr>
                <w:rFonts w:asciiTheme="minorHAnsi" w:hAnsiTheme="minorHAnsi"/>
                <w:noProof/>
              </w:rPr>
              <w:t> </w:t>
            </w:r>
            <w:r w:rsidRPr="00192AD6">
              <w:rPr>
                <w:rFonts w:asciiTheme="minorHAnsi" w:hAnsiTheme="minorHAnsi"/>
                <w:noProof/>
              </w:rPr>
              <w:t>památkovou ochranou apod.]</w:t>
            </w:r>
          </w:p>
          <w:p w14:paraId="21E35F67"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8D50BB" w:rsidRPr="00192AD6" w14:paraId="26A72EEE"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E77CA3" w14:textId="77777777" w:rsidR="008D50BB" w:rsidRDefault="008D50BB" w:rsidP="00DD16E3">
            <w:pPr>
              <w:spacing w:after="0" w:line="240" w:lineRule="auto"/>
              <w:rPr>
                <w:rFonts w:asciiTheme="minorHAnsi" w:hAnsiTheme="minorHAnsi"/>
                <w:b/>
                <w:noProof/>
              </w:rPr>
            </w:pPr>
            <w:r w:rsidRPr="00192AD6">
              <w:rPr>
                <w:rFonts w:asciiTheme="minorHAnsi" w:hAnsiTheme="minorHAnsi"/>
                <w:b/>
                <w:noProof/>
              </w:rPr>
              <w:lastRenderedPageBreak/>
              <w:t>Stavební práce zahrnovaly práce a</w:t>
            </w:r>
            <w:r>
              <w:rPr>
                <w:rFonts w:asciiTheme="minorHAnsi" w:hAnsiTheme="minorHAnsi"/>
                <w:b/>
                <w:noProof/>
              </w:rPr>
              <w:t> </w:t>
            </w:r>
            <w:r w:rsidRPr="00192AD6">
              <w:rPr>
                <w:rFonts w:asciiTheme="minorHAnsi" w:hAnsiTheme="minorHAnsi"/>
                <w:b/>
                <w:noProof/>
              </w:rPr>
              <w:t>údržbu na skalních masivech:</w:t>
            </w:r>
          </w:p>
          <w:p w14:paraId="6EA57DFC" w14:textId="77777777" w:rsidR="008D50BB" w:rsidRPr="00192AD6" w:rsidRDefault="008D50BB" w:rsidP="00DD16E3">
            <w:pPr>
              <w:spacing w:after="0" w:line="240" w:lineRule="auto"/>
              <w:rPr>
                <w:rFonts w:asciiTheme="minorHAnsi" w:hAnsiTheme="minorHAnsi"/>
                <w:b/>
                <w:noProof/>
              </w:rPr>
            </w:pPr>
            <w:r>
              <w:rPr>
                <w:b/>
                <w:bCs/>
              </w:rPr>
              <w:t>Společníci podílející se na realizaci:</w:t>
            </w:r>
          </w:p>
        </w:tc>
        <w:tc>
          <w:tcPr>
            <w:tcW w:w="4763" w:type="dxa"/>
          </w:tcPr>
          <w:p w14:paraId="5DDF27A7" w14:textId="77777777" w:rsidR="008D50BB"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5011C4A"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6C03773" w14:textId="77777777" w:rsidR="008D50BB" w:rsidRDefault="008D50BB" w:rsidP="008D50BB"/>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8D50BB" w:rsidRPr="00192AD6" w14:paraId="019D9F67" w14:textId="77777777" w:rsidTr="00DD16E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1C328F"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FCC747D"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8D50BB" w:rsidRPr="00192AD6" w14:paraId="54E3CF65"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F8EA8B"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64A8BD8"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8D50BB" w:rsidRPr="00192AD6" w14:paraId="4B6C7647"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9849D5"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75538AF"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61CD9212"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02606E"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53A1F3F"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669A2BE" w14:textId="77777777" w:rsidR="008D50BB" w:rsidRPr="00192AD6" w:rsidRDefault="008D50BB" w:rsidP="008D50BB">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8D50BB" w:rsidRPr="00192AD6" w14:paraId="5253EAC6" w14:textId="77777777" w:rsidTr="00DD16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952392" w14:textId="77777777" w:rsidR="008D50BB" w:rsidRPr="00192AD6" w:rsidRDefault="008D50BB" w:rsidP="00DD16E3">
            <w:pPr>
              <w:spacing w:after="0" w:line="240" w:lineRule="auto"/>
              <w:rPr>
                <w:rFonts w:asciiTheme="minorHAnsi" w:hAnsiTheme="minorHAnsi"/>
                <w:noProof/>
              </w:rPr>
            </w:pPr>
          </w:p>
        </w:tc>
        <w:tc>
          <w:tcPr>
            <w:tcW w:w="2948" w:type="dxa"/>
            <w:shd w:val="clear" w:color="auto" w:fill="FFBFBF" w:themeFill="accent6" w:themeFillTint="33"/>
          </w:tcPr>
          <w:p w14:paraId="1D827BFF"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1DBA4F4"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8D50BB" w:rsidRPr="00192AD6" w14:paraId="67F30BE2" w14:textId="77777777" w:rsidTr="00DD16E3">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862885D"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77166133"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09BE6D3"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0158C002" w14:textId="77777777" w:rsidTr="00DD16E3">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1BD822"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13F73EF"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A4F5ABC"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0368DA3C" w14:textId="77777777" w:rsidTr="00DD16E3">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4CABACF"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06D65E0"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EA1D09"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29E3A819" w14:textId="77777777" w:rsidTr="00DD16E3">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88DBED"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56A12C6"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15F238D"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57468AF2" w14:textId="77777777" w:rsidTr="00DD16E3">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DB492B0"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36C27FB" w14:textId="77777777" w:rsidR="008D50BB" w:rsidRPr="00192AD6" w:rsidRDefault="008D50BB" w:rsidP="00DD16E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84D39AF" w14:textId="77777777" w:rsidR="008D50BB" w:rsidRPr="00192AD6" w:rsidRDefault="008D50BB" w:rsidP="008D50BB">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8D50BB" w:rsidRPr="00192AD6" w14:paraId="266BE1F3" w14:textId="77777777" w:rsidTr="00DD16E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5AACB42"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14449745"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8D50BB" w:rsidRPr="00192AD6" w14:paraId="08333B48"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C7DD61"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75848B41"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78DF4594"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87D4078"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81EFF40"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075E464" w14:textId="77777777" w:rsidR="008D50BB" w:rsidRPr="00192AD6" w:rsidRDefault="008D50BB" w:rsidP="008D50BB">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8D50BB" w:rsidRPr="00192AD6" w14:paraId="2014F476" w14:textId="77777777" w:rsidTr="00DD16E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C7A2C0"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6BB7219" w14:textId="77777777" w:rsidR="008D50BB" w:rsidRPr="00192AD6" w:rsidRDefault="008D50BB" w:rsidP="00DD16E3">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5CDA3313" w14:textId="77777777" w:rsidTr="00DD16E3">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F3225D"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307A3F46"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D50BB" w:rsidRPr="00192AD6" w14:paraId="2A37337C" w14:textId="77777777" w:rsidTr="00DD16E3">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E64727" w14:textId="77777777" w:rsidR="008D50BB" w:rsidRPr="00192AD6" w:rsidRDefault="008D50BB" w:rsidP="00DD16E3">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244888C" w14:textId="77777777" w:rsidR="008D50BB" w:rsidRPr="00192AD6" w:rsidRDefault="008D50BB" w:rsidP="00DD16E3">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2BEE09C" w14:textId="77777777" w:rsidR="008D50BB" w:rsidRPr="00192AD6" w:rsidRDefault="008D50BB" w:rsidP="008D50BB">
      <w:pPr>
        <w:spacing w:after="240" w:line="264" w:lineRule="auto"/>
        <w:rPr>
          <w:rFonts w:asciiTheme="minorHAnsi" w:hAnsiTheme="minorHAnsi"/>
          <w:sz w:val="18"/>
          <w:szCs w:val="18"/>
        </w:rPr>
      </w:pPr>
    </w:p>
    <w:p w14:paraId="0FBB7BDE" w14:textId="77777777" w:rsidR="008D50BB" w:rsidRPr="00192AD6" w:rsidRDefault="008D50BB" w:rsidP="008D50BB">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68BBA28" w14:textId="77777777" w:rsidR="008D50BB" w:rsidRPr="00192AD6" w:rsidRDefault="008D50BB" w:rsidP="008D50BB">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9716772" w14:textId="77777777" w:rsidR="008D50BB" w:rsidRDefault="008D50BB" w:rsidP="008D50BB">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6E9A753A" w14:textId="7A634E6E" w:rsidR="009D2587" w:rsidRDefault="008D50BB" w:rsidP="008D50BB">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AEA8146" w14:textId="77777777" w:rsidR="009D2587" w:rsidRPr="009D2587" w:rsidRDefault="009D2587" w:rsidP="009D2587">
      <w:pPr>
        <w:rPr>
          <w:rFonts w:eastAsia="Times New Roman"/>
          <w:sz w:val="18"/>
          <w:szCs w:val="18"/>
        </w:rPr>
      </w:pPr>
    </w:p>
    <w:p w14:paraId="54BF5E79" w14:textId="77777777" w:rsidR="009D2587" w:rsidRPr="009D2587" w:rsidRDefault="009D2587" w:rsidP="009D2587">
      <w:pPr>
        <w:rPr>
          <w:rFonts w:eastAsia="Times New Roman"/>
          <w:sz w:val="18"/>
          <w:szCs w:val="18"/>
        </w:rPr>
      </w:pPr>
    </w:p>
    <w:p w14:paraId="02A328CE" w14:textId="77777777" w:rsidR="009D2587" w:rsidRPr="009D2587" w:rsidRDefault="009D2587" w:rsidP="009D2587">
      <w:pPr>
        <w:rPr>
          <w:rFonts w:eastAsia="Times New Roman"/>
          <w:sz w:val="18"/>
          <w:szCs w:val="18"/>
        </w:rPr>
      </w:pPr>
    </w:p>
    <w:p w14:paraId="4E35D804" w14:textId="77777777" w:rsidR="009D2587" w:rsidRPr="009D2587" w:rsidRDefault="009D2587" w:rsidP="009D2587">
      <w:pPr>
        <w:rPr>
          <w:rFonts w:eastAsia="Times New Roman"/>
          <w:sz w:val="18"/>
          <w:szCs w:val="18"/>
        </w:rPr>
      </w:pPr>
    </w:p>
    <w:p w14:paraId="3E5B52F6" w14:textId="77777777" w:rsidR="009D2587" w:rsidRPr="009D2587" w:rsidRDefault="009D2587" w:rsidP="009D2587">
      <w:pPr>
        <w:rPr>
          <w:rFonts w:eastAsia="Times New Roman"/>
          <w:sz w:val="18"/>
          <w:szCs w:val="18"/>
        </w:rPr>
      </w:pPr>
    </w:p>
    <w:p w14:paraId="6D914B28" w14:textId="77777777" w:rsidR="009D2587" w:rsidRPr="009D2587" w:rsidRDefault="009D2587" w:rsidP="009D2587">
      <w:pPr>
        <w:rPr>
          <w:rFonts w:eastAsia="Times New Roman"/>
          <w:sz w:val="18"/>
          <w:szCs w:val="18"/>
        </w:rPr>
      </w:pPr>
    </w:p>
    <w:p w14:paraId="0313A899" w14:textId="77777777" w:rsidR="009D2587" w:rsidRPr="009D2587" w:rsidRDefault="009D2587" w:rsidP="009D2587">
      <w:pPr>
        <w:rPr>
          <w:rFonts w:eastAsia="Times New Roman"/>
          <w:sz w:val="18"/>
          <w:szCs w:val="18"/>
        </w:rPr>
      </w:pPr>
    </w:p>
    <w:p w14:paraId="0903D79B" w14:textId="77777777" w:rsidR="009D2587" w:rsidRPr="009D2587" w:rsidRDefault="009D2587" w:rsidP="009D2587">
      <w:pPr>
        <w:rPr>
          <w:rFonts w:eastAsia="Times New Roman"/>
          <w:sz w:val="18"/>
          <w:szCs w:val="18"/>
        </w:rPr>
      </w:pPr>
    </w:p>
    <w:p w14:paraId="2080A90C" w14:textId="77777777" w:rsidR="009D2587" w:rsidRPr="009D2587" w:rsidRDefault="009D2587" w:rsidP="009D2587">
      <w:pPr>
        <w:rPr>
          <w:rFonts w:eastAsia="Times New Roman"/>
          <w:sz w:val="18"/>
          <w:szCs w:val="18"/>
        </w:rPr>
      </w:pPr>
    </w:p>
    <w:p w14:paraId="4EC4DBFA" w14:textId="0FB38F57" w:rsidR="008D50BB" w:rsidRPr="009D2587" w:rsidRDefault="009D2587" w:rsidP="009D2587">
      <w:pPr>
        <w:tabs>
          <w:tab w:val="left" w:pos="2610"/>
        </w:tabs>
        <w:rPr>
          <w:rFonts w:eastAsia="Times New Roman"/>
          <w:sz w:val="18"/>
          <w:szCs w:val="18"/>
        </w:rPr>
      </w:pPr>
      <w:r>
        <w:rPr>
          <w:rFonts w:eastAsia="Times New Roman"/>
          <w:sz w:val="18"/>
          <w:szCs w:val="18"/>
        </w:rPr>
        <w:tab/>
      </w:r>
    </w:p>
    <w:sectPr w:rsidR="008D50BB" w:rsidRPr="009D2587" w:rsidSect="002E4514">
      <w:headerReference w:type="even" r:id="rId41"/>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9E672" w14:textId="77777777" w:rsidR="00D47EFD" w:rsidRDefault="00D47EFD" w:rsidP="00962258">
      <w:pPr>
        <w:spacing w:after="0" w:line="240" w:lineRule="auto"/>
      </w:pPr>
      <w:r>
        <w:separator/>
      </w:r>
    </w:p>
  </w:endnote>
  <w:endnote w:type="continuationSeparator" w:id="0">
    <w:p w14:paraId="1676C187" w14:textId="77777777" w:rsidR="00D47EFD" w:rsidRDefault="00D47E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665E0A2F" w14:textId="77777777" w:rsidTr="00D453DF">
      <w:tc>
        <w:tcPr>
          <w:tcW w:w="1021" w:type="dxa"/>
          <w:vAlign w:val="bottom"/>
        </w:tcPr>
        <w:p w14:paraId="70320D0D" w14:textId="77777777" w:rsidR="001D4C2A" w:rsidRPr="00B8518B" w:rsidRDefault="001D4C2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0" w:type="auto"/>
          <w:vAlign w:val="bottom"/>
        </w:tcPr>
        <w:p w14:paraId="4B2BB225" w14:textId="77777777" w:rsidR="001D4C2A" w:rsidRPr="00003F09" w:rsidRDefault="001D4C2A" w:rsidP="00003F09">
          <w:pPr>
            <w:pStyle w:val="SoDZpatvlevo"/>
          </w:pPr>
          <w:r>
            <w:t xml:space="preserve">Smlouva o dílo na </w:t>
          </w:r>
          <w:r w:rsidRPr="000A7FDE">
            <w:t xml:space="preserve">Zhotovení stavby </w:t>
          </w:r>
        </w:p>
      </w:tc>
    </w:tr>
  </w:tbl>
  <w:p w14:paraId="40B9979F" w14:textId="77777777" w:rsidR="001D4C2A" w:rsidRPr="00747C0A" w:rsidRDefault="001D4C2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5AD73D66" w14:textId="77777777" w:rsidTr="00D453DF">
      <w:tc>
        <w:tcPr>
          <w:tcW w:w="1021" w:type="dxa"/>
          <w:vAlign w:val="bottom"/>
        </w:tcPr>
        <w:p w14:paraId="1CE84A29" w14:textId="77777777" w:rsidR="001D4C2A" w:rsidRPr="00B8518B" w:rsidRDefault="001D4C2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671D3C6" w14:textId="77777777" w:rsidR="001D4C2A" w:rsidRPr="007E0D11" w:rsidRDefault="001D4C2A" w:rsidP="007E0D11">
          <w:pPr>
            <w:pStyle w:val="SoDZpatvlevo"/>
            <w:rPr>
              <w:b/>
            </w:rPr>
          </w:pPr>
          <w:r>
            <w:rPr>
              <w:b/>
            </w:rPr>
            <w:t>Příloha č. 4</w:t>
          </w:r>
        </w:p>
        <w:p w14:paraId="27D61458" w14:textId="77777777" w:rsidR="001D4C2A" w:rsidRPr="003462EB" w:rsidRDefault="001D4C2A" w:rsidP="007E0D11">
          <w:pPr>
            <w:pStyle w:val="SoDZpatvlevo"/>
          </w:pPr>
          <w:r>
            <w:t>Smlouva o dílo na Z</w:t>
          </w:r>
          <w:r w:rsidRPr="003462EB">
            <w:t xml:space="preserve">hotovení stavby </w:t>
          </w:r>
        </w:p>
      </w:tc>
    </w:tr>
  </w:tbl>
  <w:p w14:paraId="0E5B4C32" w14:textId="77777777" w:rsidR="001D4C2A" w:rsidRPr="00747C0A" w:rsidRDefault="001D4C2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D4C2A" w:rsidRPr="009E09BE" w14:paraId="0FDC6FA3" w14:textId="77777777" w:rsidTr="00D453DF">
      <w:tc>
        <w:tcPr>
          <w:tcW w:w="0" w:type="auto"/>
          <w:tcMar>
            <w:left w:w="0" w:type="dxa"/>
            <w:right w:w="0" w:type="dxa"/>
          </w:tcMar>
          <w:vAlign w:val="bottom"/>
        </w:tcPr>
        <w:p w14:paraId="547FDC3D" w14:textId="77777777" w:rsidR="001D4C2A" w:rsidRPr="007E0D11" w:rsidRDefault="001D4C2A" w:rsidP="00D453DF">
          <w:pPr>
            <w:pStyle w:val="SoDZpatvpravo"/>
            <w:rPr>
              <w:b/>
            </w:rPr>
          </w:pPr>
          <w:r w:rsidRPr="007E0D11">
            <w:rPr>
              <w:b/>
            </w:rPr>
            <w:t xml:space="preserve">Příloha č. </w:t>
          </w:r>
          <w:r>
            <w:rPr>
              <w:b/>
            </w:rPr>
            <w:t>4</w:t>
          </w:r>
        </w:p>
        <w:p w14:paraId="4830DFE2" w14:textId="77777777" w:rsidR="001D4C2A" w:rsidRPr="003462EB" w:rsidRDefault="001D4C2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09C522" w14:textId="5DC46BA9" w:rsidR="001D4C2A" w:rsidRPr="009E09BE" w:rsidRDefault="001D4C2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1</w:t>
          </w:r>
          <w:r>
            <w:rPr>
              <w:rStyle w:val="slostrnky"/>
            </w:rPr>
            <w:fldChar w:fldCharType="end"/>
          </w:r>
        </w:p>
      </w:tc>
    </w:tr>
  </w:tbl>
  <w:p w14:paraId="16B3823B" w14:textId="77777777" w:rsidR="001D4C2A" w:rsidRPr="00B8518B" w:rsidRDefault="001D4C2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34AA7C95" w14:textId="77777777" w:rsidTr="00D453DF">
      <w:tc>
        <w:tcPr>
          <w:tcW w:w="1021" w:type="dxa"/>
          <w:vAlign w:val="bottom"/>
        </w:tcPr>
        <w:p w14:paraId="48E80EBB" w14:textId="1BCA5828" w:rsidR="001D4C2A" w:rsidRPr="00B8518B" w:rsidRDefault="001D4C2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2</w:t>
          </w:r>
          <w:r>
            <w:rPr>
              <w:rStyle w:val="slostrnky"/>
            </w:rPr>
            <w:fldChar w:fldCharType="end"/>
          </w:r>
        </w:p>
      </w:tc>
      <w:tc>
        <w:tcPr>
          <w:tcW w:w="0" w:type="auto"/>
          <w:vAlign w:val="bottom"/>
        </w:tcPr>
        <w:p w14:paraId="098A097B" w14:textId="77777777" w:rsidR="001D4C2A" w:rsidRPr="007E0D11" w:rsidRDefault="001D4C2A" w:rsidP="007E0D11">
          <w:pPr>
            <w:pStyle w:val="SoDZpatvlevo"/>
            <w:rPr>
              <w:b/>
            </w:rPr>
          </w:pPr>
          <w:r>
            <w:rPr>
              <w:b/>
            </w:rPr>
            <w:t>Příloha č. 5</w:t>
          </w:r>
        </w:p>
        <w:p w14:paraId="0F9A7C98" w14:textId="77777777" w:rsidR="001D4C2A" w:rsidRPr="003462EB" w:rsidRDefault="001D4C2A" w:rsidP="007E0D11">
          <w:pPr>
            <w:pStyle w:val="SoDZpatvlevo"/>
          </w:pPr>
          <w:r>
            <w:t>Smlouva o dílo na Z</w:t>
          </w:r>
          <w:r w:rsidRPr="003462EB">
            <w:t xml:space="preserve">hotovení stavby </w:t>
          </w:r>
        </w:p>
      </w:tc>
    </w:tr>
  </w:tbl>
  <w:p w14:paraId="0B7A1DCC" w14:textId="77777777" w:rsidR="001D4C2A" w:rsidRPr="00747C0A" w:rsidRDefault="001D4C2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D4C2A" w:rsidRPr="009E09BE" w14:paraId="48737AC7" w14:textId="77777777" w:rsidTr="00D453DF">
      <w:tc>
        <w:tcPr>
          <w:tcW w:w="0" w:type="auto"/>
          <w:tcMar>
            <w:left w:w="0" w:type="dxa"/>
            <w:right w:w="0" w:type="dxa"/>
          </w:tcMar>
          <w:vAlign w:val="bottom"/>
        </w:tcPr>
        <w:p w14:paraId="3634A1B4" w14:textId="77777777" w:rsidR="001D4C2A" w:rsidRPr="007E0D11" w:rsidRDefault="001D4C2A" w:rsidP="00D453DF">
          <w:pPr>
            <w:pStyle w:val="SoDZpatvpravo"/>
            <w:rPr>
              <w:b/>
            </w:rPr>
          </w:pPr>
          <w:r w:rsidRPr="007E0D11">
            <w:rPr>
              <w:b/>
            </w:rPr>
            <w:t xml:space="preserve">Příloha č. </w:t>
          </w:r>
          <w:r>
            <w:rPr>
              <w:b/>
            </w:rPr>
            <w:t>5</w:t>
          </w:r>
        </w:p>
        <w:p w14:paraId="1C2C5135" w14:textId="77777777" w:rsidR="001D4C2A" w:rsidRPr="003462EB" w:rsidRDefault="001D4C2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B34176C" w14:textId="1C740D78" w:rsidR="001D4C2A" w:rsidRPr="009E09BE" w:rsidRDefault="001D4C2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2</w:t>
          </w:r>
          <w:r>
            <w:rPr>
              <w:rStyle w:val="slostrnky"/>
            </w:rPr>
            <w:fldChar w:fldCharType="end"/>
          </w:r>
        </w:p>
      </w:tc>
    </w:tr>
  </w:tbl>
  <w:p w14:paraId="1139F78B" w14:textId="77777777" w:rsidR="001D4C2A" w:rsidRPr="00B8518B" w:rsidRDefault="001D4C2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655BEA54" w14:textId="77777777" w:rsidTr="00D453DF">
      <w:tc>
        <w:tcPr>
          <w:tcW w:w="1021" w:type="dxa"/>
          <w:vAlign w:val="bottom"/>
        </w:tcPr>
        <w:p w14:paraId="43E54DDB" w14:textId="77777777" w:rsidR="001D4C2A" w:rsidRPr="00B8518B" w:rsidRDefault="001D4C2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EE89C9B" w14:textId="77777777" w:rsidR="001D4C2A" w:rsidRPr="007E0D11" w:rsidRDefault="001D4C2A" w:rsidP="007E0D11">
          <w:pPr>
            <w:pStyle w:val="SoDZpatvlevo"/>
            <w:rPr>
              <w:b/>
            </w:rPr>
          </w:pPr>
          <w:r>
            <w:rPr>
              <w:b/>
            </w:rPr>
            <w:t>Příloha č. 7</w:t>
          </w:r>
        </w:p>
        <w:p w14:paraId="4CCCBC2D" w14:textId="77777777" w:rsidR="001D4C2A" w:rsidRPr="003462EB" w:rsidRDefault="001D4C2A" w:rsidP="007E0D11">
          <w:pPr>
            <w:pStyle w:val="SoDZpatvlevo"/>
          </w:pPr>
          <w:r>
            <w:t>Smlouva o dílo na Z</w:t>
          </w:r>
          <w:r w:rsidRPr="003462EB">
            <w:t xml:space="preserve">hotovení stavby </w:t>
          </w:r>
        </w:p>
      </w:tc>
    </w:tr>
  </w:tbl>
  <w:p w14:paraId="12398C82" w14:textId="77777777" w:rsidR="001D4C2A" w:rsidRPr="00747C0A" w:rsidRDefault="001D4C2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D4C2A" w:rsidRPr="009E09BE" w14:paraId="74CBBD77" w14:textId="77777777" w:rsidTr="00D453DF">
      <w:tc>
        <w:tcPr>
          <w:tcW w:w="0" w:type="auto"/>
          <w:tcMar>
            <w:left w:w="0" w:type="dxa"/>
            <w:right w:w="0" w:type="dxa"/>
          </w:tcMar>
          <w:vAlign w:val="bottom"/>
        </w:tcPr>
        <w:p w14:paraId="7D3FE129" w14:textId="77777777" w:rsidR="001D4C2A" w:rsidRPr="007E0D11" w:rsidRDefault="001D4C2A" w:rsidP="00D453DF">
          <w:pPr>
            <w:pStyle w:val="SoDZpatvpravo"/>
            <w:rPr>
              <w:b/>
            </w:rPr>
          </w:pPr>
          <w:r w:rsidRPr="007E0D11">
            <w:rPr>
              <w:b/>
            </w:rPr>
            <w:t xml:space="preserve">Příloha č. </w:t>
          </w:r>
          <w:r>
            <w:rPr>
              <w:b/>
            </w:rPr>
            <w:t>7</w:t>
          </w:r>
        </w:p>
        <w:p w14:paraId="16ADE625" w14:textId="77777777" w:rsidR="001D4C2A" w:rsidRPr="003462EB" w:rsidRDefault="001D4C2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862E3D9" w14:textId="13BC04AB" w:rsidR="001D4C2A" w:rsidRPr="009E09BE" w:rsidRDefault="001D4C2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1</w:t>
          </w:r>
          <w:r>
            <w:rPr>
              <w:rStyle w:val="slostrnky"/>
            </w:rPr>
            <w:fldChar w:fldCharType="end"/>
          </w:r>
        </w:p>
      </w:tc>
    </w:tr>
  </w:tbl>
  <w:p w14:paraId="473082EE" w14:textId="77777777" w:rsidR="001D4C2A" w:rsidRPr="00B8518B" w:rsidRDefault="001D4C2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39301534" w14:textId="77777777" w:rsidTr="00D453DF">
      <w:tc>
        <w:tcPr>
          <w:tcW w:w="1021" w:type="dxa"/>
          <w:vAlign w:val="bottom"/>
        </w:tcPr>
        <w:p w14:paraId="4028FAA9" w14:textId="77777777" w:rsidR="001D4C2A" w:rsidRPr="00B8518B" w:rsidRDefault="001D4C2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F250B85" w14:textId="77777777" w:rsidR="001D4C2A" w:rsidRPr="007E0D11" w:rsidRDefault="001D4C2A" w:rsidP="007E0D11">
          <w:pPr>
            <w:pStyle w:val="SoDZpatvlevo"/>
            <w:rPr>
              <w:b/>
            </w:rPr>
          </w:pPr>
          <w:r>
            <w:rPr>
              <w:b/>
            </w:rPr>
            <w:t>Příloha č. 9</w:t>
          </w:r>
        </w:p>
        <w:p w14:paraId="4B37DD42" w14:textId="77777777" w:rsidR="001D4C2A" w:rsidRPr="003462EB" w:rsidRDefault="001D4C2A" w:rsidP="007E0D11">
          <w:pPr>
            <w:pStyle w:val="SoDZpatvlevo"/>
          </w:pPr>
          <w:r>
            <w:t>Smlouva o dílo na Z</w:t>
          </w:r>
          <w:r w:rsidRPr="003462EB">
            <w:t xml:space="preserve">hotovení stavby </w:t>
          </w:r>
        </w:p>
      </w:tc>
    </w:tr>
  </w:tbl>
  <w:p w14:paraId="04AA38C5" w14:textId="77777777" w:rsidR="001D4C2A" w:rsidRPr="00747C0A" w:rsidRDefault="001D4C2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D4C2A" w:rsidRPr="009E09BE" w14:paraId="2D32A076" w14:textId="77777777" w:rsidTr="00D453DF">
      <w:tc>
        <w:tcPr>
          <w:tcW w:w="0" w:type="auto"/>
          <w:tcMar>
            <w:left w:w="0" w:type="dxa"/>
            <w:right w:w="0" w:type="dxa"/>
          </w:tcMar>
          <w:vAlign w:val="bottom"/>
        </w:tcPr>
        <w:p w14:paraId="5CEFCC9D" w14:textId="77777777" w:rsidR="001D4C2A" w:rsidRPr="007E0D11" w:rsidRDefault="001D4C2A" w:rsidP="00D453DF">
          <w:pPr>
            <w:pStyle w:val="SoDZpatvpravo"/>
            <w:rPr>
              <w:b/>
            </w:rPr>
          </w:pPr>
          <w:r w:rsidRPr="007E0D11">
            <w:rPr>
              <w:b/>
            </w:rPr>
            <w:t xml:space="preserve">Příloha č. </w:t>
          </w:r>
          <w:r>
            <w:rPr>
              <w:b/>
            </w:rPr>
            <w:t>9</w:t>
          </w:r>
        </w:p>
        <w:p w14:paraId="76897D2C" w14:textId="77777777" w:rsidR="001D4C2A" w:rsidRPr="003462EB" w:rsidRDefault="001D4C2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393EE88" w14:textId="7505C6F2" w:rsidR="001D4C2A" w:rsidRPr="009E09BE" w:rsidRDefault="001D4C2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1</w:t>
          </w:r>
          <w:r>
            <w:rPr>
              <w:rStyle w:val="slostrnky"/>
            </w:rPr>
            <w:fldChar w:fldCharType="end"/>
          </w:r>
        </w:p>
      </w:tc>
    </w:tr>
  </w:tbl>
  <w:p w14:paraId="0A42AC88" w14:textId="77777777" w:rsidR="001D4C2A" w:rsidRPr="00B8518B" w:rsidRDefault="001D4C2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468D2C35" w14:textId="77777777" w:rsidTr="00D453DF">
      <w:tc>
        <w:tcPr>
          <w:tcW w:w="1021" w:type="dxa"/>
          <w:vAlign w:val="bottom"/>
        </w:tcPr>
        <w:p w14:paraId="2ADA43B1" w14:textId="12B98E10" w:rsidR="001D4C2A" w:rsidRPr="00B8518B" w:rsidRDefault="001D4C2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4</w:t>
          </w:r>
          <w:r>
            <w:rPr>
              <w:rStyle w:val="slostrnky"/>
            </w:rPr>
            <w:fldChar w:fldCharType="end"/>
          </w:r>
        </w:p>
      </w:tc>
      <w:tc>
        <w:tcPr>
          <w:tcW w:w="0" w:type="auto"/>
          <w:vAlign w:val="bottom"/>
        </w:tcPr>
        <w:p w14:paraId="1263A28A" w14:textId="77777777" w:rsidR="001D4C2A" w:rsidRPr="007E0D11" w:rsidRDefault="001D4C2A" w:rsidP="007E0D11">
          <w:pPr>
            <w:pStyle w:val="SoDZpatvlevo"/>
            <w:rPr>
              <w:b/>
            </w:rPr>
          </w:pPr>
          <w:r>
            <w:rPr>
              <w:b/>
            </w:rPr>
            <w:t>Příloha č. 11</w:t>
          </w:r>
        </w:p>
        <w:p w14:paraId="135F3551" w14:textId="77777777" w:rsidR="001D4C2A" w:rsidRPr="003462EB" w:rsidRDefault="001D4C2A" w:rsidP="007E0D11">
          <w:pPr>
            <w:pStyle w:val="SoDZpatvlevo"/>
          </w:pPr>
          <w:r>
            <w:t>Smlouva o dílo na Z</w:t>
          </w:r>
          <w:r w:rsidRPr="003462EB">
            <w:t xml:space="preserve">hotovení stavby </w:t>
          </w:r>
        </w:p>
      </w:tc>
    </w:tr>
  </w:tbl>
  <w:p w14:paraId="30E5C78B" w14:textId="77777777" w:rsidR="001D4C2A" w:rsidRPr="00747C0A" w:rsidRDefault="001D4C2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1D4C2A" w:rsidRPr="009E09BE" w14:paraId="6B49C16C" w14:textId="77777777" w:rsidTr="00B83E50">
      <w:tc>
        <w:tcPr>
          <w:tcW w:w="0" w:type="auto"/>
          <w:tcMar>
            <w:left w:w="0" w:type="dxa"/>
            <w:right w:w="0" w:type="dxa"/>
          </w:tcMar>
          <w:vAlign w:val="bottom"/>
        </w:tcPr>
        <w:p w14:paraId="76C9120F" w14:textId="0DE72E41" w:rsidR="001D4C2A" w:rsidRPr="007E0D11" w:rsidRDefault="001D4C2A" w:rsidP="00D453DF">
          <w:pPr>
            <w:pStyle w:val="SoDZpatvpravo"/>
            <w:rPr>
              <w:b/>
            </w:rPr>
          </w:pPr>
          <w:r w:rsidRPr="007E0D11">
            <w:rPr>
              <w:b/>
            </w:rPr>
            <w:t xml:space="preserve">Příloha č. </w:t>
          </w:r>
          <w:r>
            <w:rPr>
              <w:b/>
            </w:rPr>
            <w:t>10</w:t>
          </w:r>
        </w:p>
        <w:p w14:paraId="1AC6C05D" w14:textId="77777777" w:rsidR="001D4C2A" w:rsidRPr="003462EB" w:rsidRDefault="001D4C2A" w:rsidP="00D453DF">
          <w:pPr>
            <w:pStyle w:val="SoDZpatvpravo"/>
            <w:rPr>
              <w:rStyle w:val="slostrnky"/>
              <w:b w:val="0"/>
              <w:color w:val="auto"/>
              <w:sz w:val="12"/>
            </w:rPr>
          </w:pPr>
          <w:r>
            <w:t>Smlouva o dílo na Z</w:t>
          </w:r>
          <w:r w:rsidRPr="003462EB">
            <w:t xml:space="preserve">hotovení stavby </w:t>
          </w:r>
        </w:p>
      </w:tc>
      <w:tc>
        <w:tcPr>
          <w:tcW w:w="1021" w:type="dxa"/>
        </w:tcPr>
        <w:p w14:paraId="4E483B86" w14:textId="77777777" w:rsidR="001D4C2A" w:rsidRPr="00B8518B" w:rsidRDefault="001D4C2A" w:rsidP="00D453DF">
          <w:pPr>
            <w:pStyle w:val="SoDZpatvpravo"/>
            <w:rPr>
              <w:rStyle w:val="slostrnky"/>
            </w:rPr>
          </w:pPr>
        </w:p>
      </w:tc>
      <w:tc>
        <w:tcPr>
          <w:tcW w:w="1021" w:type="dxa"/>
          <w:vAlign w:val="bottom"/>
        </w:tcPr>
        <w:p w14:paraId="55CE6D73" w14:textId="020B6891" w:rsidR="001D4C2A" w:rsidRPr="009E09BE" w:rsidRDefault="001D4C2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1</w:t>
          </w:r>
          <w:r>
            <w:rPr>
              <w:rStyle w:val="slostrnky"/>
            </w:rPr>
            <w:fldChar w:fldCharType="end"/>
          </w:r>
        </w:p>
      </w:tc>
    </w:tr>
  </w:tbl>
  <w:p w14:paraId="078E349D" w14:textId="77777777" w:rsidR="001D4C2A" w:rsidRPr="00B8518B" w:rsidRDefault="001D4C2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D4C2A" w:rsidRPr="009E09BE" w14:paraId="256F3506" w14:textId="77777777" w:rsidTr="00D453DF">
      <w:tc>
        <w:tcPr>
          <w:tcW w:w="0" w:type="auto"/>
          <w:tcMar>
            <w:left w:w="0" w:type="dxa"/>
            <w:right w:w="0" w:type="dxa"/>
          </w:tcMar>
          <w:vAlign w:val="bottom"/>
        </w:tcPr>
        <w:p w14:paraId="6A067A37" w14:textId="77777777" w:rsidR="001D4C2A" w:rsidRPr="003462EB" w:rsidRDefault="001D4C2A"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158B8B64" w14:textId="77777777" w:rsidR="001D4C2A" w:rsidRPr="009E09BE" w:rsidRDefault="001D4C2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3651FBC6" w14:textId="77777777" w:rsidR="001D4C2A" w:rsidRPr="00B8518B" w:rsidRDefault="001D4C2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76210DFA" w14:textId="77777777" w:rsidTr="00D453DF">
      <w:tc>
        <w:tcPr>
          <w:tcW w:w="1021" w:type="dxa"/>
          <w:vAlign w:val="bottom"/>
        </w:tcPr>
        <w:p w14:paraId="61A310F8" w14:textId="06733B24" w:rsidR="001D4C2A" w:rsidRPr="00B8518B" w:rsidRDefault="001D4C2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4</w:t>
          </w:r>
          <w:r>
            <w:rPr>
              <w:rStyle w:val="slostrnky"/>
            </w:rPr>
            <w:fldChar w:fldCharType="end"/>
          </w:r>
        </w:p>
      </w:tc>
      <w:tc>
        <w:tcPr>
          <w:tcW w:w="0" w:type="auto"/>
          <w:vAlign w:val="bottom"/>
        </w:tcPr>
        <w:p w14:paraId="47CEF533" w14:textId="67DF0CF2" w:rsidR="001D4C2A" w:rsidRPr="007E0D11" w:rsidRDefault="001D4C2A"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11</w:t>
          </w:r>
        </w:p>
        <w:p w14:paraId="69A19013" w14:textId="77777777" w:rsidR="001D4C2A" w:rsidRPr="003462EB" w:rsidRDefault="001D4C2A" w:rsidP="007E0D11">
          <w:pPr>
            <w:pStyle w:val="SoDZpatvlevo"/>
          </w:pPr>
          <w:r>
            <w:t>Smlouva o dílo na Z</w:t>
          </w:r>
          <w:r w:rsidRPr="003462EB">
            <w:t xml:space="preserve">hotovení stavby </w:t>
          </w:r>
        </w:p>
      </w:tc>
    </w:tr>
  </w:tbl>
  <w:p w14:paraId="6D22314B" w14:textId="77777777" w:rsidR="001D4C2A" w:rsidRPr="00747C0A" w:rsidRDefault="001D4C2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7B7CE" w14:textId="77777777" w:rsidR="001D4C2A" w:rsidRPr="00B8518B" w:rsidRDefault="001D4C2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DF8C9" w14:textId="77777777" w:rsidR="001D4C2A" w:rsidRDefault="001D4C2A" w:rsidP="00A32963">
    <w:pPr>
      <w:pStyle w:val="Zpat"/>
      <w:jc w:val="center"/>
    </w:pPr>
  </w:p>
  <w:p w14:paraId="63FDDBBC" w14:textId="77777777" w:rsidR="001D4C2A" w:rsidRDefault="001D4C2A">
    <w:pPr>
      <w:pStyle w:val="Zpat"/>
    </w:pPr>
    <w:r>
      <w:rPr>
        <w:noProof/>
        <w:lang w:eastAsia="cs-CZ"/>
      </w:rPr>
      <w:drawing>
        <wp:inline distT="0" distB="0" distL="0" distR="0" wp14:anchorId="1800B693" wp14:editId="6E68EAC9">
          <wp:extent cx="2577600" cy="5400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77600" cy="5400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3C9188F9" w14:textId="77777777" w:rsidTr="00D453DF">
      <w:tc>
        <w:tcPr>
          <w:tcW w:w="1021" w:type="dxa"/>
          <w:vAlign w:val="bottom"/>
        </w:tcPr>
        <w:p w14:paraId="49941DB0" w14:textId="77777777" w:rsidR="001D4C2A" w:rsidRPr="00B8518B" w:rsidRDefault="001D4C2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243D402" w14:textId="77777777" w:rsidR="001D4C2A" w:rsidRPr="007E0D11" w:rsidRDefault="001D4C2A" w:rsidP="007E0D11">
          <w:pPr>
            <w:pStyle w:val="SoDZpatvlevo"/>
            <w:rPr>
              <w:b/>
            </w:rPr>
          </w:pPr>
          <w:r w:rsidRPr="007E0D11">
            <w:rPr>
              <w:b/>
            </w:rPr>
            <w:t>Příloha č. 1</w:t>
          </w:r>
        </w:p>
        <w:p w14:paraId="0F294039" w14:textId="77777777" w:rsidR="001D4C2A" w:rsidRPr="003462EB" w:rsidRDefault="001D4C2A" w:rsidP="007E0D11">
          <w:pPr>
            <w:pStyle w:val="SoDZpatvlevo"/>
          </w:pPr>
          <w:r>
            <w:t>Smlouva o dílo na Z</w:t>
          </w:r>
          <w:r w:rsidRPr="003462EB">
            <w:t xml:space="preserve">hotovení stavby </w:t>
          </w:r>
        </w:p>
      </w:tc>
    </w:tr>
  </w:tbl>
  <w:p w14:paraId="36409020" w14:textId="77777777" w:rsidR="001D4C2A" w:rsidRPr="00747C0A" w:rsidRDefault="001D4C2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D4C2A" w:rsidRPr="009E09BE" w14:paraId="0AA5A115" w14:textId="77777777" w:rsidTr="00D453DF">
      <w:tc>
        <w:tcPr>
          <w:tcW w:w="0" w:type="auto"/>
          <w:tcMar>
            <w:left w:w="0" w:type="dxa"/>
            <w:right w:w="0" w:type="dxa"/>
          </w:tcMar>
          <w:vAlign w:val="bottom"/>
        </w:tcPr>
        <w:p w14:paraId="3F4387B8" w14:textId="77777777" w:rsidR="001D4C2A" w:rsidRPr="007E0D11" w:rsidRDefault="001D4C2A" w:rsidP="00D453DF">
          <w:pPr>
            <w:pStyle w:val="SoDZpatvpravo"/>
            <w:rPr>
              <w:b/>
            </w:rPr>
          </w:pPr>
          <w:r w:rsidRPr="007E0D11">
            <w:rPr>
              <w:b/>
            </w:rPr>
            <w:t>Příloha č. 1</w:t>
          </w:r>
        </w:p>
        <w:p w14:paraId="1CBA6135" w14:textId="77777777" w:rsidR="001D4C2A" w:rsidRPr="003462EB" w:rsidRDefault="001D4C2A"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352FED0B" w14:textId="6822E4EC" w:rsidR="001D4C2A" w:rsidRPr="009E09BE" w:rsidRDefault="001D4C2A"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1</w:t>
          </w:r>
          <w:r>
            <w:rPr>
              <w:rStyle w:val="slostrnky"/>
            </w:rPr>
            <w:fldChar w:fldCharType="end"/>
          </w:r>
        </w:p>
      </w:tc>
    </w:tr>
  </w:tbl>
  <w:p w14:paraId="0F214D31" w14:textId="77777777" w:rsidR="001D4C2A" w:rsidRPr="00B8518B" w:rsidRDefault="001D4C2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5D7530C5" w14:textId="77777777" w:rsidTr="00D453DF">
      <w:tc>
        <w:tcPr>
          <w:tcW w:w="1021" w:type="dxa"/>
          <w:vAlign w:val="bottom"/>
        </w:tcPr>
        <w:p w14:paraId="284C5AD5" w14:textId="3B4807D0" w:rsidR="001D4C2A" w:rsidRPr="00B8518B" w:rsidRDefault="001D4C2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3</w:t>
          </w:r>
          <w:r>
            <w:rPr>
              <w:rStyle w:val="slostrnky"/>
            </w:rPr>
            <w:fldChar w:fldCharType="end"/>
          </w:r>
        </w:p>
      </w:tc>
      <w:tc>
        <w:tcPr>
          <w:tcW w:w="0" w:type="auto"/>
          <w:vAlign w:val="bottom"/>
        </w:tcPr>
        <w:p w14:paraId="14456623" w14:textId="77777777" w:rsidR="001D4C2A" w:rsidRPr="007E0D11" w:rsidRDefault="001D4C2A" w:rsidP="007E0D11">
          <w:pPr>
            <w:pStyle w:val="SoDZpatvlevo"/>
            <w:rPr>
              <w:b/>
            </w:rPr>
          </w:pPr>
          <w:r>
            <w:rPr>
              <w:b/>
            </w:rPr>
            <w:t>Příloha č. 2</w:t>
          </w:r>
        </w:p>
        <w:p w14:paraId="456C0E80" w14:textId="77777777" w:rsidR="001D4C2A" w:rsidRPr="003462EB" w:rsidRDefault="001D4C2A" w:rsidP="007E0D11">
          <w:pPr>
            <w:pStyle w:val="SoDZpatvlevo"/>
          </w:pPr>
          <w:r>
            <w:t>Smlouva o dílo na Z</w:t>
          </w:r>
          <w:r w:rsidRPr="003462EB">
            <w:t xml:space="preserve">hotovení stavby </w:t>
          </w:r>
        </w:p>
      </w:tc>
    </w:tr>
  </w:tbl>
  <w:p w14:paraId="73DCE176" w14:textId="77777777" w:rsidR="001D4C2A" w:rsidRPr="00747C0A" w:rsidRDefault="001D4C2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D4C2A" w:rsidRPr="009E09BE" w14:paraId="43A00ED5" w14:textId="77777777" w:rsidTr="00D453DF">
      <w:tc>
        <w:tcPr>
          <w:tcW w:w="0" w:type="auto"/>
          <w:tcMar>
            <w:left w:w="0" w:type="dxa"/>
            <w:right w:w="0" w:type="dxa"/>
          </w:tcMar>
          <w:vAlign w:val="bottom"/>
        </w:tcPr>
        <w:p w14:paraId="6A34DD41" w14:textId="77777777" w:rsidR="001D4C2A" w:rsidRPr="007E0D11" w:rsidRDefault="001D4C2A" w:rsidP="00D453DF">
          <w:pPr>
            <w:pStyle w:val="SoDZpatvpravo"/>
            <w:rPr>
              <w:b/>
            </w:rPr>
          </w:pPr>
          <w:r w:rsidRPr="007E0D11">
            <w:rPr>
              <w:b/>
            </w:rPr>
            <w:t xml:space="preserve">Příloha č. </w:t>
          </w:r>
          <w:r>
            <w:rPr>
              <w:b/>
            </w:rPr>
            <w:t>2</w:t>
          </w:r>
        </w:p>
        <w:p w14:paraId="0918E973" w14:textId="77777777" w:rsidR="001D4C2A" w:rsidRPr="003462EB" w:rsidRDefault="001D4C2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BC0844C" w14:textId="767EFAD8" w:rsidR="001D4C2A" w:rsidRPr="009E09BE" w:rsidRDefault="001D4C2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3</w:t>
          </w:r>
          <w:r>
            <w:rPr>
              <w:rStyle w:val="slostrnky"/>
            </w:rPr>
            <w:fldChar w:fldCharType="end"/>
          </w:r>
        </w:p>
      </w:tc>
    </w:tr>
  </w:tbl>
  <w:p w14:paraId="6E65D632" w14:textId="77777777" w:rsidR="001D4C2A" w:rsidRPr="00B8518B" w:rsidRDefault="001D4C2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D4C2A" w:rsidRPr="003462EB" w14:paraId="2690FFAF" w14:textId="77777777" w:rsidTr="00D453DF">
      <w:tc>
        <w:tcPr>
          <w:tcW w:w="1021" w:type="dxa"/>
          <w:vAlign w:val="bottom"/>
        </w:tcPr>
        <w:p w14:paraId="31DDDB96" w14:textId="77777777" w:rsidR="001D4C2A" w:rsidRPr="00B8518B" w:rsidRDefault="001D4C2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73DE0D1" w14:textId="77777777" w:rsidR="001D4C2A" w:rsidRPr="007E0D11" w:rsidRDefault="001D4C2A" w:rsidP="007E0D11">
          <w:pPr>
            <w:pStyle w:val="SoDZpatvlevo"/>
            <w:rPr>
              <w:b/>
            </w:rPr>
          </w:pPr>
          <w:r>
            <w:rPr>
              <w:b/>
            </w:rPr>
            <w:t>Příloha č. 3</w:t>
          </w:r>
        </w:p>
        <w:p w14:paraId="0BE68BE1" w14:textId="77777777" w:rsidR="001D4C2A" w:rsidRPr="003462EB" w:rsidRDefault="001D4C2A" w:rsidP="007E0D11">
          <w:pPr>
            <w:pStyle w:val="SoDZpatvlevo"/>
          </w:pPr>
          <w:r>
            <w:t>Smlouva o dílo na Z</w:t>
          </w:r>
          <w:r w:rsidRPr="003462EB">
            <w:t xml:space="preserve">hotovení stavby </w:t>
          </w:r>
        </w:p>
      </w:tc>
    </w:tr>
  </w:tbl>
  <w:p w14:paraId="23AD9C9A" w14:textId="77777777" w:rsidR="001D4C2A" w:rsidRPr="00747C0A" w:rsidRDefault="001D4C2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D4C2A" w:rsidRPr="009E09BE" w14:paraId="26B5D8D1" w14:textId="77777777" w:rsidTr="00D453DF">
      <w:tc>
        <w:tcPr>
          <w:tcW w:w="0" w:type="auto"/>
          <w:tcMar>
            <w:left w:w="0" w:type="dxa"/>
            <w:right w:w="0" w:type="dxa"/>
          </w:tcMar>
          <w:vAlign w:val="bottom"/>
        </w:tcPr>
        <w:p w14:paraId="5E3988C4" w14:textId="77777777" w:rsidR="001D4C2A" w:rsidRPr="007E0D11" w:rsidRDefault="001D4C2A" w:rsidP="00D453DF">
          <w:pPr>
            <w:pStyle w:val="SoDZpatvpravo"/>
            <w:rPr>
              <w:b/>
            </w:rPr>
          </w:pPr>
          <w:r w:rsidRPr="007E0D11">
            <w:rPr>
              <w:b/>
            </w:rPr>
            <w:t xml:space="preserve">Příloha č. </w:t>
          </w:r>
          <w:r>
            <w:rPr>
              <w:b/>
            </w:rPr>
            <w:t>3</w:t>
          </w:r>
        </w:p>
        <w:p w14:paraId="6040ADDA" w14:textId="77777777" w:rsidR="001D4C2A" w:rsidRPr="003462EB" w:rsidRDefault="001D4C2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C5A7E8E" w14:textId="2EDE7CF2" w:rsidR="001D4C2A" w:rsidRPr="009E09BE" w:rsidRDefault="001D4C2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62B1">
            <w:rPr>
              <w:rStyle w:val="slostrnky"/>
              <w:noProof/>
            </w:rPr>
            <w:t>1</w:t>
          </w:r>
          <w:r>
            <w:rPr>
              <w:rStyle w:val="slostrnky"/>
            </w:rPr>
            <w:fldChar w:fldCharType="end"/>
          </w:r>
        </w:p>
      </w:tc>
    </w:tr>
  </w:tbl>
  <w:p w14:paraId="294B8B7D" w14:textId="77777777" w:rsidR="001D4C2A" w:rsidRPr="00B8518B" w:rsidRDefault="001D4C2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6ECA2" w14:textId="77777777" w:rsidR="00D47EFD" w:rsidRDefault="00D47EFD" w:rsidP="00962258">
      <w:pPr>
        <w:spacing w:after="0" w:line="240" w:lineRule="auto"/>
      </w:pPr>
      <w:r>
        <w:separator/>
      </w:r>
    </w:p>
  </w:footnote>
  <w:footnote w:type="continuationSeparator" w:id="0">
    <w:p w14:paraId="4D76E06C" w14:textId="77777777" w:rsidR="00D47EFD" w:rsidRDefault="00D47E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D4C2A" w14:paraId="0DE8BF7C" w14:textId="77777777" w:rsidTr="00B22106">
      <w:trPr>
        <w:trHeight w:hRule="exact" w:val="936"/>
      </w:trPr>
      <w:tc>
        <w:tcPr>
          <w:tcW w:w="1361" w:type="dxa"/>
          <w:tcMar>
            <w:left w:w="0" w:type="dxa"/>
            <w:right w:w="0" w:type="dxa"/>
          </w:tcMar>
        </w:tcPr>
        <w:p w14:paraId="3B721674" w14:textId="77777777" w:rsidR="001D4C2A" w:rsidRPr="00B8518B" w:rsidRDefault="001D4C2A" w:rsidP="00FC6389">
          <w:pPr>
            <w:pStyle w:val="Zpat"/>
            <w:rPr>
              <w:rStyle w:val="slostrnky"/>
            </w:rPr>
          </w:pPr>
        </w:p>
      </w:tc>
      <w:tc>
        <w:tcPr>
          <w:tcW w:w="3458" w:type="dxa"/>
          <w:shd w:val="clear" w:color="auto" w:fill="auto"/>
          <w:tcMar>
            <w:left w:w="0" w:type="dxa"/>
            <w:right w:w="0" w:type="dxa"/>
          </w:tcMar>
        </w:tcPr>
        <w:p w14:paraId="22D43A82" w14:textId="77777777" w:rsidR="001D4C2A" w:rsidRDefault="001D4C2A" w:rsidP="00FC6389">
          <w:pPr>
            <w:pStyle w:val="Zpat"/>
          </w:pPr>
          <w:r>
            <w:rPr>
              <w:noProof/>
              <w:lang w:eastAsia="cs-CZ"/>
            </w:rPr>
            <w:drawing>
              <wp:anchor distT="0" distB="0" distL="114300" distR="114300" simplePos="0" relativeHeight="251672576" behindDoc="0" locked="1" layoutInCell="1" allowOverlap="1" wp14:anchorId="7D71942B" wp14:editId="094E32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D559F4" w14:textId="77777777" w:rsidR="001D4C2A" w:rsidRPr="00D6163D" w:rsidRDefault="001D4C2A" w:rsidP="00FC6389">
          <w:pPr>
            <w:pStyle w:val="Druhdokumentu"/>
          </w:pPr>
        </w:p>
      </w:tc>
    </w:tr>
    <w:tr w:rsidR="001D4C2A" w14:paraId="55431F1D" w14:textId="77777777" w:rsidTr="00B22106">
      <w:trPr>
        <w:trHeight w:hRule="exact" w:val="936"/>
      </w:trPr>
      <w:tc>
        <w:tcPr>
          <w:tcW w:w="1361" w:type="dxa"/>
          <w:tcMar>
            <w:left w:w="0" w:type="dxa"/>
            <w:right w:w="0" w:type="dxa"/>
          </w:tcMar>
        </w:tcPr>
        <w:p w14:paraId="3506A35B" w14:textId="77777777" w:rsidR="001D4C2A" w:rsidRPr="00B8518B" w:rsidRDefault="001D4C2A" w:rsidP="00FC6389">
          <w:pPr>
            <w:pStyle w:val="Zpat"/>
            <w:rPr>
              <w:rStyle w:val="slostrnky"/>
            </w:rPr>
          </w:pPr>
        </w:p>
      </w:tc>
      <w:tc>
        <w:tcPr>
          <w:tcW w:w="3458" w:type="dxa"/>
          <w:shd w:val="clear" w:color="auto" w:fill="auto"/>
          <w:tcMar>
            <w:left w:w="0" w:type="dxa"/>
            <w:right w:w="0" w:type="dxa"/>
          </w:tcMar>
        </w:tcPr>
        <w:p w14:paraId="5AB5B372" w14:textId="77777777" w:rsidR="001D4C2A" w:rsidRDefault="001D4C2A" w:rsidP="00FC6389">
          <w:pPr>
            <w:pStyle w:val="Zpat"/>
          </w:pPr>
        </w:p>
      </w:tc>
      <w:tc>
        <w:tcPr>
          <w:tcW w:w="5756" w:type="dxa"/>
          <w:shd w:val="clear" w:color="auto" w:fill="auto"/>
          <w:tcMar>
            <w:left w:w="0" w:type="dxa"/>
            <w:right w:w="0" w:type="dxa"/>
          </w:tcMar>
        </w:tcPr>
        <w:p w14:paraId="07B21102" w14:textId="77777777" w:rsidR="001D4C2A" w:rsidRPr="00D6163D" w:rsidRDefault="001D4C2A" w:rsidP="00FC6389">
          <w:pPr>
            <w:pStyle w:val="Druhdokumentu"/>
          </w:pPr>
        </w:p>
      </w:tc>
    </w:tr>
  </w:tbl>
  <w:p w14:paraId="0B0D8DE1" w14:textId="77777777" w:rsidR="001D4C2A" w:rsidRPr="00D6163D" w:rsidRDefault="001D4C2A" w:rsidP="00FC6389">
    <w:pPr>
      <w:pStyle w:val="Zhlav"/>
      <w:rPr>
        <w:sz w:val="8"/>
        <w:szCs w:val="8"/>
      </w:rPr>
    </w:pPr>
  </w:p>
  <w:p w14:paraId="2208AB42" w14:textId="77777777" w:rsidR="001D4C2A" w:rsidRPr="00460660" w:rsidRDefault="001D4C2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BC55D" w14:textId="77777777" w:rsidR="001D4C2A" w:rsidRPr="00D6163D" w:rsidRDefault="001D4C2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89774" w14:textId="77777777" w:rsidR="001D4C2A" w:rsidRDefault="001D4C2A">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28F00" w14:textId="77777777" w:rsidR="001D4C2A" w:rsidRPr="00D6163D" w:rsidRDefault="001D4C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2F120" w14:textId="77777777" w:rsidR="001D4C2A" w:rsidRPr="00D6163D" w:rsidRDefault="001D4C2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CDE15" w14:textId="77777777" w:rsidR="001D4C2A" w:rsidRPr="00D6163D" w:rsidRDefault="001D4C2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04D3F" w14:textId="77777777" w:rsidR="001D4C2A" w:rsidRPr="00D6163D" w:rsidRDefault="001D4C2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DD131" w14:textId="77777777" w:rsidR="001D4C2A" w:rsidRPr="00D6163D" w:rsidRDefault="001D4C2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F4EA2" w14:textId="77777777" w:rsidR="001D4C2A" w:rsidRPr="00D6163D" w:rsidRDefault="001D4C2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5C932" w14:textId="77777777" w:rsidR="001D4C2A" w:rsidRPr="00D6163D" w:rsidRDefault="001D4C2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47656" w14:textId="77777777" w:rsidR="001D4C2A" w:rsidRPr="00D6163D" w:rsidRDefault="001D4C2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ABC68" w14:textId="77777777" w:rsidR="001D4C2A" w:rsidRDefault="001D4C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21F"/>
    <w:rsid w:val="00003309"/>
    <w:rsid w:val="00003F09"/>
    <w:rsid w:val="000146BE"/>
    <w:rsid w:val="00017F3C"/>
    <w:rsid w:val="000207DA"/>
    <w:rsid w:val="00026C50"/>
    <w:rsid w:val="00033978"/>
    <w:rsid w:val="00041EC8"/>
    <w:rsid w:val="000424C4"/>
    <w:rsid w:val="000447E2"/>
    <w:rsid w:val="00044BE3"/>
    <w:rsid w:val="00047AA6"/>
    <w:rsid w:val="00050EB1"/>
    <w:rsid w:val="00055E22"/>
    <w:rsid w:val="00062853"/>
    <w:rsid w:val="0006588D"/>
    <w:rsid w:val="00067A5E"/>
    <w:rsid w:val="00070482"/>
    <w:rsid w:val="000706BA"/>
    <w:rsid w:val="000719BB"/>
    <w:rsid w:val="00072A65"/>
    <w:rsid w:val="00072C1E"/>
    <w:rsid w:val="00076695"/>
    <w:rsid w:val="00077CE2"/>
    <w:rsid w:val="000813C6"/>
    <w:rsid w:val="0009746C"/>
    <w:rsid w:val="000977AF"/>
    <w:rsid w:val="000A201E"/>
    <w:rsid w:val="000A2358"/>
    <w:rsid w:val="000B1818"/>
    <w:rsid w:val="000B4EB8"/>
    <w:rsid w:val="000B64DC"/>
    <w:rsid w:val="000B687A"/>
    <w:rsid w:val="000B7E02"/>
    <w:rsid w:val="000C41F2"/>
    <w:rsid w:val="000C5C24"/>
    <w:rsid w:val="000C707C"/>
    <w:rsid w:val="000D19CF"/>
    <w:rsid w:val="000D22C4"/>
    <w:rsid w:val="000D27D1"/>
    <w:rsid w:val="000D37E2"/>
    <w:rsid w:val="000E03DC"/>
    <w:rsid w:val="000E08BF"/>
    <w:rsid w:val="000E1A7F"/>
    <w:rsid w:val="000F2094"/>
    <w:rsid w:val="000F4198"/>
    <w:rsid w:val="000F4F63"/>
    <w:rsid w:val="00112864"/>
    <w:rsid w:val="00114472"/>
    <w:rsid w:val="00114988"/>
    <w:rsid w:val="00115069"/>
    <w:rsid w:val="001150F2"/>
    <w:rsid w:val="00122BF9"/>
    <w:rsid w:val="001231F7"/>
    <w:rsid w:val="00124654"/>
    <w:rsid w:val="00124C54"/>
    <w:rsid w:val="00140E94"/>
    <w:rsid w:val="00143682"/>
    <w:rsid w:val="00143EC0"/>
    <w:rsid w:val="0014540A"/>
    <w:rsid w:val="00145B09"/>
    <w:rsid w:val="00146B8C"/>
    <w:rsid w:val="00161FAA"/>
    <w:rsid w:val="001621ED"/>
    <w:rsid w:val="001656A2"/>
    <w:rsid w:val="00165977"/>
    <w:rsid w:val="00170EC5"/>
    <w:rsid w:val="0017293D"/>
    <w:rsid w:val="00173EDD"/>
    <w:rsid w:val="001747C1"/>
    <w:rsid w:val="00174F68"/>
    <w:rsid w:val="00175C0A"/>
    <w:rsid w:val="00177D6B"/>
    <w:rsid w:val="00180994"/>
    <w:rsid w:val="00183454"/>
    <w:rsid w:val="001837B1"/>
    <w:rsid w:val="001874F3"/>
    <w:rsid w:val="001906C2"/>
    <w:rsid w:val="00191F90"/>
    <w:rsid w:val="001A0EA7"/>
    <w:rsid w:val="001B325A"/>
    <w:rsid w:val="001B41B3"/>
    <w:rsid w:val="001B4E74"/>
    <w:rsid w:val="001B625A"/>
    <w:rsid w:val="001C30FB"/>
    <w:rsid w:val="001C5817"/>
    <w:rsid w:val="001C645F"/>
    <w:rsid w:val="001C65FE"/>
    <w:rsid w:val="001D4C2A"/>
    <w:rsid w:val="001E63D3"/>
    <w:rsid w:val="001E678E"/>
    <w:rsid w:val="001F2502"/>
    <w:rsid w:val="001F5F37"/>
    <w:rsid w:val="001F62DE"/>
    <w:rsid w:val="001F71D9"/>
    <w:rsid w:val="002038D5"/>
    <w:rsid w:val="002045DD"/>
    <w:rsid w:val="002071BB"/>
    <w:rsid w:val="002072FC"/>
    <w:rsid w:val="00207DF5"/>
    <w:rsid w:val="0021572B"/>
    <w:rsid w:val="00222886"/>
    <w:rsid w:val="00222F17"/>
    <w:rsid w:val="00224437"/>
    <w:rsid w:val="00226EBB"/>
    <w:rsid w:val="00236F78"/>
    <w:rsid w:val="00240B81"/>
    <w:rsid w:val="00240EE0"/>
    <w:rsid w:val="00247D01"/>
    <w:rsid w:val="00255B10"/>
    <w:rsid w:val="00255FB9"/>
    <w:rsid w:val="00261A5B"/>
    <w:rsid w:val="00262E5B"/>
    <w:rsid w:val="00274E67"/>
    <w:rsid w:val="00276AFE"/>
    <w:rsid w:val="00285D40"/>
    <w:rsid w:val="00286CB6"/>
    <w:rsid w:val="00294CED"/>
    <w:rsid w:val="002A13CF"/>
    <w:rsid w:val="002A3B57"/>
    <w:rsid w:val="002A5EA8"/>
    <w:rsid w:val="002B3F60"/>
    <w:rsid w:val="002B5F7D"/>
    <w:rsid w:val="002B7AC7"/>
    <w:rsid w:val="002C03C9"/>
    <w:rsid w:val="002C31BF"/>
    <w:rsid w:val="002C6663"/>
    <w:rsid w:val="002D4801"/>
    <w:rsid w:val="002D7BAE"/>
    <w:rsid w:val="002D7FD6"/>
    <w:rsid w:val="002E0CD7"/>
    <w:rsid w:val="002E0CFB"/>
    <w:rsid w:val="002E3716"/>
    <w:rsid w:val="002E4514"/>
    <w:rsid w:val="002E4ED9"/>
    <w:rsid w:val="002E5C7B"/>
    <w:rsid w:val="002F0F55"/>
    <w:rsid w:val="002F4333"/>
    <w:rsid w:val="00300636"/>
    <w:rsid w:val="00312FF8"/>
    <w:rsid w:val="00314507"/>
    <w:rsid w:val="0031752B"/>
    <w:rsid w:val="00327EEF"/>
    <w:rsid w:val="0033060E"/>
    <w:rsid w:val="0033239F"/>
    <w:rsid w:val="003349C1"/>
    <w:rsid w:val="00335C22"/>
    <w:rsid w:val="0034230B"/>
    <w:rsid w:val="0034274B"/>
    <w:rsid w:val="0034719F"/>
    <w:rsid w:val="00350A35"/>
    <w:rsid w:val="00352AC6"/>
    <w:rsid w:val="0035389F"/>
    <w:rsid w:val="003543C0"/>
    <w:rsid w:val="003571D8"/>
    <w:rsid w:val="00357579"/>
    <w:rsid w:val="00357BC6"/>
    <w:rsid w:val="00361422"/>
    <w:rsid w:val="00367ABD"/>
    <w:rsid w:val="00374BDE"/>
    <w:rsid w:val="0037545D"/>
    <w:rsid w:val="00377426"/>
    <w:rsid w:val="0038199C"/>
    <w:rsid w:val="00390720"/>
    <w:rsid w:val="00392910"/>
    <w:rsid w:val="00392EB6"/>
    <w:rsid w:val="003956C6"/>
    <w:rsid w:val="003A2CB9"/>
    <w:rsid w:val="003B11D6"/>
    <w:rsid w:val="003B23D6"/>
    <w:rsid w:val="003B76DB"/>
    <w:rsid w:val="003C33F2"/>
    <w:rsid w:val="003D0437"/>
    <w:rsid w:val="003D4A94"/>
    <w:rsid w:val="003D756E"/>
    <w:rsid w:val="003E0248"/>
    <w:rsid w:val="003E3720"/>
    <w:rsid w:val="003E420D"/>
    <w:rsid w:val="003E4C13"/>
    <w:rsid w:val="004078F3"/>
    <w:rsid w:val="00413BE0"/>
    <w:rsid w:val="0041400A"/>
    <w:rsid w:val="004161D9"/>
    <w:rsid w:val="00422E5B"/>
    <w:rsid w:val="00427794"/>
    <w:rsid w:val="004328E4"/>
    <w:rsid w:val="00442C8C"/>
    <w:rsid w:val="004436DB"/>
    <w:rsid w:val="00444FFE"/>
    <w:rsid w:val="00450F07"/>
    <w:rsid w:val="0045180B"/>
    <w:rsid w:val="0045240F"/>
    <w:rsid w:val="00453CD3"/>
    <w:rsid w:val="00455FD4"/>
    <w:rsid w:val="00460660"/>
    <w:rsid w:val="004616FF"/>
    <w:rsid w:val="00464BA9"/>
    <w:rsid w:val="00470D99"/>
    <w:rsid w:val="004723CE"/>
    <w:rsid w:val="00474F9B"/>
    <w:rsid w:val="00476E72"/>
    <w:rsid w:val="00480143"/>
    <w:rsid w:val="00483969"/>
    <w:rsid w:val="00485029"/>
    <w:rsid w:val="00486107"/>
    <w:rsid w:val="00486B6E"/>
    <w:rsid w:val="00487ECB"/>
    <w:rsid w:val="0049117E"/>
    <w:rsid w:val="00491827"/>
    <w:rsid w:val="00491DAF"/>
    <w:rsid w:val="004950A5"/>
    <w:rsid w:val="004A3456"/>
    <w:rsid w:val="004A43F2"/>
    <w:rsid w:val="004B0793"/>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0B0B"/>
    <w:rsid w:val="00544816"/>
    <w:rsid w:val="00551AC3"/>
    <w:rsid w:val="005522DD"/>
    <w:rsid w:val="00553375"/>
    <w:rsid w:val="00555884"/>
    <w:rsid w:val="0055767D"/>
    <w:rsid w:val="0056170F"/>
    <w:rsid w:val="005651C5"/>
    <w:rsid w:val="0057314F"/>
    <w:rsid w:val="005731AC"/>
    <w:rsid w:val="005736B7"/>
    <w:rsid w:val="00575E5A"/>
    <w:rsid w:val="00580245"/>
    <w:rsid w:val="00582648"/>
    <w:rsid w:val="00582A82"/>
    <w:rsid w:val="0058370E"/>
    <w:rsid w:val="005925DB"/>
    <w:rsid w:val="00593A7A"/>
    <w:rsid w:val="0059458D"/>
    <w:rsid w:val="005A1F44"/>
    <w:rsid w:val="005A74B9"/>
    <w:rsid w:val="005C06CE"/>
    <w:rsid w:val="005C0BBF"/>
    <w:rsid w:val="005D198C"/>
    <w:rsid w:val="005D3C39"/>
    <w:rsid w:val="005D6794"/>
    <w:rsid w:val="005E280C"/>
    <w:rsid w:val="005E7125"/>
    <w:rsid w:val="005E7F36"/>
    <w:rsid w:val="005F3C67"/>
    <w:rsid w:val="005F431F"/>
    <w:rsid w:val="005F679F"/>
    <w:rsid w:val="00600ECE"/>
    <w:rsid w:val="00601A8C"/>
    <w:rsid w:val="00604936"/>
    <w:rsid w:val="0061068E"/>
    <w:rsid w:val="006115D3"/>
    <w:rsid w:val="0062207C"/>
    <w:rsid w:val="00633A43"/>
    <w:rsid w:val="006346F9"/>
    <w:rsid w:val="0064121F"/>
    <w:rsid w:val="00641CF5"/>
    <w:rsid w:val="006420D8"/>
    <w:rsid w:val="006467C2"/>
    <w:rsid w:val="0065610E"/>
    <w:rsid w:val="00660AD3"/>
    <w:rsid w:val="006610C6"/>
    <w:rsid w:val="0066414D"/>
    <w:rsid w:val="006659A8"/>
    <w:rsid w:val="006671C7"/>
    <w:rsid w:val="006705AA"/>
    <w:rsid w:val="00676F5B"/>
    <w:rsid w:val="006776B6"/>
    <w:rsid w:val="00682647"/>
    <w:rsid w:val="006826EC"/>
    <w:rsid w:val="00683533"/>
    <w:rsid w:val="00683B68"/>
    <w:rsid w:val="006876D2"/>
    <w:rsid w:val="00687BB1"/>
    <w:rsid w:val="00690D10"/>
    <w:rsid w:val="00693150"/>
    <w:rsid w:val="006A5570"/>
    <w:rsid w:val="006A689C"/>
    <w:rsid w:val="006B0FFD"/>
    <w:rsid w:val="006B198C"/>
    <w:rsid w:val="006B1E10"/>
    <w:rsid w:val="006B3B75"/>
    <w:rsid w:val="006B3D79"/>
    <w:rsid w:val="006B5870"/>
    <w:rsid w:val="006B6FE4"/>
    <w:rsid w:val="006C2343"/>
    <w:rsid w:val="006C304E"/>
    <w:rsid w:val="006C40CD"/>
    <w:rsid w:val="006C442A"/>
    <w:rsid w:val="006D17CF"/>
    <w:rsid w:val="006E0578"/>
    <w:rsid w:val="006E09E9"/>
    <w:rsid w:val="006E158D"/>
    <w:rsid w:val="006E314D"/>
    <w:rsid w:val="006F5E06"/>
    <w:rsid w:val="00702F52"/>
    <w:rsid w:val="00704D1E"/>
    <w:rsid w:val="00705C57"/>
    <w:rsid w:val="007102D9"/>
    <w:rsid w:val="00710723"/>
    <w:rsid w:val="00713432"/>
    <w:rsid w:val="00713778"/>
    <w:rsid w:val="007145F3"/>
    <w:rsid w:val="00723ED1"/>
    <w:rsid w:val="0072731A"/>
    <w:rsid w:val="00731F3D"/>
    <w:rsid w:val="00740AF5"/>
    <w:rsid w:val="00740DAF"/>
    <w:rsid w:val="00743525"/>
    <w:rsid w:val="007470DC"/>
    <w:rsid w:val="00747C0A"/>
    <w:rsid w:val="007541A2"/>
    <w:rsid w:val="007541D7"/>
    <w:rsid w:val="00755818"/>
    <w:rsid w:val="00755AEB"/>
    <w:rsid w:val="007616C2"/>
    <w:rsid w:val="0076286B"/>
    <w:rsid w:val="00765C2D"/>
    <w:rsid w:val="00766169"/>
    <w:rsid w:val="00766846"/>
    <w:rsid w:val="00767399"/>
    <w:rsid w:val="00775DE5"/>
    <w:rsid w:val="0077673A"/>
    <w:rsid w:val="007775FB"/>
    <w:rsid w:val="00780051"/>
    <w:rsid w:val="007846E1"/>
    <w:rsid w:val="007847D6"/>
    <w:rsid w:val="0078618A"/>
    <w:rsid w:val="00790E8D"/>
    <w:rsid w:val="0079665E"/>
    <w:rsid w:val="007A08B0"/>
    <w:rsid w:val="007A0C9A"/>
    <w:rsid w:val="007A0E0E"/>
    <w:rsid w:val="007A5172"/>
    <w:rsid w:val="007A67A0"/>
    <w:rsid w:val="007A69B3"/>
    <w:rsid w:val="007A7D88"/>
    <w:rsid w:val="007B26A1"/>
    <w:rsid w:val="007B570C"/>
    <w:rsid w:val="007C0CFA"/>
    <w:rsid w:val="007C25A5"/>
    <w:rsid w:val="007D0413"/>
    <w:rsid w:val="007E0D11"/>
    <w:rsid w:val="007E42BA"/>
    <w:rsid w:val="007E4A6E"/>
    <w:rsid w:val="007E64AA"/>
    <w:rsid w:val="007E69F4"/>
    <w:rsid w:val="007E7840"/>
    <w:rsid w:val="007F56A7"/>
    <w:rsid w:val="007F7DB2"/>
    <w:rsid w:val="00800851"/>
    <w:rsid w:val="00802774"/>
    <w:rsid w:val="00804D90"/>
    <w:rsid w:val="00804DEE"/>
    <w:rsid w:val="00807DD0"/>
    <w:rsid w:val="00810FC8"/>
    <w:rsid w:val="008156D5"/>
    <w:rsid w:val="0082103D"/>
    <w:rsid w:val="00821D01"/>
    <w:rsid w:val="00826B7B"/>
    <w:rsid w:val="00826C55"/>
    <w:rsid w:val="00832F39"/>
    <w:rsid w:val="0083320B"/>
    <w:rsid w:val="00835D41"/>
    <w:rsid w:val="008377FF"/>
    <w:rsid w:val="00845655"/>
    <w:rsid w:val="0084659A"/>
    <w:rsid w:val="00846789"/>
    <w:rsid w:val="008565E1"/>
    <w:rsid w:val="008602A6"/>
    <w:rsid w:val="008624E0"/>
    <w:rsid w:val="00863F2B"/>
    <w:rsid w:val="00866994"/>
    <w:rsid w:val="00880267"/>
    <w:rsid w:val="00892C0B"/>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D50BB"/>
    <w:rsid w:val="008E40F0"/>
    <w:rsid w:val="008F18D6"/>
    <w:rsid w:val="008F2C9B"/>
    <w:rsid w:val="008F6118"/>
    <w:rsid w:val="008F73F4"/>
    <w:rsid w:val="008F797B"/>
    <w:rsid w:val="00900D26"/>
    <w:rsid w:val="00900E8B"/>
    <w:rsid w:val="00901D57"/>
    <w:rsid w:val="00904780"/>
    <w:rsid w:val="0090635B"/>
    <w:rsid w:val="00912C9E"/>
    <w:rsid w:val="009178EF"/>
    <w:rsid w:val="009210FA"/>
    <w:rsid w:val="009216BE"/>
    <w:rsid w:val="00922385"/>
    <w:rsid w:val="009223DF"/>
    <w:rsid w:val="009228CC"/>
    <w:rsid w:val="0092508A"/>
    <w:rsid w:val="009310F3"/>
    <w:rsid w:val="00931FAB"/>
    <w:rsid w:val="00934AB5"/>
    <w:rsid w:val="00936091"/>
    <w:rsid w:val="00940D8A"/>
    <w:rsid w:val="009506D3"/>
    <w:rsid w:val="00955569"/>
    <w:rsid w:val="00956D52"/>
    <w:rsid w:val="009573FC"/>
    <w:rsid w:val="00960EAA"/>
    <w:rsid w:val="00962258"/>
    <w:rsid w:val="00966043"/>
    <w:rsid w:val="009678B7"/>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D2587"/>
    <w:rsid w:val="009E07F4"/>
    <w:rsid w:val="009E20FE"/>
    <w:rsid w:val="009E5D23"/>
    <w:rsid w:val="009F0670"/>
    <w:rsid w:val="009F0867"/>
    <w:rsid w:val="009F309B"/>
    <w:rsid w:val="009F392E"/>
    <w:rsid w:val="009F53C5"/>
    <w:rsid w:val="009F638B"/>
    <w:rsid w:val="00A00B82"/>
    <w:rsid w:val="00A05614"/>
    <w:rsid w:val="00A0740E"/>
    <w:rsid w:val="00A07BA3"/>
    <w:rsid w:val="00A217A8"/>
    <w:rsid w:val="00A21A01"/>
    <w:rsid w:val="00A23BFE"/>
    <w:rsid w:val="00A246E5"/>
    <w:rsid w:val="00A25CD0"/>
    <w:rsid w:val="00A32963"/>
    <w:rsid w:val="00A44409"/>
    <w:rsid w:val="00A4555D"/>
    <w:rsid w:val="00A50641"/>
    <w:rsid w:val="00A530BF"/>
    <w:rsid w:val="00A5320C"/>
    <w:rsid w:val="00A57BE3"/>
    <w:rsid w:val="00A57D0E"/>
    <w:rsid w:val="00A6177B"/>
    <w:rsid w:val="00A63668"/>
    <w:rsid w:val="00A66136"/>
    <w:rsid w:val="00A7006D"/>
    <w:rsid w:val="00A71189"/>
    <w:rsid w:val="00A71FCA"/>
    <w:rsid w:val="00A7364A"/>
    <w:rsid w:val="00A74DCC"/>
    <w:rsid w:val="00A753ED"/>
    <w:rsid w:val="00A77512"/>
    <w:rsid w:val="00A80438"/>
    <w:rsid w:val="00A87BC2"/>
    <w:rsid w:val="00A905B0"/>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B6F26"/>
    <w:rsid w:val="00AC2EDB"/>
    <w:rsid w:val="00AC383E"/>
    <w:rsid w:val="00AC41C6"/>
    <w:rsid w:val="00AD056F"/>
    <w:rsid w:val="00AD0C7B"/>
    <w:rsid w:val="00AD1E62"/>
    <w:rsid w:val="00AD57AF"/>
    <w:rsid w:val="00AD5F1A"/>
    <w:rsid w:val="00AD6731"/>
    <w:rsid w:val="00AF4E73"/>
    <w:rsid w:val="00AF623D"/>
    <w:rsid w:val="00AF7745"/>
    <w:rsid w:val="00AF7BFD"/>
    <w:rsid w:val="00B008D5"/>
    <w:rsid w:val="00B01D65"/>
    <w:rsid w:val="00B02F73"/>
    <w:rsid w:val="00B05B31"/>
    <w:rsid w:val="00B0619F"/>
    <w:rsid w:val="00B111A6"/>
    <w:rsid w:val="00B13A26"/>
    <w:rsid w:val="00B15D0D"/>
    <w:rsid w:val="00B16FC9"/>
    <w:rsid w:val="00B21424"/>
    <w:rsid w:val="00B22106"/>
    <w:rsid w:val="00B230A8"/>
    <w:rsid w:val="00B230D0"/>
    <w:rsid w:val="00B23F35"/>
    <w:rsid w:val="00B27F8B"/>
    <w:rsid w:val="00B3273A"/>
    <w:rsid w:val="00B33EDC"/>
    <w:rsid w:val="00B42F40"/>
    <w:rsid w:val="00B44265"/>
    <w:rsid w:val="00B51939"/>
    <w:rsid w:val="00B51CA8"/>
    <w:rsid w:val="00B51E27"/>
    <w:rsid w:val="00B527AD"/>
    <w:rsid w:val="00B5431A"/>
    <w:rsid w:val="00B562B1"/>
    <w:rsid w:val="00B626BC"/>
    <w:rsid w:val="00B73E43"/>
    <w:rsid w:val="00B74EDE"/>
    <w:rsid w:val="00B75EE1"/>
    <w:rsid w:val="00B77481"/>
    <w:rsid w:val="00B77506"/>
    <w:rsid w:val="00B83E50"/>
    <w:rsid w:val="00B8518B"/>
    <w:rsid w:val="00B93E4E"/>
    <w:rsid w:val="00B94303"/>
    <w:rsid w:val="00B95396"/>
    <w:rsid w:val="00B9726B"/>
    <w:rsid w:val="00B97CC3"/>
    <w:rsid w:val="00BA1285"/>
    <w:rsid w:val="00BA22AA"/>
    <w:rsid w:val="00BB0397"/>
    <w:rsid w:val="00BB418D"/>
    <w:rsid w:val="00BC06C4"/>
    <w:rsid w:val="00BD5DE9"/>
    <w:rsid w:val="00BD7E32"/>
    <w:rsid w:val="00BD7E91"/>
    <w:rsid w:val="00BD7F0D"/>
    <w:rsid w:val="00BF204D"/>
    <w:rsid w:val="00BF7120"/>
    <w:rsid w:val="00C02D0A"/>
    <w:rsid w:val="00C03A6E"/>
    <w:rsid w:val="00C07395"/>
    <w:rsid w:val="00C129C7"/>
    <w:rsid w:val="00C144F9"/>
    <w:rsid w:val="00C226C0"/>
    <w:rsid w:val="00C23795"/>
    <w:rsid w:val="00C26154"/>
    <w:rsid w:val="00C41F7A"/>
    <w:rsid w:val="00C42FE6"/>
    <w:rsid w:val="00C44F6A"/>
    <w:rsid w:val="00C50C28"/>
    <w:rsid w:val="00C52164"/>
    <w:rsid w:val="00C6096A"/>
    <w:rsid w:val="00C6198E"/>
    <w:rsid w:val="00C648D1"/>
    <w:rsid w:val="00C708EA"/>
    <w:rsid w:val="00C71BF4"/>
    <w:rsid w:val="00C74A2E"/>
    <w:rsid w:val="00C74AE9"/>
    <w:rsid w:val="00C778A5"/>
    <w:rsid w:val="00C81781"/>
    <w:rsid w:val="00C81A30"/>
    <w:rsid w:val="00C8544D"/>
    <w:rsid w:val="00C94BB8"/>
    <w:rsid w:val="00C95162"/>
    <w:rsid w:val="00C96CA3"/>
    <w:rsid w:val="00C97991"/>
    <w:rsid w:val="00CA1B64"/>
    <w:rsid w:val="00CA20A8"/>
    <w:rsid w:val="00CA50C9"/>
    <w:rsid w:val="00CA52F9"/>
    <w:rsid w:val="00CA73D8"/>
    <w:rsid w:val="00CB13AA"/>
    <w:rsid w:val="00CB337C"/>
    <w:rsid w:val="00CB4F6D"/>
    <w:rsid w:val="00CB6A37"/>
    <w:rsid w:val="00CB7684"/>
    <w:rsid w:val="00CC16FE"/>
    <w:rsid w:val="00CC4EA8"/>
    <w:rsid w:val="00CC5BEB"/>
    <w:rsid w:val="00CC6517"/>
    <w:rsid w:val="00CC736D"/>
    <w:rsid w:val="00CC7C8F"/>
    <w:rsid w:val="00CD1FC4"/>
    <w:rsid w:val="00CD2B1F"/>
    <w:rsid w:val="00CE1420"/>
    <w:rsid w:val="00CE2B2B"/>
    <w:rsid w:val="00CE31C4"/>
    <w:rsid w:val="00CE7407"/>
    <w:rsid w:val="00CE7AA0"/>
    <w:rsid w:val="00CF04C0"/>
    <w:rsid w:val="00D034A0"/>
    <w:rsid w:val="00D0554F"/>
    <w:rsid w:val="00D076FA"/>
    <w:rsid w:val="00D118F6"/>
    <w:rsid w:val="00D20BF2"/>
    <w:rsid w:val="00D21061"/>
    <w:rsid w:val="00D225C5"/>
    <w:rsid w:val="00D24D74"/>
    <w:rsid w:val="00D31C92"/>
    <w:rsid w:val="00D40E88"/>
    <w:rsid w:val="00D4108E"/>
    <w:rsid w:val="00D4328E"/>
    <w:rsid w:val="00D43863"/>
    <w:rsid w:val="00D44E13"/>
    <w:rsid w:val="00D453DF"/>
    <w:rsid w:val="00D463C3"/>
    <w:rsid w:val="00D47EFD"/>
    <w:rsid w:val="00D519A6"/>
    <w:rsid w:val="00D5439C"/>
    <w:rsid w:val="00D6163D"/>
    <w:rsid w:val="00D6219D"/>
    <w:rsid w:val="00D65A55"/>
    <w:rsid w:val="00D831A3"/>
    <w:rsid w:val="00D843CA"/>
    <w:rsid w:val="00D90F28"/>
    <w:rsid w:val="00D97BE3"/>
    <w:rsid w:val="00DA3711"/>
    <w:rsid w:val="00DA5988"/>
    <w:rsid w:val="00DA6E42"/>
    <w:rsid w:val="00DA6FFE"/>
    <w:rsid w:val="00DA734B"/>
    <w:rsid w:val="00DB530D"/>
    <w:rsid w:val="00DC6C42"/>
    <w:rsid w:val="00DD16E3"/>
    <w:rsid w:val="00DD46F3"/>
    <w:rsid w:val="00DE17BB"/>
    <w:rsid w:val="00DE1AA1"/>
    <w:rsid w:val="00DE4D36"/>
    <w:rsid w:val="00DE56F2"/>
    <w:rsid w:val="00DF116D"/>
    <w:rsid w:val="00DF4286"/>
    <w:rsid w:val="00DF7C76"/>
    <w:rsid w:val="00E01B8F"/>
    <w:rsid w:val="00E101D0"/>
    <w:rsid w:val="00E10A24"/>
    <w:rsid w:val="00E16FF7"/>
    <w:rsid w:val="00E26D68"/>
    <w:rsid w:val="00E328ED"/>
    <w:rsid w:val="00E32F07"/>
    <w:rsid w:val="00E4111D"/>
    <w:rsid w:val="00E44045"/>
    <w:rsid w:val="00E46737"/>
    <w:rsid w:val="00E5194A"/>
    <w:rsid w:val="00E51FCB"/>
    <w:rsid w:val="00E533EC"/>
    <w:rsid w:val="00E618C4"/>
    <w:rsid w:val="00E73584"/>
    <w:rsid w:val="00E7415D"/>
    <w:rsid w:val="00E77326"/>
    <w:rsid w:val="00E8605C"/>
    <w:rsid w:val="00E878EE"/>
    <w:rsid w:val="00E901A3"/>
    <w:rsid w:val="00E968E5"/>
    <w:rsid w:val="00E96991"/>
    <w:rsid w:val="00EA056C"/>
    <w:rsid w:val="00EA0E0D"/>
    <w:rsid w:val="00EA29D6"/>
    <w:rsid w:val="00EA2BB0"/>
    <w:rsid w:val="00EA5430"/>
    <w:rsid w:val="00EA585B"/>
    <w:rsid w:val="00EA5F43"/>
    <w:rsid w:val="00EA6EC7"/>
    <w:rsid w:val="00EB104F"/>
    <w:rsid w:val="00EB1B21"/>
    <w:rsid w:val="00EB46E5"/>
    <w:rsid w:val="00EB6D9C"/>
    <w:rsid w:val="00ED14BD"/>
    <w:rsid w:val="00ED1603"/>
    <w:rsid w:val="00ED203C"/>
    <w:rsid w:val="00EE3D66"/>
    <w:rsid w:val="00EE65E1"/>
    <w:rsid w:val="00EF08AA"/>
    <w:rsid w:val="00EF7106"/>
    <w:rsid w:val="00F016C7"/>
    <w:rsid w:val="00F03D39"/>
    <w:rsid w:val="00F052C3"/>
    <w:rsid w:val="00F12DEC"/>
    <w:rsid w:val="00F1715C"/>
    <w:rsid w:val="00F22B17"/>
    <w:rsid w:val="00F310F8"/>
    <w:rsid w:val="00F32823"/>
    <w:rsid w:val="00F35939"/>
    <w:rsid w:val="00F35B3D"/>
    <w:rsid w:val="00F4131C"/>
    <w:rsid w:val="00F422D3"/>
    <w:rsid w:val="00F4391C"/>
    <w:rsid w:val="00F440A1"/>
    <w:rsid w:val="00F44339"/>
    <w:rsid w:val="00F453E9"/>
    <w:rsid w:val="00F45607"/>
    <w:rsid w:val="00F465D8"/>
    <w:rsid w:val="00F46B34"/>
    <w:rsid w:val="00F4722B"/>
    <w:rsid w:val="00F51B84"/>
    <w:rsid w:val="00F54432"/>
    <w:rsid w:val="00F54F3E"/>
    <w:rsid w:val="00F6481F"/>
    <w:rsid w:val="00F659EB"/>
    <w:rsid w:val="00F73B01"/>
    <w:rsid w:val="00F750DC"/>
    <w:rsid w:val="00F762A8"/>
    <w:rsid w:val="00F82FAF"/>
    <w:rsid w:val="00F86BA6"/>
    <w:rsid w:val="00F86F38"/>
    <w:rsid w:val="00F95FBD"/>
    <w:rsid w:val="00FA237E"/>
    <w:rsid w:val="00FA718C"/>
    <w:rsid w:val="00FB6342"/>
    <w:rsid w:val="00FB7FCB"/>
    <w:rsid w:val="00FC27A9"/>
    <w:rsid w:val="00FC39A0"/>
    <w:rsid w:val="00FC6389"/>
    <w:rsid w:val="00FD2C17"/>
    <w:rsid w:val="00FD55F9"/>
    <w:rsid w:val="00FD6721"/>
    <w:rsid w:val="00FE2EF5"/>
    <w:rsid w:val="00FE6AEC"/>
    <w:rsid w:val="00FF34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0CE7B"/>
  <w14:defaultImageDpi w14:val="32767"/>
  <w15:docId w15:val="{7EE24F70-8D74-4131-B1A9-4EB87B5C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Textbezodsazen">
    <w:name w:val="_Text_bez_odsazení"/>
    <w:basedOn w:val="Normln"/>
    <w:link w:val="TextbezodsazenChar"/>
    <w:qFormat/>
    <w:rsid w:val="004436DB"/>
    <w:pPr>
      <w:spacing w:after="120" w:line="264" w:lineRule="auto"/>
      <w:jc w:val="both"/>
    </w:pPr>
    <w:rPr>
      <w:sz w:val="18"/>
      <w:szCs w:val="18"/>
    </w:rPr>
  </w:style>
  <w:style w:type="character" w:customStyle="1" w:styleId="TextbezodsazenChar">
    <w:name w:val="_Text_bez_odsazení Char"/>
    <w:basedOn w:val="Standardnpsmoodstavce"/>
    <w:link w:val="Textbezodsazen"/>
    <w:rsid w:val="004436DB"/>
    <w:rPr>
      <w:rFonts w:ascii="Verdana" w:hAnsi="Verdana"/>
    </w:rPr>
  </w:style>
  <w:style w:type="paragraph" w:customStyle="1" w:styleId="Textbezslovn">
    <w:name w:val="_Text_bez_číslování"/>
    <w:basedOn w:val="Normln"/>
    <w:link w:val="TextbezslovnChar"/>
    <w:qFormat/>
    <w:rsid w:val="00312FF8"/>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312FF8"/>
    <w:rPr>
      <w:rFonts w:ascii="Verdana" w:hAnsi="Verdana"/>
    </w:rPr>
  </w:style>
  <w:style w:type="paragraph" w:customStyle="1" w:styleId="Odrka1-1">
    <w:name w:val="_Odrážka_1-1_•"/>
    <w:basedOn w:val="Normln"/>
    <w:link w:val="Odrka1-1Char"/>
    <w:qFormat/>
    <w:rsid w:val="00C8544D"/>
    <w:pPr>
      <w:tabs>
        <w:tab w:val="num" w:pos="1077"/>
      </w:tabs>
      <w:spacing w:after="120" w:line="264" w:lineRule="auto"/>
      <w:ind w:left="1077" w:hanging="340"/>
      <w:jc w:val="both"/>
    </w:pPr>
    <w:rPr>
      <w:rFonts w:asciiTheme="minorHAnsi" w:hAnsiTheme="minorHAnsi"/>
      <w:sz w:val="18"/>
      <w:szCs w:val="18"/>
    </w:rPr>
  </w:style>
  <w:style w:type="character" w:customStyle="1" w:styleId="Odrka1-1Char">
    <w:name w:val="_Odrážka_1-1_• Char"/>
    <w:basedOn w:val="Standardnpsmoodstavce"/>
    <w:link w:val="Odrka1-1"/>
    <w:rsid w:val="00C8544D"/>
  </w:style>
  <w:style w:type="paragraph" w:customStyle="1" w:styleId="Odrka1-2-">
    <w:name w:val="_Odrážka_1-2_-"/>
    <w:basedOn w:val="Odrka1-1"/>
    <w:qFormat/>
    <w:rsid w:val="00C8544D"/>
    <w:pPr>
      <w:tabs>
        <w:tab w:val="clear" w:pos="1077"/>
        <w:tab w:val="num" w:pos="360"/>
        <w:tab w:val="num" w:pos="1191"/>
      </w:tabs>
      <w:spacing w:after="60"/>
      <w:ind w:hanging="453"/>
    </w:pPr>
  </w:style>
  <w:style w:type="paragraph" w:customStyle="1" w:styleId="Odrka1-3">
    <w:name w:val="_Odrážka_1-3_·"/>
    <w:basedOn w:val="Odrka1-2-"/>
    <w:qFormat/>
    <w:rsid w:val="00C8544D"/>
    <w:pPr>
      <w:tabs>
        <w:tab w:val="num" w:pos="1843"/>
      </w:tabs>
      <w:ind w:left="1729" w:hanging="652"/>
    </w:pPr>
  </w:style>
  <w:style w:type="table" w:customStyle="1" w:styleId="Mkatabulky1">
    <w:name w:val="Mřížka tabulky1"/>
    <w:basedOn w:val="Normlntabulka"/>
    <w:next w:val="Mkatabulky"/>
    <w:uiPriority w:val="39"/>
    <w:rsid w:val="008D50BB"/>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tabulky">
    <w:name w:val="Nadpis tabulky"/>
    <w:basedOn w:val="Normln"/>
    <w:next w:val="Normln"/>
    <w:uiPriority w:val="9"/>
    <w:qFormat/>
    <w:rsid w:val="00DD16E3"/>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Tabulka">
    <w:name w:val="_Tabulka"/>
    <w:basedOn w:val="Textbezodsazen"/>
    <w:qFormat/>
    <w:rsid w:val="00DD16E3"/>
    <w:pPr>
      <w:spacing w:before="40" w:after="40" w:line="240" w:lineRule="auto"/>
      <w:jc w:val="left"/>
    </w:pPr>
  </w:style>
  <w:style w:type="paragraph" w:customStyle="1" w:styleId="Nadpisbezsl1-1">
    <w:name w:val="_Nadpis_bez_čísl_1-1"/>
    <w:next w:val="Nadpisbezsl1-2"/>
    <w:qFormat/>
    <w:rsid w:val="00C07395"/>
    <w:pPr>
      <w:keepNext/>
      <w:spacing w:before="280" w:after="120"/>
    </w:pPr>
    <w:rPr>
      <w:rFonts w:ascii="Verdana" w:hAnsi="Verdana"/>
      <w:b/>
      <w:caps/>
      <w:sz w:val="22"/>
    </w:rPr>
  </w:style>
  <w:style w:type="paragraph" w:customStyle="1" w:styleId="Nadpisbezsl1-2">
    <w:name w:val="_Nadpis_bez_čísl_1-2"/>
    <w:next w:val="Normln"/>
    <w:qFormat/>
    <w:rsid w:val="00C07395"/>
    <w:pPr>
      <w:keepNext/>
      <w:spacing w:before="200" w:after="120"/>
    </w:pPr>
    <w:rPr>
      <w:rFonts w:ascii="Verdana"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uharova\Desktop\Pr&#225;ce\Pr&#225;ce%202023\153.%20PRAK%20-%20Masary&#269;ka\ke%20kontrole\SOD_R-F-22-22_CEF.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6522FE3-AABB-4399-A544-58CC8F53C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DB2AFCA-D814-473C-8A31-8FD0C671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SOD_R-F-22-22_CEF</Template>
  <TotalTime>76</TotalTime>
  <Pages>30</Pages>
  <Words>5298</Words>
  <Characters>31265</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SOD_R-F-22-22_CEF</vt:lpstr>
      <vt:lpstr/>
      <vt:lpstr>Titulek 1. úrovně </vt:lpstr>
      <vt:lpstr>    Titulek 2. úrovně</vt:lpstr>
      <vt:lpstr>        Titulek 3. úrovně</vt:lpstr>
    </vt:vector>
  </TitlesOfParts>
  <Company>SŽDC s.o.</Company>
  <LinksUpToDate>false</LinksUpToDate>
  <CharactersWithSpaces>36491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SOD_R-F-22-22_CEF</dc:title>
  <dc:creator>Pluhařová Lenka</dc:creator>
  <cp:lastModifiedBy>Pluhařová Lenka</cp:lastModifiedBy>
  <cp:revision>207</cp:revision>
  <cp:lastPrinted>2022-12-05T09:49:00Z</cp:lastPrinted>
  <dcterms:created xsi:type="dcterms:W3CDTF">2023-05-16T10:54:00Z</dcterms:created>
  <dcterms:modified xsi:type="dcterms:W3CDTF">2023-07-03T09:28:00Z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